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1AC60878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SHEIRBHÍS ÁITIÚIL CHEOLBHUNAITHE</w:t>
      </w:r>
      <w:r>
        <w:rPr>
          <w:b/>
          <w:bCs/>
          <w:color w:val="9BBB59"/>
          <w:sz w:val="32"/>
          <w:szCs w:val="32"/>
          <w:lang w:val="ga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6230B36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</w:t>
      </w:r>
      <w:r w:rsidR="00EE452A">
        <w:rPr>
          <w:b/>
          <w:bCs/>
          <w:color w:val="FFFFFF"/>
          <w:sz w:val="32"/>
          <w:szCs w:val="32"/>
          <w:lang w:val="ga"/>
        </w:rPr>
        <w:t>CHATHAIR AGUS CONTAE CHORCAÍ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015F03C2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EE452A">
        <w:rPr>
          <w:i/>
          <w:iCs/>
          <w:szCs w:val="20"/>
          <w:lang w:val="ga"/>
        </w:rPr>
        <w:t>fuaime áitiúil cheolbhunaithe</w:t>
      </w:r>
      <w:r>
        <w:rPr>
          <w:i/>
          <w:iCs/>
          <w:szCs w:val="20"/>
          <w:lang w:val="ga"/>
        </w:rPr>
        <w:t xml:space="preserve"> 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4D5FB06D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EE452A">
              <w:rPr>
                <w:lang w:val="ga"/>
              </w:rPr>
              <w:t>áitiúil cheolbhunaithe do</w:t>
            </w:r>
            <w:r w:rsidR="00EE452A" w:rsidRPr="00EE452A">
              <w:rPr>
                <w:lang w:val="ga"/>
              </w:rPr>
              <w:t xml:space="preserve"> Chathair agus</w:t>
            </w:r>
            <w:r w:rsidRPr="00EE452A">
              <w:rPr>
                <w:lang w:val="ga"/>
              </w:rPr>
              <w:t xml:space="preserve"> Chontae </w:t>
            </w:r>
            <w:r w:rsidR="00EE452A" w:rsidRPr="00EE452A">
              <w:rPr>
                <w:lang w:val="ga"/>
              </w:rPr>
              <w:t>Chorcaí.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726D4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EE452A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3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3008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2022-08-08T13:16:00Z</dcterms:created>
  <dcterms:modified xsi:type="dcterms:W3CDTF">2022-08-08T13:38:00Z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