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3309BD79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7D08B0DD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DO CHONTAE</w:t>
      </w:r>
      <w:r w:rsidR="00B549F4">
        <w:rPr>
          <w:b/>
          <w:bCs/>
          <w:color w:val="FFFFFF"/>
          <w:sz w:val="32"/>
          <w:szCs w:val="32"/>
          <w:lang w:val="ga"/>
        </w:rPr>
        <w:t xml:space="preserve"> THIOBRÁID ÁRANN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45724B95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B549F4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>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2EFF56D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21F988FA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fuaime </w:t>
            </w:r>
            <w:r w:rsidRPr="00B549F4">
              <w:rPr>
                <w:lang w:val="ga"/>
              </w:rPr>
              <w:t xml:space="preserve">áitiúil leathanfhormáide do Chontae </w:t>
            </w:r>
            <w:r w:rsidR="00B549F4" w:rsidRPr="00B549F4">
              <w:rPr>
                <w:lang w:val="ga"/>
              </w:rPr>
              <w:t>Thiobráid Árann.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49F4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A7376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3002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3</cp:revision>
  <cp:lastPrinted>2012-09-05T11:45:00Z</cp:lastPrinted>
  <dcterms:created xsi:type="dcterms:W3CDTF">2022-08-08T13:14:00Z</dcterms:created>
  <dcterms:modified xsi:type="dcterms:W3CDTF">2022-08-08T13:37:00Z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