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6B03FEB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02BE999A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DO CHONTAE </w:t>
      </w:r>
      <w:r w:rsidR="00D73CB7">
        <w:rPr>
          <w:b/>
          <w:bCs/>
          <w:color w:val="FFFFFF"/>
          <w:sz w:val="32"/>
          <w:szCs w:val="32"/>
          <w:lang w:val="ga"/>
        </w:rPr>
        <w:t>CHILL MHANTÁIN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65174C76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D73CB7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134FAC18" w:rsidR="00595443" w:rsidRPr="00D73CB7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289C0B3" w14:textId="2110D46C" w:rsidR="00D73CB7" w:rsidRDefault="00D73CB7" w:rsidP="00D73CB7">
      <w:pPr>
        <w:shd w:val="clear" w:color="auto" w:fill="F2F2F2"/>
        <w:rPr>
          <w:szCs w:val="20"/>
        </w:rPr>
      </w:pPr>
    </w:p>
    <w:p w14:paraId="1DB20103" w14:textId="77777777" w:rsidR="00D73CB7" w:rsidRPr="00D73CB7" w:rsidRDefault="00D73CB7" w:rsidP="00D73CB7">
      <w:pPr>
        <w:shd w:val="clear" w:color="auto" w:fill="F2F2F2"/>
        <w:rPr>
          <w:szCs w:val="20"/>
        </w:rPr>
      </w:pP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lastRenderedPageBreak/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5C364D44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</w:t>
            </w:r>
            <w:r w:rsidRPr="007D0953">
              <w:rPr>
                <w:lang w:val="ga"/>
              </w:rPr>
              <w:t xml:space="preserve">fuaime áitiúil leathanfhormáide do Chontae </w:t>
            </w:r>
            <w:r w:rsidR="00D73CB7" w:rsidRPr="007D0953">
              <w:rPr>
                <w:lang w:val="ga"/>
              </w:rPr>
              <w:t>Chill Mhántáin</w:t>
            </w:r>
            <w:r w:rsidR="007D0953" w:rsidRPr="007D0953">
              <w:rPr>
                <w:lang w:val="ga"/>
              </w:rPr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D0953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73CB7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5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3002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2</cp:revision>
  <cp:lastPrinted>2012-09-05T11:45:00Z</cp:lastPrinted>
  <dcterms:created xsi:type="dcterms:W3CDTF">2022-08-08T14:12:00Z</dcterms:created>
  <dcterms:modified xsi:type="dcterms:W3CDTF">2022-08-08T14:12:00Z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