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7CEC101B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6D108CE1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CHONTAE</w:t>
      </w:r>
      <w:r w:rsidR="008A6AC0">
        <w:rPr>
          <w:b/>
          <w:bCs/>
          <w:color w:val="FFFFFF"/>
          <w:sz w:val="32"/>
          <w:szCs w:val="32"/>
          <w:lang w:val="ga"/>
        </w:rPr>
        <w:t>THA AN CHABHÁIN</w:t>
      </w:r>
      <w:r w:rsidR="00617301">
        <w:rPr>
          <w:b/>
          <w:bCs/>
          <w:color w:val="FFFFFF"/>
          <w:sz w:val="32"/>
          <w:szCs w:val="32"/>
          <w:lang w:val="ga"/>
        </w:rPr>
        <w:t xml:space="preserve"> AGUS </w:t>
      </w:r>
      <w:r w:rsidR="008A6AC0">
        <w:rPr>
          <w:b/>
          <w:bCs/>
          <w:color w:val="FFFFFF"/>
          <w:sz w:val="32"/>
          <w:szCs w:val="32"/>
          <w:lang w:val="ga"/>
        </w:rPr>
        <w:t xml:space="preserve">MHUINEACHÁIN, 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0732DA11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8A6AC0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F65CF8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18DB6192" w14:textId="4E2DCBFE" w:rsidR="00F65CF8" w:rsidRPr="003D7A8E" w:rsidRDefault="00F65CF8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</w:rPr>
        <w:t xml:space="preserve">go </w:t>
      </w:r>
      <w:proofErr w:type="spellStart"/>
      <w:r>
        <w:rPr>
          <w:szCs w:val="20"/>
        </w:rPr>
        <w:t>gcuirfear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isteach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freisin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Léiriú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Intinne</w:t>
      </w:r>
      <w:proofErr w:type="spellEnd"/>
      <w:r>
        <w:rPr>
          <w:szCs w:val="20"/>
          <w:lang w:val="ga-IE"/>
        </w:rPr>
        <w:t xml:space="preserve"> le </w:t>
      </w:r>
      <w:r>
        <w:rPr>
          <w:lang w:val="ga-IE"/>
        </w:rPr>
        <w:t>haghaidh</w:t>
      </w:r>
      <w:r>
        <w:t xml:space="preserve"> </w:t>
      </w:r>
      <w:r>
        <w:rPr>
          <w:lang w:val="ga-IE"/>
        </w:rPr>
        <w:t xml:space="preserve">seirbhís craolacháin fuaime leathanfhormáide áitiúil do </w:t>
      </w:r>
      <w:r w:rsidRPr="00697C49">
        <w:rPr>
          <w:lang w:val="ga-IE"/>
        </w:rPr>
        <w:t>do Chontaetha</w:t>
      </w:r>
      <w:r>
        <w:rPr>
          <w:lang w:val="ga-IE"/>
        </w:rPr>
        <w:t xml:space="preserve"> </w:t>
      </w:r>
      <w:r w:rsidR="00DD7D1D" w:rsidRPr="00DD7D1D">
        <w:rPr>
          <w:lang w:val="ga-IE"/>
        </w:rPr>
        <w:t>an Longfoirt, Ros Comáin agus Liatroma Theas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50C55342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</w:t>
            </w:r>
            <w:r w:rsidRPr="008A6AC0">
              <w:rPr>
                <w:lang w:val="ga"/>
              </w:rPr>
              <w:t>fuaime áitiúil leathanfhormáide do Chontae</w:t>
            </w:r>
            <w:r w:rsidR="008A6AC0" w:rsidRPr="008A6AC0">
              <w:rPr>
                <w:lang w:val="ga"/>
              </w:rPr>
              <w:t>tha an</w:t>
            </w:r>
            <w:r w:rsidR="008A6AC0">
              <w:rPr>
                <w:lang w:val="ga"/>
              </w:rPr>
              <w:t xml:space="preserve"> Chabháin</w:t>
            </w:r>
            <w:r w:rsidR="00DD7D1D">
              <w:rPr>
                <w:lang w:val="ga"/>
              </w:rPr>
              <w:t xml:space="preserve"> agus</w:t>
            </w:r>
            <w:r w:rsidR="008A6AC0">
              <w:rPr>
                <w:lang w:val="ga"/>
              </w:rPr>
              <w:t xml:space="preserve"> Mhuineacháin</w:t>
            </w:r>
            <w:r w:rsidR="00DD7D1D">
              <w:rPr>
                <w:lang w:val="ga"/>
              </w:rPr>
              <w:t xml:space="preserve"> agus </w:t>
            </w:r>
            <w:r w:rsidR="00DD7D1D">
              <w:rPr>
                <w:lang w:val="ga"/>
              </w:rPr>
              <w:t xml:space="preserve">don tseirbhís craolacháin </w:t>
            </w:r>
            <w:r w:rsidR="00DD7D1D" w:rsidRPr="008A6AC0">
              <w:rPr>
                <w:lang w:val="ga"/>
              </w:rPr>
              <w:t>fuaime áitiúil leathanfhormáide do Chontaetha</w:t>
            </w:r>
            <w:r w:rsidR="00DD7D1D">
              <w:rPr>
                <w:lang w:val="ga"/>
              </w:rPr>
              <w:t xml:space="preserve"> </w:t>
            </w:r>
            <w:r w:rsidR="008A6AC0">
              <w:rPr>
                <w:lang w:val="ga"/>
              </w:rPr>
              <w:t>an Longfoirt, Ros Comáin agus Liatroma Theas.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FC80B" w14:textId="77777777" w:rsidR="00890162" w:rsidRDefault="00890162" w:rsidP="009025E8">
      <w:pPr>
        <w:spacing w:line="240" w:lineRule="auto"/>
      </w:pPr>
      <w:r>
        <w:separator/>
      </w:r>
    </w:p>
  </w:endnote>
  <w:endnote w:type="continuationSeparator" w:id="0">
    <w:p w14:paraId="0DD3106E" w14:textId="77777777" w:rsidR="00890162" w:rsidRDefault="00890162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6C974" w14:textId="77777777" w:rsidR="00890162" w:rsidRDefault="00890162" w:rsidP="009025E8">
      <w:pPr>
        <w:spacing w:line="240" w:lineRule="auto"/>
      </w:pPr>
      <w:r>
        <w:separator/>
      </w:r>
    </w:p>
  </w:footnote>
  <w:footnote w:type="continuationSeparator" w:id="0">
    <w:p w14:paraId="731DFDAE" w14:textId="77777777" w:rsidR="00890162" w:rsidRDefault="00890162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17301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90162"/>
    <w:rsid w:val="008A6AC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D7D1D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65CF8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3331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Deborah Molloy Bergin</cp:lastModifiedBy>
  <cp:revision>4</cp:revision>
  <cp:lastPrinted>2012-09-05T11:45:00Z</cp:lastPrinted>
  <dcterms:created xsi:type="dcterms:W3CDTF">2022-09-22T09:35:00Z</dcterms:created>
  <dcterms:modified xsi:type="dcterms:W3CDTF">2022-09-22T10:01:00Z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