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15932E73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175E3E92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CHONTAE </w:t>
      </w:r>
      <w:r w:rsidR="003A450A">
        <w:rPr>
          <w:b/>
          <w:bCs/>
          <w:color w:val="FFFFFF"/>
          <w:sz w:val="32"/>
          <w:szCs w:val="32"/>
          <w:lang w:val="ga"/>
        </w:rPr>
        <w:t>LOCH GARMAN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A69A939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3A450A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69662486" w:rsidR="00595443" w:rsidRPr="00E369EF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0E94090A" w14:textId="7CEC1CF7" w:rsidR="00E369EF" w:rsidRDefault="00E369EF" w:rsidP="00E369EF">
      <w:pPr>
        <w:shd w:val="clear" w:color="auto" w:fill="F2F2F2"/>
        <w:rPr>
          <w:szCs w:val="20"/>
        </w:rPr>
      </w:pPr>
    </w:p>
    <w:p w14:paraId="09202E10" w14:textId="77777777" w:rsidR="00E369EF" w:rsidRPr="00E369EF" w:rsidRDefault="00E369EF" w:rsidP="00E369EF">
      <w:pPr>
        <w:shd w:val="clear" w:color="auto" w:fill="F2F2F2"/>
        <w:rPr>
          <w:szCs w:val="20"/>
        </w:rPr>
      </w:pP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031CAEC2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3A450A">
              <w:rPr>
                <w:lang w:val="ga"/>
              </w:rPr>
              <w:t xml:space="preserve">áitiúil leathanfhormáide do Chontae </w:t>
            </w:r>
            <w:r w:rsidR="003A450A">
              <w:rPr>
                <w:lang w:val="ga"/>
              </w:rPr>
              <w:t>Loch Garman.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B5B25" w14:textId="77777777" w:rsidR="000A70E3" w:rsidRDefault="000A70E3" w:rsidP="009025E8">
      <w:pPr>
        <w:spacing w:line="240" w:lineRule="auto"/>
      </w:pPr>
      <w:r>
        <w:separator/>
      </w:r>
    </w:p>
  </w:endnote>
  <w:endnote w:type="continuationSeparator" w:id="0">
    <w:p w14:paraId="02D6999C" w14:textId="77777777" w:rsidR="000A70E3" w:rsidRDefault="000A70E3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20A62" w14:textId="77777777" w:rsidR="000A70E3" w:rsidRDefault="000A70E3" w:rsidP="009025E8">
      <w:pPr>
        <w:spacing w:line="240" w:lineRule="auto"/>
      </w:pPr>
      <w:r>
        <w:separator/>
      </w:r>
    </w:p>
  </w:footnote>
  <w:footnote w:type="continuationSeparator" w:id="0">
    <w:p w14:paraId="7736DE0E" w14:textId="77777777" w:rsidR="000A70E3" w:rsidRDefault="000A70E3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A70E3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A450A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369EF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2997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2022-08-08T13:45:00Z</dcterms:created>
  <dcterms:modified xsi:type="dcterms:W3CDTF">2022-08-08T13:46:00Z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