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A6DC8" w14:textId="77777777" w:rsidR="00243ABC" w:rsidRPr="007353A9" w:rsidRDefault="00243ABC" w:rsidP="007353A9"/>
    <w:p w14:paraId="65173A6D" w14:textId="41ED8F61" w:rsidR="00243ABC" w:rsidRPr="00243ABC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  <w:t>lÉiriú intinne</w:t>
      </w:r>
    </w:p>
    <w:p w14:paraId="47295884" w14:textId="0F752A41" w:rsidR="00243ABC" w:rsidRPr="00F13E9D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chun iarratas a chur isteach do chonradh craolacháin fuaime</w:t>
      </w:r>
    </w:p>
    <w:p w14:paraId="4D8EB9E7" w14:textId="5A0C289F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</w:rPr>
      </w:pPr>
      <w:r>
        <w:rPr>
          <w:b/>
          <w:bCs/>
          <w:color w:val="9BBB59"/>
          <w:sz w:val="32"/>
          <w:szCs w:val="32"/>
          <w:lang w:val="ga"/>
        </w:rPr>
        <w:t>DO</w:t>
      </w:r>
    </w:p>
    <w:p w14:paraId="777EB572" w14:textId="58ECA71C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SHEIRBHÍS ÁITIÚIL LEATHANFHORMÁIDE </w:t>
      </w:r>
    </w:p>
    <w:p w14:paraId="604945D4" w14:textId="7777777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LUCHT ÉISTEACHTA FÁSTA IOMLÁN </w:t>
      </w:r>
    </w:p>
    <w:p w14:paraId="5303D125" w14:textId="0C33E91F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DO </w:t>
      </w:r>
      <w:r w:rsidR="006B16AB">
        <w:rPr>
          <w:b/>
          <w:bCs/>
          <w:color w:val="FFFFFF"/>
          <w:sz w:val="32"/>
          <w:szCs w:val="32"/>
          <w:lang w:val="ga"/>
        </w:rPr>
        <w:t>CHATHAIR AGUS CONTAE PHORT LÁIRGE</w:t>
      </w:r>
    </w:p>
    <w:p w14:paraId="78C2FD57" w14:textId="78D4B239" w:rsidR="00F14700" w:rsidRPr="00F13E9D" w:rsidRDefault="00EB34C9" w:rsidP="00F13E9D">
      <w:pPr>
        <w:rPr>
          <w:i/>
          <w:sz w:val="32"/>
          <w:szCs w:val="32"/>
        </w:rPr>
      </w:pP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countyname countyname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separate"/>
      </w:r>
      <w:bookmarkStart w:id="0" w:name="countyname"/>
      <w:r>
        <w:rPr>
          <w:i/>
          <w:iCs/>
          <w:sz w:val="32"/>
          <w:szCs w:val="32"/>
          <w:shd w:val="clear" w:color="auto" w:fill="F2F2F2"/>
          <w:lang w:val="ga"/>
        </w:rPr>
        <w:t>clóscríobh ainm contae anseo</w:t>
      </w:r>
      <w:bookmarkEnd w:id="0"/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 \* MERGEFORMAT </w:instrText>
      </w:r>
      <w:r>
        <w:rPr>
          <w:sz w:val="32"/>
          <w:szCs w:val="32"/>
          <w:lang w:val="ga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3BC7D842" w:rsidR="00A33467" w:rsidRPr="005E4E85" w:rsidRDefault="00105552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Sula gcomhlánófar an Léiriú Intinne, léigh </w:t>
      </w:r>
      <w:r>
        <w:rPr>
          <w:i/>
          <w:iCs/>
          <w:szCs w:val="20"/>
          <w:lang w:val="ga"/>
        </w:rPr>
        <w:t xml:space="preserve">Fógra Rúin </w:t>
      </w:r>
      <w:r w:rsidR="000C6AAA">
        <w:rPr>
          <w:i/>
          <w:iCs/>
          <w:szCs w:val="20"/>
          <w:lang w:val="ga"/>
        </w:rPr>
        <w:t>an</w:t>
      </w:r>
      <w:r>
        <w:rPr>
          <w:i/>
          <w:iCs/>
          <w:szCs w:val="20"/>
          <w:lang w:val="ga"/>
        </w:rPr>
        <w:t xml:space="preserve"> Próiseas Iarratais Mear a Ghairm</w:t>
      </w:r>
      <w:r w:rsidR="000C6AAA">
        <w:rPr>
          <w:i/>
          <w:iCs/>
          <w:szCs w:val="20"/>
          <w:lang w:val="ga"/>
        </w:rPr>
        <w:t xml:space="preserve"> chun</w:t>
      </w:r>
      <w:r w:rsidR="00FF62E3">
        <w:rPr>
          <w:i/>
          <w:iCs/>
          <w:szCs w:val="20"/>
          <w:lang w:val="ga"/>
        </w:rPr>
        <w:t xml:space="preserve"> </w:t>
      </w:r>
      <w:r w:rsidR="003C4001">
        <w:rPr>
          <w:i/>
          <w:iCs/>
          <w:szCs w:val="20"/>
          <w:lang w:val="ga"/>
        </w:rPr>
        <w:t>C</w:t>
      </w:r>
      <w:r w:rsidR="00FF62E3">
        <w:rPr>
          <w:i/>
          <w:iCs/>
          <w:szCs w:val="20"/>
          <w:lang w:val="ga"/>
        </w:rPr>
        <w:t>onrad</w:t>
      </w:r>
      <w:r w:rsidR="003C4001">
        <w:rPr>
          <w:i/>
          <w:iCs/>
          <w:szCs w:val="20"/>
          <w:lang w:val="ga"/>
        </w:rPr>
        <w:t>h Craolacháin Fua</w:t>
      </w:r>
      <w:r w:rsidR="002D19D8">
        <w:rPr>
          <w:i/>
          <w:iCs/>
          <w:szCs w:val="20"/>
          <w:lang w:val="ga"/>
        </w:rPr>
        <w:t>ime</w:t>
      </w:r>
      <w:r w:rsidR="003C4001">
        <w:rPr>
          <w:i/>
          <w:iCs/>
          <w:szCs w:val="20"/>
          <w:lang w:val="ga"/>
        </w:rPr>
        <w:t xml:space="preserve"> a bhronnadh</w:t>
      </w:r>
      <w:r>
        <w:rPr>
          <w:i/>
          <w:iCs/>
          <w:szCs w:val="20"/>
          <w:lang w:val="ga"/>
        </w:rPr>
        <w:t xml:space="preserve"> (“Fógra”)</w:t>
      </w:r>
      <w:r>
        <w:rPr>
          <w:szCs w:val="20"/>
          <w:lang w:val="ga"/>
        </w:rPr>
        <w:t xml:space="preserve"> agus an </w:t>
      </w:r>
      <w:r>
        <w:rPr>
          <w:i/>
          <w:iCs/>
          <w:szCs w:val="20"/>
          <w:lang w:val="ga"/>
        </w:rPr>
        <w:t xml:space="preserve">Treoir do Léirithe Intinne do sheirbhís craolacháin </w:t>
      </w:r>
      <w:r w:rsidRPr="006B16AB">
        <w:rPr>
          <w:i/>
          <w:iCs/>
          <w:szCs w:val="20"/>
          <w:lang w:val="ga"/>
        </w:rPr>
        <w:t xml:space="preserve">fuaime áitiúil leathanfhormáide </w:t>
      </w:r>
      <w:r>
        <w:rPr>
          <w:i/>
          <w:iCs/>
          <w:szCs w:val="20"/>
          <w:lang w:val="ga"/>
        </w:rPr>
        <w:t>a sholáthar (“Treoir”)</w:t>
      </w:r>
      <w:r>
        <w:rPr>
          <w:szCs w:val="20"/>
          <w:lang w:val="ga"/>
        </w:rPr>
        <w:t xml:space="preserve"> foilsithe ar shuíomh gréasáin Údaráis Craolacháin na hÉireann (BAI) </w:t>
      </w:r>
      <w:hyperlink r:id="rId12" w:history="1">
        <w:r>
          <w:rPr>
            <w:rStyle w:val="Hyperlink"/>
            <w:szCs w:val="20"/>
            <w:lang w:val="ga"/>
          </w:rPr>
          <w:t>www.bai.ie</w:t>
        </w:r>
      </w:hyperlink>
      <w:r w:rsidR="00634D3C">
        <w:rPr>
          <w:szCs w:val="20"/>
          <w:lang w:val="ga"/>
        </w:rPr>
        <w:t xml:space="preserve"> ar </w:t>
      </w:r>
      <w:r w:rsidR="00284C02">
        <w:rPr>
          <w:szCs w:val="20"/>
          <w:lang w:val="ga"/>
        </w:rPr>
        <w:t>22 Meán Fómhair 2022.</w:t>
      </w:r>
      <w:r>
        <w:rPr>
          <w:szCs w:val="20"/>
          <w:lang w:val="ga"/>
        </w:rPr>
        <w:t xml:space="preserve">  Cuireann an Fógra agus an Treoir an cúlra ar fáil agus leagann siad amach na riachtanais maidir le Léiriú Intinne a chur isteach.</w:t>
      </w:r>
    </w:p>
    <w:p w14:paraId="56A865AC" w14:textId="77777777" w:rsidR="00A33467" w:rsidRPr="005E4E85" w:rsidRDefault="00A33467" w:rsidP="005E4E85">
      <w:pPr>
        <w:shd w:val="clear" w:color="auto" w:fill="F2F2F2"/>
        <w:jc w:val="both"/>
        <w:rPr>
          <w:szCs w:val="20"/>
        </w:rPr>
      </w:pPr>
    </w:p>
    <w:p w14:paraId="15516B67" w14:textId="763BDD9A" w:rsidR="00F51306" w:rsidRPr="005E4E85" w:rsidRDefault="00575ADD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Comhlánaigh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>Léiriú Intinne ina iomláine.  Ní mheasfar go bhfuil</w:t>
      </w:r>
      <w:r w:rsidR="002B3D00">
        <w:rPr>
          <w:szCs w:val="20"/>
          <w:lang w:val="ga"/>
        </w:rPr>
        <w:t xml:space="preserve"> foirmeacha</w:t>
      </w:r>
      <w:r>
        <w:rPr>
          <w:szCs w:val="20"/>
          <w:lang w:val="ga"/>
        </w:rPr>
        <w:t xml:space="preserve"> Léirithe Intinne neamhchríochnaithe bailí.  Nuair a bheidh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 xml:space="preserve">Léiriú Intinne críochnaithe, priontáil agus sínigh é agus cuir chuig an BAI mar aon doiciméad PDF amháin trí scanadh nó trí ríomhphost, nó tríd an bpost nó trí chruachóip a sheachadadh de láimh chuig oifigí an BAI de réir na dtreoracha sa Treoir.  Trí </w:t>
      </w:r>
      <w:r w:rsidR="00CF18DE">
        <w:rPr>
          <w:szCs w:val="20"/>
          <w:lang w:val="ga"/>
        </w:rPr>
        <w:t>d</w:t>
      </w:r>
      <w:r w:rsidR="00D810EE">
        <w:rPr>
          <w:szCs w:val="20"/>
          <w:lang w:val="ga"/>
        </w:rPr>
        <w:t>’</w:t>
      </w:r>
      <w:r w:rsidR="00CF18DE">
        <w:rPr>
          <w:szCs w:val="20"/>
          <w:lang w:val="ga"/>
        </w:rPr>
        <w:t>f</w:t>
      </w:r>
      <w:r w:rsidR="00D810EE">
        <w:rPr>
          <w:szCs w:val="20"/>
          <w:lang w:val="ga"/>
        </w:rPr>
        <w:t>h</w:t>
      </w:r>
      <w:r w:rsidR="00CF18DE">
        <w:rPr>
          <w:szCs w:val="20"/>
          <w:lang w:val="ga"/>
        </w:rPr>
        <w:t>oirm</w:t>
      </w:r>
      <w:r>
        <w:rPr>
          <w:szCs w:val="20"/>
          <w:lang w:val="ga"/>
        </w:rPr>
        <w:t xml:space="preserve"> Léirithe Intinne a </w:t>
      </w:r>
      <w:r w:rsidR="00451301">
        <w:rPr>
          <w:szCs w:val="20"/>
          <w:lang w:val="ga"/>
        </w:rPr>
        <w:t>chur isteach</w:t>
      </w:r>
      <w:r>
        <w:rPr>
          <w:szCs w:val="20"/>
          <w:lang w:val="ga"/>
        </w:rPr>
        <w:t xml:space="preserve"> tá tú ag dearbhú an mhéid seo a leanas don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3D7A8E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léigh tú agus gur thuig tú an Treoir;</w:t>
      </w:r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íocadh éarlais €20,000 isteach sa chuntas bainc BAI; agus</w:t>
      </w:r>
    </w:p>
    <w:p w14:paraId="0B570476" w14:textId="42EFF56D" w:rsidR="00595443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  <w:lang w:val="ga"/>
        </w:rPr>
        <w:t>go dtoilíonn tú go gcuirfear do Léiriú Intinne ar fáil don phobal.</w:t>
      </w: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0AEB90" w14:textId="29F1271D" w:rsidR="00210806" w:rsidRPr="00615EAD" w:rsidRDefault="00210806" w:rsidP="00210806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proofErr w:type="spellStart"/>
      <w:r>
        <w:rPr>
          <w:rFonts w:ascii="Arial" w:hAnsi="Arial"/>
          <w:szCs w:val="28"/>
          <w:lang w:val="en-IE" w:eastAsia="x-none" w:bidi="en-US"/>
        </w:rPr>
        <w:t>Freagr</w:t>
      </w:r>
      <w:r w:rsidR="004F21AB">
        <w:rPr>
          <w:rFonts w:ascii="Arial" w:hAnsi="Arial"/>
          <w:szCs w:val="28"/>
          <w:lang w:val="en-IE" w:eastAsia="x-none" w:bidi="en-US"/>
        </w:rPr>
        <w:t>óir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3"/>
        <w:gridCol w:w="3959"/>
        <w:gridCol w:w="934"/>
      </w:tblGrid>
      <w:tr w:rsidR="00974B20" w:rsidRPr="003D7A8E" w14:paraId="36245ED3" w14:textId="77777777" w:rsidTr="004F21AB"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>
              <w:rPr>
                <w:b/>
                <w:bCs/>
                <w:color w:val="FFFFFF"/>
                <w:szCs w:val="20"/>
                <w:lang w:val="ga"/>
              </w:rPr>
              <w:t>Freagróir</w:t>
            </w:r>
          </w:p>
        </w:tc>
      </w:tr>
      <w:tr w:rsidR="00335D1F" w:rsidRPr="003D7A8E" w14:paraId="7E5419F0" w14:textId="77777777" w:rsidTr="004F21AB">
        <w:trPr>
          <w:trHeight w:val="345"/>
        </w:trPr>
        <w:tc>
          <w:tcPr>
            <w:tcW w:w="4123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1.1 Céard é an t-eintiteas dleathach atá ag cur an léirithe intinne seo isteach?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>
              <w:rPr>
                <w:i/>
                <w:iCs/>
                <w:szCs w:val="20"/>
                <w:lang w:val="ga"/>
              </w:rPr>
              <w:t xml:space="preserve">Cuir X isteach sa bhosca cuí </w:t>
            </w:r>
            <w:r>
              <w:rPr>
                <w:b/>
                <w:bCs/>
                <w:i/>
                <w:iCs/>
                <w:szCs w:val="20"/>
                <w:lang w:val="ga"/>
              </w:rPr>
              <w:t>amháin</w:t>
            </w:r>
          </w:p>
        </w:tc>
      </w:tr>
      <w:tr w:rsidR="00335D1F" w:rsidRPr="003D7A8E" w14:paraId="30CEDB2B" w14:textId="77777777" w:rsidTr="004F21AB">
        <w:trPr>
          <w:trHeight w:val="345"/>
        </w:trPr>
        <w:tc>
          <w:tcPr>
            <w:tcW w:w="4123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Duine Aonair</w:t>
            </w:r>
          </w:p>
        </w:tc>
        <w:tc>
          <w:tcPr>
            <w:tcW w:w="934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4F21AB">
        <w:trPr>
          <w:trHeight w:val="345"/>
        </w:trPr>
        <w:tc>
          <w:tcPr>
            <w:tcW w:w="4123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Cuideachta Theoranta</w:t>
            </w:r>
          </w:p>
        </w:tc>
        <w:tc>
          <w:tcPr>
            <w:tcW w:w="934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4F21AB">
        <w:trPr>
          <w:trHeight w:val="345"/>
        </w:trPr>
        <w:tc>
          <w:tcPr>
            <w:tcW w:w="4123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Trádálaí Aonair</w:t>
            </w:r>
          </w:p>
        </w:tc>
        <w:tc>
          <w:tcPr>
            <w:tcW w:w="934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4F21AB">
        <w:trPr>
          <w:trHeight w:val="345"/>
        </w:trPr>
        <w:tc>
          <w:tcPr>
            <w:tcW w:w="4123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Comharchumann</w:t>
            </w:r>
          </w:p>
        </w:tc>
        <w:tc>
          <w:tcPr>
            <w:tcW w:w="934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4F21AB">
        <w:tc>
          <w:tcPr>
            <w:tcW w:w="4123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 xml:space="preserve">Ainm Trádála (más bainteach) </w:t>
            </w:r>
          </w:p>
        </w:tc>
        <w:tc>
          <w:tcPr>
            <w:tcW w:w="4893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4F21AB">
        <w:tc>
          <w:tcPr>
            <w:tcW w:w="4123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Chláraithe na Cuideachta (más bainteach)</w:t>
            </w:r>
          </w:p>
        </w:tc>
        <w:tc>
          <w:tcPr>
            <w:tcW w:w="4893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4F21AB">
        <w:tc>
          <w:tcPr>
            <w:tcW w:w="4123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1.2 Sonraí Teagmhála: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4F21AB">
        <w:tc>
          <w:tcPr>
            <w:tcW w:w="4123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Iomlán an Duine Teagmhála:</w:t>
            </w:r>
          </w:p>
        </w:tc>
        <w:tc>
          <w:tcPr>
            <w:tcW w:w="4893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4F21AB">
        <w:tc>
          <w:tcPr>
            <w:tcW w:w="4123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Ríomhphoist an Duine Teagmhála:</w:t>
            </w:r>
          </w:p>
        </w:tc>
        <w:tc>
          <w:tcPr>
            <w:tcW w:w="4893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4F21AB">
        <w:tc>
          <w:tcPr>
            <w:tcW w:w="4123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Uimhir Ghutháin an Duine Teagmhála:</w:t>
            </w:r>
          </w:p>
        </w:tc>
        <w:tc>
          <w:tcPr>
            <w:tcW w:w="4893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4F21AB">
        <w:trPr>
          <w:trHeight w:val="917"/>
        </w:trPr>
        <w:tc>
          <w:tcPr>
            <w:tcW w:w="4123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Poist an Duine Teagmhála:</w:t>
            </w:r>
          </w:p>
        </w:tc>
        <w:tc>
          <w:tcPr>
            <w:tcW w:w="4893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</w:rPr>
      </w:pPr>
      <w:bookmarkStart w:id="1" w:name="_Toc325643786"/>
      <w:r>
        <w:rPr>
          <w:rFonts w:ascii="Arial" w:hAnsi="Arial"/>
          <w:szCs w:val="28"/>
          <w:lang w:val="ga"/>
        </w:rPr>
        <w:t>Léiriú Intinne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  <w:lang w:val="ga"/>
              </w:rPr>
              <w:t>2.1 Comhlánaigh an paragraf seo a leanas ina iomláine agus déan cinnte go bpriontálfaidh, go sínfidh agus go gcuirfidh tú dáta leis an léiriú sula gcuirfear isteach i bhformáid PDF é trí ríomhphost nó trí chruachóip chuig oifigí an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0EA3C45C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rPr>
                <w:lang w:val="ga"/>
              </w:rPr>
              <w:t xml:space="preserve">Deimhním,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, thar ceann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leis seo go bhfuil sé de rún ag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iarratas a chur isteach do chonradh craolacháin fuaime don tseirbhís craolacháin fuaime </w:t>
            </w:r>
            <w:r w:rsidRPr="00767EF8">
              <w:rPr>
                <w:lang w:val="ga"/>
              </w:rPr>
              <w:t>áitiúil leathanfhormáide</w:t>
            </w:r>
            <w:r w:rsidR="006B16AB" w:rsidRPr="00767EF8">
              <w:rPr>
                <w:lang w:val="ga"/>
              </w:rPr>
              <w:t xml:space="preserve"> </w:t>
            </w:r>
            <w:r w:rsidRPr="00767EF8">
              <w:rPr>
                <w:lang w:val="ga"/>
              </w:rPr>
              <w:t>do</w:t>
            </w:r>
            <w:r w:rsidR="006B16AB" w:rsidRPr="00767EF8">
              <w:rPr>
                <w:lang w:val="ga"/>
              </w:rPr>
              <w:t xml:space="preserve"> Chathair agus</w:t>
            </w:r>
            <w:r w:rsidRPr="00767EF8">
              <w:rPr>
                <w:lang w:val="ga"/>
              </w:rPr>
              <w:t xml:space="preserve"> Contae</w:t>
            </w:r>
            <w:r w:rsidR="006B16AB" w:rsidRPr="00767EF8">
              <w:rPr>
                <w:lang w:val="ga"/>
              </w:rPr>
              <w:t xml:space="preserve"> Phort Láirge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rPr>
                <w:lang w:val="ga"/>
              </w:rPr>
              <w:t>Deimhním chomh maith gur íocadh éarlais €20,000 go dtí an cuntas bainc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bCs/>
                <w:szCs w:val="20"/>
                <w:lang w:val="ga"/>
              </w:rPr>
              <w:t>(Ceannlitreacha)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(Síniú)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Dáta: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9966FF">
      <w:headerReference w:type="default" r:id="rId13"/>
      <w:headerReference w:type="first" r:id="rId14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55832" w14:textId="77777777" w:rsidR="006A2837" w:rsidRDefault="006A2837" w:rsidP="009025E8">
      <w:pPr>
        <w:spacing w:line="240" w:lineRule="auto"/>
      </w:pPr>
      <w:r>
        <w:separator/>
      </w:r>
    </w:p>
  </w:endnote>
  <w:endnote w:type="continuationSeparator" w:id="0">
    <w:p w14:paraId="5F12642C" w14:textId="77777777" w:rsidR="006A2837" w:rsidRDefault="006A2837" w:rsidP="00902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32FE9" w14:textId="77777777" w:rsidR="006A2837" w:rsidRDefault="006A2837" w:rsidP="009025E8">
      <w:pPr>
        <w:spacing w:line="240" w:lineRule="auto"/>
      </w:pPr>
      <w:r>
        <w:separator/>
      </w:r>
    </w:p>
  </w:footnote>
  <w:footnote w:type="continuationSeparator" w:id="0">
    <w:p w14:paraId="25E66495" w14:textId="77777777" w:rsidR="006A2837" w:rsidRDefault="006A2837" w:rsidP="009025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3025" w14:textId="1F7B4A78" w:rsidR="00BD2831" w:rsidRDefault="00E71658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7C9357C2" wp14:editId="3B9AA85C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739A711" wp14:editId="39CB0241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EF9417" w14:textId="366A2847" w:rsidR="00E71658" w:rsidRPr="00A24EDA" w:rsidRDefault="00A24EDA" w:rsidP="00A0379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39A71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43EF9417" w14:textId="366A2847" w:rsidR="00E71658" w:rsidRPr="00A24EDA" w:rsidRDefault="00A24EDA" w:rsidP="00A0379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ga"/>
      </w:rPr>
      <w:drawing>
        <wp:anchor distT="0" distB="0" distL="114300" distR="114300" simplePos="0" relativeHeight="251659264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ga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5BAB3106" w:rsidR="00DE3991" w:rsidRPr="009D7756" w:rsidRDefault="00DE3991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</w:rPr>
                          </w:pPr>
                          <w:r w:rsidRPr="009D7756"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ga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1A07CE9D" w14:textId="5BAB3106" w:rsidR="00DE3991" w:rsidRPr="009D7756" w:rsidRDefault="00DE3991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</w:rPr>
                    </w:pPr>
                    <w:r w:rsidRPr="009D7756"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ga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22ED8"/>
    <w:rsid w:val="00034A37"/>
    <w:rsid w:val="00052A10"/>
    <w:rsid w:val="0006292E"/>
    <w:rsid w:val="00090CF7"/>
    <w:rsid w:val="000B20F6"/>
    <w:rsid w:val="000B7BBB"/>
    <w:rsid w:val="000C6AAA"/>
    <w:rsid w:val="000C6AFD"/>
    <w:rsid w:val="000F56DE"/>
    <w:rsid w:val="000F7742"/>
    <w:rsid w:val="001028EB"/>
    <w:rsid w:val="0010493F"/>
    <w:rsid w:val="00105552"/>
    <w:rsid w:val="00107FCC"/>
    <w:rsid w:val="00111ED2"/>
    <w:rsid w:val="00117EA0"/>
    <w:rsid w:val="0014068E"/>
    <w:rsid w:val="00162C50"/>
    <w:rsid w:val="0017766E"/>
    <w:rsid w:val="00191612"/>
    <w:rsid w:val="0019615F"/>
    <w:rsid w:val="001A55D1"/>
    <w:rsid w:val="001B2811"/>
    <w:rsid w:val="001B31CF"/>
    <w:rsid w:val="001B4DBC"/>
    <w:rsid w:val="001C63AE"/>
    <w:rsid w:val="001F46CB"/>
    <w:rsid w:val="002045E6"/>
    <w:rsid w:val="00210806"/>
    <w:rsid w:val="0021532C"/>
    <w:rsid w:val="00243ABC"/>
    <w:rsid w:val="0026743D"/>
    <w:rsid w:val="002707D5"/>
    <w:rsid w:val="00274A49"/>
    <w:rsid w:val="002826B2"/>
    <w:rsid w:val="00284C02"/>
    <w:rsid w:val="00293B96"/>
    <w:rsid w:val="002978F1"/>
    <w:rsid w:val="002A7603"/>
    <w:rsid w:val="002B3D00"/>
    <w:rsid w:val="002C4F52"/>
    <w:rsid w:val="002C7D16"/>
    <w:rsid w:val="002D19D8"/>
    <w:rsid w:val="002E03B2"/>
    <w:rsid w:val="002E2456"/>
    <w:rsid w:val="002E2BC0"/>
    <w:rsid w:val="002F4260"/>
    <w:rsid w:val="003103AC"/>
    <w:rsid w:val="00315C62"/>
    <w:rsid w:val="00325A6F"/>
    <w:rsid w:val="00326FC8"/>
    <w:rsid w:val="00335D1F"/>
    <w:rsid w:val="00337A46"/>
    <w:rsid w:val="00367CDE"/>
    <w:rsid w:val="003922AD"/>
    <w:rsid w:val="003B451B"/>
    <w:rsid w:val="003B519E"/>
    <w:rsid w:val="003C4001"/>
    <w:rsid w:val="003D44AE"/>
    <w:rsid w:val="003D7A8E"/>
    <w:rsid w:val="0040376E"/>
    <w:rsid w:val="004223BE"/>
    <w:rsid w:val="00450C90"/>
    <w:rsid w:val="00451301"/>
    <w:rsid w:val="004603E9"/>
    <w:rsid w:val="00492985"/>
    <w:rsid w:val="004960B4"/>
    <w:rsid w:val="004F12AB"/>
    <w:rsid w:val="004F21AB"/>
    <w:rsid w:val="00507A9C"/>
    <w:rsid w:val="0051086A"/>
    <w:rsid w:val="0052168E"/>
    <w:rsid w:val="00557533"/>
    <w:rsid w:val="00560F8E"/>
    <w:rsid w:val="00565369"/>
    <w:rsid w:val="00575ADD"/>
    <w:rsid w:val="00595443"/>
    <w:rsid w:val="005B0445"/>
    <w:rsid w:val="005B683D"/>
    <w:rsid w:val="005E4E85"/>
    <w:rsid w:val="00610032"/>
    <w:rsid w:val="00615EAD"/>
    <w:rsid w:val="00634D3C"/>
    <w:rsid w:val="00650016"/>
    <w:rsid w:val="00682900"/>
    <w:rsid w:val="0068705C"/>
    <w:rsid w:val="006A2837"/>
    <w:rsid w:val="006B16AB"/>
    <w:rsid w:val="006C00AA"/>
    <w:rsid w:val="006C61B7"/>
    <w:rsid w:val="006D262C"/>
    <w:rsid w:val="006E0D50"/>
    <w:rsid w:val="007010A7"/>
    <w:rsid w:val="00705E8B"/>
    <w:rsid w:val="007353A9"/>
    <w:rsid w:val="007375D5"/>
    <w:rsid w:val="00766417"/>
    <w:rsid w:val="00767EF8"/>
    <w:rsid w:val="00777A90"/>
    <w:rsid w:val="007869E5"/>
    <w:rsid w:val="007E3C54"/>
    <w:rsid w:val="007E7122"/>
    <w:rsid w:val="008231E2"/>
    <w:rsid w:val="00833DC5"/>
    <w:rsid w:val="008415A2"/>
    <w:rsid w:val="0085011B"/>
    <w:rsid w:val="00854E80"/>
    <w:rsid w:val="008C4DC5"/>
    <w:rsid w:val="008C757B"/>
    <w:rsid w:val="008E68C2"/>
    <w:rsid w:val="008F616B"/>
    <w:rsid w:val="009025E8"/>
    <w:rsid w:val="00906C06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92B75"/>
    <w:rsid w:val="009966FF"/>
    <w:rsid w:val="009A388A"/>
    <w:rsid w:val="009A68CA"/>
    <w:rsid w:val="009A7AA5"/>
    <w:rsid w:val="009B435B"/>
    <w:rsid w:val="009B5DA8"/>
    <w:rsid w:val="009B61DB"/>
    <w:rsid w:val="009D4029"/>
    <w:rsid w:val="009D49EC"/>
    <w:rsid w:val="009D7756"/>
    <w:rsid w:val="009F506B"/>
    <w:rsid w:val="00A0379B"/>
    <w:rsid w:val="00A24EDA"/>
    <w:rsid w:val="00A33467"/>
    <w:rsid w:val="00A33D54"/>
    <w:rsid w:val="00A40521"/>
    <w:rsid w:val="00A432AA"/>
    <w:rsid w:val="00A73E01"/>
    <w:rsid w:val="00A77967"/>
    <w:rsid w:val="00A85833"/>
    <w:rsid w:val="00AA0538"/>
    <w:rsid w:val="00AD62E5"/>
    <w:rsid w:val="00AF1678"/>
    <w:rsid w:val="00B20B97"/>
    <w:rsid w:val="00B27ABD"/>
    <w:rsid w:val="00B33151"/>
    <w:rsid w:val="00B45CF8"/>
    <w:rsid w:val="00B529DE"/>
    <w:rsid w:val="00B56D74"/>
    <w:rsid w:val="00B571BB"/>
    <w:rsid w:val="00B575F3"/>
    <w:rsid w:val="00B6293C"/>
    <w:rsid w:val="00B9408B"/>
    <w:rsid w:val="00BA55BA"/>
    <w:rsid w:val="00BD2831"/>
    <w:rsid w:val="00BD37FB"/>
    <w:rsid w:val="00BE4B48"/>
    <w:rsid w:val="00C03FAC"/>
    <w:rsid w:val="00C0408A"/>
    <w:rsid w:val="00C2067B"/>
    <w:rsid w:val="00C26B44"/>
    <w:rsid w:val="00C43846"/>
    <w:rsid w:val="00C6334C"/>
    <w:rsid w:val="00C72B1B"/>
    <w:rsid w:val="00C87400"/>
    <w:rsid w:val="00CB65F7"/>
    <w:rsid w:val="00CB7B63"/>
    <w:rsid w:val="00CE3576"/>
    <w:rsid w:val="00CE582B"/>
    <w:rsid w:val="00CE7C48"/>
    <w:rsid w:val="00CF18DE"/>
    <w:rsid w:val="00CF22A7"/>
    <w:rsid w:val="00CF4572"/>
    <w:rsid w:val="00D30F83"/>
    <w:rsid w:val="00D32D9E"/>
    <w:rsid w:val="00D37931"/>
    <w:rsid w:val="00D810EE"/>
    <w:rsid w:val="00DA540F"/>
    <w:rsid w:val="00DB5623"/>
    <w:rsid w:val="00DB74B8"/>
    <w:rsid w:val="00DE3991"/>
    <w:rsid w:val="00DE4EDE"/>
    <w:rsid w:val="00DF00C3"/>
    <w:rsid w:val="00E067C6"/>
    <w:rsid w:val="00E119F1"/>
    <w:rsid w:val="00E207BB"/>
    <w:rsid w:val="00E32B61"/>
    <w:rsid w:val="00E336CA"/>
    <w:rsid w:val="00E57B48"/>
    <w:rsid w:val="00E60F3F"/>
    <w:rsid w:val="00E70749"/>
    <w:rsid w:val="00E71658"/>
    <w:rsid w:val="00E85C4D"/>
    <w:rsid w:val="00E9492E"/>
    <w:rsid w:val="00EA08BD"/>
    <w:rsid w:val="00EB34C9"/>
    <w:rsid w:val="00EB7C04"/>
    <w:rsid w:val="00EC260B"/>
    <w:rsid w:val="00EC5ED2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90A69"/>
    <w:rsid w:val="00FA6A7B"/>
    <w:rsid w:val="00FC58BC"/>
    <w:rsid w:val="00FD109C"/>
    <w:rsid w:val="00FD5A75"/>
    <w:rsid w:val="00FE667A"/>
    <w:rsid w:val="00FF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7C1D1A96-F6E3-4C8C-8C8F-1885A34A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1F46C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6C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1F46C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0C6AAA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5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2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3021</CharactersWithSpaces>
  <SharedDoc>false</SharedDoc>
  <HLinks>
    <vt:vector size="6" baseType="variant">
      <vt:variant>
        <vt:i4>6684794</vt:i4>
      </vt:variant>
      <vt:variant>
        <vt:i4>15</vt:i4>
      </vt:variant>
      <vt:variant>
        <vt:i4>0</vt:i4>
      </vt:variant>
      <vt:variant>
        <vt:i4>5</vt:i4>
      </vt:variant>
      <vt:variant>
        <vt:lpwstr>http://www.bai.ie/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creator>Deborah Molloy Bergin</dc:creator>
  <cp:lastModifiedBy>Caroline Keville</cp:lastModifiedBy>
  <cp:revision>3</cp:revision>
  <cp:lastPrinted>2012-09-05T11:45:00Z</cp:lastPrinted>
  <dcterms:created xsi:type="dcterms:W3CDTF">2022-08-08T13:06:00Z</dcterms:created>
  <dcterms:modified xsi:type="dcterms:W3CDTF">2022-08-08T13:36:00Z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