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009B57D9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69844F0A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</w:t>
      </w:r>
      <w:r w:rsidR="00841403">
        <w:rPr>
          <w:b/>
          <w:color w:val="FFFFFF"/>
          <w:sz w:val="32"/>
          <w:szCs w:val="32"/>
          <w:lang w:val="en-IE"/>
        </w:rPr>
        <w:t xml:space="preserve">Y </w:t>
      </w:r>
      <w:r w:rsidR="003A773F">
        <w:rPr>
          <w:b/>
          <w:color w:val="FFFFFF"/>
          <w:sz w:val="32"/>
          <w:szCs w:val="32"/>
          <w:lang w:val="en-IE"/>
        </w:rPr>
        <w:t>KILDARE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13D92C8B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local </w:t>
      </w:r>
      <w:r w:rsidR="00682900" w:rsidRPr="008E7947">
        <w:rPr>
          <w:i/>
          <w:iCs/>
          <w:szCs w:val="20"/>
        </w:rPr>
        <w:t>broad format sound broadcasting</w:t>
      </w:r>
      <w:r w:rsidR="00682900" w:rsidRPr="005E4E85">
        <w:rPr>
          <w:i/>
          <w:iCs/>
          <w:szCs w:val="20"/>
        </w:rPr>
        <w:t xml:space="preserve">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7ADDDB2B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 w:rsidRPr="008E7947">
              <w:t xml:space="preserve">local </w:t>
            </w:r>
            <w:r w:rsidRPr="008E7947">
              <w:t>broad-format</w:t>
            </w:r>
            <w:r w:rsidR="006E7D89" w:rsidRPr="008E7947">
              <w:t xml:space="preserve"> </w:t>
            </w:r>
            <w:r w:rsidRPr="008E7947">
              <w:t xml:space="preserve">sound broadcasting service for </w:t>
            </w:r>
            <w:r w:rsidR="00204756" w:rsidRPr="008E7947">
              <w:t>Count</w:t>
            </w:r>
            <w:r w:rsidR="00841403" w:rsidRPr="008E7947">
              <w:t xml:space="preserve">y </w:t>
            </w:r>
            <w:r w:rsidR="003A773F" w:rsidRPr="008E7947">
              <w:t>Kildare</w:t>
            </w:r>
            <w:r w:rsidR="006E7D89" w:rsidRPr="008E7947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8C38" w14:textId="77777777" w:rsidR="003F5930" w:rsidRDefault="003F5930" w:rsidP="009025E8">
      <w:pPr>
        <w:spacing w:line="240" w:lineRule="auto"/>
      </w:pPr>
      <w:r>
        <w:separator/>
      </w:r>
    </w:p>
  </w:endnote>
  <w:endnote w:type="continuationSeparator" w:id="0">
    <w:p w14:paraId="618239E2" w14:textId="77777777" w:rsidR="003F5930" w:rsidRDefault="003F5930" w:rsidP="009025E8">
      <w:pPr>
        <w:spacing w:line="240" w:lineRule="auto"/>
      </w:pPr>
      <w:r>
        <w:continuationSeparator/>
      </w:r>
    </w:p>
  </w:endnote>
  <w:endnote w:type="continuationNotice" w:id="1">
    <w:p w14:paraId="26F470B6" w14:textId="77777777" w:rsidR="003F5930" w:rsidRDefault="003F59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FD243" w14:textId="77777777" w:rsidR="003F5930" w:rsidRDefault="003F5930" w:rsidP="009025E8">
      <w:pPr>
        <w:spacing w:line="240" w:lineRule="auto"/>
      </w:pPr>
      <w:r>
        <w:separator/>
      </w:r>
    </w:p>
  </w:footnote>
  <w:footnote w:type="continuationSeparator" w:id="0">
    <w:p w14:paraId="237008E5" w14:textId="77777777" w:rsidR="003F5930" w:rsidRDefault="003F5930" w:rsidP="009025E8">
      <w:pPr>
        <w:spacing w:line="240" w:lineRule="auto"/>
      </w:pPr>
      <w:r>
        <w:continuationSeparator/>
      </w:r>
    </w:p>
  </w:footnote>
  <w:footnote w:type="continuationNotice" w:id="1">
    <w:p w14:paraId="773287F8" w14:textId="77777777" w:rsidR="003F5930" w:rsidRDefault="003F59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4964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04756"/>
    <w:rsid w:val="0021532C"/>
    <w:rsid w:val="002473A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A773F"/>
    <w:rsid w:val="003B451B"/>
    <w:rsid w:val="003B519E"/>
    <w:rsid w:val="003D44AE"/>
    <w:rsid w:val="003D7A8E"/>
    <w:rsid w:val="003F5930"/>
    <w:rsid w:val="0040376E"/>
    <w:rsid w:val="004223BE"/>
    <w:rsid w:val="00450C90"/>
    <w:rsid w:val="004603E9"/>
    <w:rsid w:val="004960B4"/>
    <w:rsid w:val="004C11AE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0A5D"/>
    <w:rsid w:val="00595443"/>
    <w:rsid w:val="005B0445"/>
    <w:rsid w:val="005B683D"/>
    <w:rsid w:val="005C654B"/>
    <w:rsid w:val="005E4E85"/>
    <w:rsid w:val="005E5331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66417"/>
    <w:rsid w:val="007869E5"/>
    <w:rsid w:val="007E7122"/>
    <w:rsid w:val="00800FCD"/>
    <w:rsid w:val="008231E2"/>
    <w:rsid w:val="00833DC5"/>
    <w:rsid w:val="00841403"/>
    <w:rsid w:val="00854E80"/>
    <w:rsid w:val="00887F6E"/>
    <w:rsid w:val="008C4DC5"/>
    <w:rsid w:val="008C757B"/>
    <w:rsid w:val="008E68C2"/>
    <w:rsid w:val="008E7947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03FF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5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2022-08-08T10:05:00Z</dcterms:created>
  <dcterms:modified xsi:type="dcterms:W3CDTF">2022-08-11T16:55:00Z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