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5F1D" w14:textId="19ECA27F" w:rsidR="00650016" w:rsidRPr="00F13E9D" w:rsidRDefault="009823E9" w:rsidP="00F13E9D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 xml:space="preserve">Statement of </w:t>
      </w:r>
      <w:r w:rsidR="00DA540F"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Inte</w:t>
      </w: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nt</w:t>
      </w:r>
    </w:p>
    <w:p w14:paraId="69ABA417" w14:textId="565B6480" w:rsidR="00105552" w:rsidRPr="00F13E9D" w:rsidRDefault="00650016" w:rsidP="00F13E9D">
      <w:pPr>
        <w:pStyle w:val="Heading1"/>
        <w:keepLines/>
        <w:shd w:val="clear" w:color="auto" w:fill="9BBB59"/>
        <w:spacing w:before="360" w:after="360" w:line="360" w:lineRule="auto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to apply for a sound broadcasting contract</w:t>
      </w:r>
    </w:p>
    <w:p w14:paraId="4D8EB9E7" w14:textId="77777777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  <w:lang w:val="en-IE"/>
        </w:rPr>
      </w:pPr>
      <w:r w:rsidRPr="00F13E9D">
        <w:rPr>
          <w:b/>
          <w:bCs/>
          <w:color w:val="9BBB59"/>
          <w:sz w:val="32"/>
          <w:szCs w:val="32"/>
          <w:lang w:val="en-IE"/>
        </w:rPr>
        <w:t>FOR</w:t>
      </w:r>
    </w:p>
    <w:p w14:paraId="777EB572" w14:textId="7C7DB9B8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A LOCAL MUSIC DRIVEN SERVICE</w:t>
      </w:r>
      <w:r w:rsidRPr="00AD62E5">
        <w:rPr>
          <w:b/>
          <w:bCs/>
          <w:color w:val="9BBB59"/>
          <w:sz w:val="32"/>
          <w:szCs w:val="32"/>
          <w:lang w:val="en-IE"/>
        </w:rPr>
        <w:t xml:space="preserve">,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 xml:space="preserve">ALL ADULT AUDIENCE </w:t>
      </w:r>
    </w:p>
    <w:p w14:paraId="5303D125" w14:textId="148D75D5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 xml:space="preserve">FOR </w:t>
      </w:r>
      <w:r w:rsidR="006C6A07">
        <w:rPr>
          <w:b/>
          <w:bCs/>
          <w:color w:val="FFFFFF"/>
          <w:sz w:val="32"/>
          <w:szCs w:val="32"/>
          <w:lang w:val="en-IE"/>
        </w:rPr>
        <w:t xml:space="preserve">CORK CITY AND </w:t>
      </w:r>
      <w:r w:rsidRPr="00AD62E5">
        <w:rPr>
          <w:b/>
          <w:bCs/>
          <w:color w:val="FFFFFF"/>
          <w:sz w:val="32"/>
          <w:szCs w:val="32"/>
          <w:lang w:val="en-IE"/>
        </w:rPr>
        <w:t>COUNTY</w:t>
      </w:r>
    </w:p>
    <w:p w14:paraId="78C2FD57" w14:textId="78D4B239" w:rsidR="00F14700" w:rsidRDefault="00EB34C9" w:rsidP="00F13E9D">
      <w:pPr>
        <w:rPr>
          <w:i/>
          <w:sz w:val="32"/>
          <w:szCs w:val="32"/>
        </w:rPr>
      </w:pP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"county name" "county name"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end"/>
      </w: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countyname countyname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separate"/>
      </w:r>
      <w:bookmarkStart w:id="0" w:name="countyname"/>
      <w:r w:rsidRPr="00EB34C9">
        <w:rPr>
          <w:i/>
          <w:sz w:val="32"/>
          <w:szCs w:val="32"/>
          <w:shd w:val="clear" w:color="auto" w:fill="F2F2F2"/>
        </w:rPr>
        <w:t>type county name here</w:t>
      </w:r>
      <w:bookmarkEnd w:id="0"/>
      <w:r w:rsidRPr="00EB34C9">
        <w:rPr>
          <w:i/>
          <w:sz w:val="32"/>
          <w:szCs w:val="32"/>
          <w:shd w:val="clear" w:color="auto" w:fill="F2F2F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\o  \* MERGEFORMAT </w:instrText>
      </w:r>
      <w:r>
        <w:rPr>
          <w:i/>
          <w:sz w:val="32"/>
          <w:szCs w:val="3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 \* MERGEFORMAT </w:instrText>
      </w:r>
      <w:r>
        <w:rPr>
          <w:i/>
          <w:sz w:val="32"/>
          <w:szCs w:val="32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794E4EF3" w:rsidR="00A33467" w:rsidRPr="003D7A8E" w:rsidRDefault="00105552" w:rsidP="00F51306">
      <w:pPr>
        <w:shd w:val="clear" w:color="auto" w:fill="F2F2F2"/>
        <w:jc w:val="both"/>
        <w:rPr>
          <w:szCs w:val="20"/>
        </w:rPr>
      </w:pPr>
      <w:r>
        <w:rPr>
          <w:szCs w:val="20"/>
        </w:rPr>
        <w:t>R</w:t>
      </w:r>
      <w:r w:rsidR="009025E8" w:rsidRPr="003D7A8E">
        <w:rPr>
          <w:szCs w:val="20"/>
        </w:rPr>
        <w:t xml:space="preserve">ead the </w:t>
      </w:r>
      <w:r w:rsidR="009823E9" w:rsidRPr="009823E9">
        <w:rPr>
          <w:i/>
          <w:szCs w:val="20"/>
        </w:rPr>
        <w:t>Notification of</w:t>
      </w:r>
      <w:r w:rsidR="00297D7A">
        <w:rPr>
          <w:i/>
          <w:szCs w:val="20"/>
        </w:rPr>
        <w:t xml:space="preserve"> the</w:t>
      </w:r>
      <w:r w:rsidR="009823E9" w:rsidRPr="009823E9">
        <w:rPr>
          <w:i/>
          <w:szCs w:val="20"/>
        </w:rPr>
        <w:t xml:space="preserve"> Intention to Invoke the Fast-track </w:t>
      </w:r>
      <w:r w:rsidR="00906C06" w:rsidRPr="005E4E85">
        <w:rPr>
          <w:i/>
          <w:szCs w:val="20"/>
        </w:rPr>
        <w:t>Application</w:t>
      </w:r>
      <w:r w:rsidR="009823E9" w:rsidRPr="009823E9">
        <w:rPr>
          <w:i/>
          <w:szCs w:val="20"/>
        </w:rPr>
        <w:t xml:space="preserve"> Process </w:t>
      </w:r>
      <w:r w:rsidR="009823E9">
        <w:rPr>
          <w:i/>
          <w:szCs w:val="20"/>
        </w:rPr>
        <w:t>for</w:t>
      </w:r>
      <w:r w:rsidR="00297D7A">
        <w:rPr>
          <w:i/>
          <w:szCs w:val="20"/>
        </w:rPr>
        <w:t xml:space="preserve"> the award of</w:t>
      </w:r>
      <w:r w:rsidR="009823E9">
        <w:rPr>
          <w:i/>
          <w:szCs w:val="20"/>
        </w:rPr>
        <w:t xml:space="preserve"> </w:t>
      </w:r>
      <w:r w:rsidR="009823E9" w:rsidRPr="009823E9">
        <w:rPr>
          <w:i/>
          <w:szCs w:val="20"/>
        </w:rPr>
        <w:t xml:space="preserve">a Sound Broadcasting </w:t>
      </w:r>
      <w:r w:rsidR="00B20CDE">
        <w:rPr>
          <w:i/>
          <w:szCs w:val="20"/>
        </w:rPr>
        <w:t>Contract</w:t>
      </w:r>
      <w:r w:rsidR="00A432AA" w:rsidRPr="005E4E85">
        <w:rPr>
          <w:szCs w:val="20"/>
        </w:rPr>
        <w:t xml:space="preserve"> </w:t>
      </w:r>
      <w:r w:rsidR="009823E9">
        <w:rPr>
          <w:i/>
          <w:szCs w:val="20"/>
        </w:rPr>
        <w:t>(“Notification”)</w:t>
      </w:r>
      <w:r w:rsidR="009823E9">
        <w:rPr>
          <w:szCs w:val="20"/>
        </w:rPr>
        <w:t xml:space="preserve"> </w:t>
      </w:r>
      <w:r w:rsidR="009B61DB" w:rsidRPr="005E4E85">
        <w:rPr>
          <w:szCs w:val="20"/>
        </w:rPr>
        <w:t xml:space="preserve">and the </w:t>
      </w:r>
      <w:r w:rsidR="009B61DB" w:rsidRPr="005E4E85">
        <w:rPr>
          <w:i/>
          <w:iCs/>
          <w:szCs w:val="20"/>
        </w:rPr>
        <w:t>Guide</w:t>
      </w:r>
      <w:r w:rsidR="00565369" w:rsidRPr="005E4E85">
        <w:rPr>
          <w:i/>
          <w:iCs/>
          <w:szCs w:val="20"/>
        </w:rPr>
        <w:t xml:space="preserve"> for Statements of Intent for </w:t>
      </w:r>
      <w:r w:rsidR="00682900" w:rsidRPr="005E4E85">
        <w:rPr>
          <w:i/>
          <w:iCs/>
          <w:szCs w:val="20"/>
        </w:rPr>
        <w:t xml:space="preserve">the provision of a </w:t>
      </w:r>
      <w:r w:rsidR="00682900" w:rsidRPr="00C33D62">
        <w:rPr>
          <w:i/>
          <w:iCs/>
          <w:szCs w:val="20"/>
        </w:rPr>
        <w:t>local music-driven</w:t>
      </w:r>
      <w:r w:rsidR="00682900" w:rsidRPr="005E4E85">
        <w:rPr>
          <w:i/>
          <w:iCs/>
          <w:szCs w:val="20"/>
        </w:rPr>
        <w:t xml:space="preserve"> sound broadcasting service</w:t>
      </w:r>
      <w:r w:rsidR="00EC5ED2" w:rsidRPr="005E4E85">
        <w:rPr>
          <w:i/>
          <w:iCs/>
          <w:szCs w:val="20"/>
        </w:rPr>
        <w:t xml:space="preserve"> (“Guide”)</w:t>
      </w:r>
      <w:r w:rsidR="00682900" w:rsidRPr="005E4E85">
        <w:rPr>
          <w:szCs w:val="20"/>
        </w:rPr>
        <w:t xml:space="preserve"> </w:t>
      </w:r>
      <w:r w:rsidR="009823E9">
        <w:rPr>
          <w:szCs w:val="20"/>
        </w:rPr>
        <w:t>pu</w:t>
      </w:r>
      <w:r w:rsidR="009025E8" w:rsidRPr="003D7A8E">
        <w:rPr>
          <w:szCs w:val="20"/>
        </w:rPr>
        <w:t>blished on the Broadcasting Authority of Ireland</w:t>
      </w:r>
      <w:r w:rsidR="00B9408B">
        <w:rPr>
          <w:szCs w:val="20"/>
        </w:rPr>
        <w:t>’s</w:t>
      </w:r>
      <w:r w:rsidR="009025E8" w:rsidRPr="003D7A8E">
        <w:rPr>
          <w:szCs w:val="20"/>
        </w:rPr>
        <w:t xml:space="preserve"> (BAI) website </w:t>
      </w:r>
      <w:hyperlink r:id="rId12" w:history="1">
        <w:r w:rsidR="009025E8" w:rsidRPr="003D7A8E">
          <w:rPr>
            <w:rStyle w:val="Hyperlink"/>
            <w:szCs w:val="20"/>
          </w:rPr>
          <w:t>www.bai.ie</w:t>
        </w:r>
      </w:hyperlink>
      <w:r w:rsidR="009025E8" w:rsidRPr="003D7A8E">
        <w:rPr>
          <w:szCs w:val="20"/>
        </w:rPr>
        <w:t xml:space="preserve"> </w:t>
      </w:r>
      <w:r w:rsidR="00A71BAA">
        <w:rPr>
          <w:szCs w:val="20"/>
        </w:rPr>
        <w:t>on the 22</w:t>
      </w:r>
      <w:r w:rsidR="00A71BAA" w:rsidRPr="00FF64B2">
        <w:rPr>
          <w:szCs w:val="20"/>
          <w:vertAlign w:val="superscript"/>
        </w:rPr>
        <w:t>nd</w:t>
      </w:r>
      <w:r w:rsidR="00A71BAA">
        <w:rPr>
          <w:szCs w:val="20"/>
        </w:rPr>
        <w:t xml:space="preserve"> of September 2022, </w:t>
      </w:r>
      <w:r w:rsidR="009025E8" w:rsidRPr="003D7A8E">
        <w:rPr>
          <w:szCs w:val="20"/>
        </w:rPr>
        <w:t xml:space="preserve">before completing this </w:t>
      </w:r>
      <w:r w:rsidR="009823E9">
        <w:rPr>
          <w:szCs w:val="20"/>
        </w:rPr>
        <w:t>Statement of Intent</w:t>
      </w:r>
      <w:r w:rsidR="009025E8" w:rsidRPr="003D7A8E">
        <w:rPr>
          <w:szCs w:val="20"/>
        </w:rPr>
        <w:t>.</w:t>
      </w:r>
      <w:r w:rsidR="00C26B44">
        <w:rPr>
          <w:szCs w:val="20"/>
        </w:rPr>
        <w:t xml:space="preserve">  </w:t>
      </w:r>
      <w:r>
        <w:rPr>
          <w:szCs w:val="20"/>
        </w:rPr>
        <w:t xml:space="preserve">The </w:t>
      </w:r>
      <w:r w:rsidR="009823E9">
        <w:rPr>
          <w:szCs w:val="20"/>
        </w:rPr>
        <w:t xml:space="preserve">Notification </w:t>
      </w:r>
      <w:r w:rsidR="00EC5ED2" w:rsidRPr="005E4E85">
        <w:rPr>
          <w:szCs w:val="20"/>
        </w:rPr>
        <w:t xml:space="preserve">and Guide provide the background and </w:t>
      </w:r>
      <w:r w:rsidR="00F90A69" w:rsidRPr="005E4E85">
        <w:rPr>
          <w:szCs w:val="20"/>
        </w:rPr>
        <w:t>set out</w:t>
      </w:r>
      <w:r w:rsidR="00C03FAC">
        <w:rPr>
          <w:szCs w:val="20"/>
        </w:rPr>
        <w:t xml:space="preserve"> the requirements </w:t>
      </w:r>
      <w:r w:rsidR="009823E9">
        <w:rPr>
          <w:szCs w:val="20"/>
        </w:rPr>
        <w:t xml:space="preserve">for </w:t>
      </w:r>
      <w:r w:rsidR="00F90A69" w:rsidRPr="005E4E85">
        <w:rPr>
          <w:szCs w:val="20"/>
        </w:rPr>
        <w:t>submitting a</w:t>
      </w:r>
      <w:r w:rsidR="009823E9">
        <w:rPr>
          <w:szCs w:val="20"/>
        </w:rPr>
        <w:t xml:space="preserve"> Statement of Intent</w:t>
      </w:r>
      <w:r w:rsidR="00C03FAC">
        <w:rPr>
          <w:szCs w:val="20"/>
        </w:rPr>
        <w:t>.</w:t>
      </w:r>
    </w:p>
    <w:p w14:paraId="56A865AC" w14:textId="77777777" w:rsidR="00A33467" w:rsidRPr="003D7A8E" w:rsidRDefault="00A33467" w:rsidP="00F51306">
      <w:pPr>
        <w:shd w:val="clear" w:color="auto" w:fill="F2F2F2"/>
        <w:jc w:val="both"/>
        <w:rPr>
          <w:szCs w:val="20"/>
        </w:rPr>
      </w:pPr>
    </w:p>
    <w:p w14:paraId="15516B67" w14:textId="4E45ACB5" w:rsidR="00F51306" w:rsidRDefault="00575ADD" w:rsidP="00F51306">
      <w:p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Complete th</w:t>
      </w:r>
      <w:r w:rsidR="00315C62">
        <w:rPr>
          <w:szCs w:val="20"/>
        </w:rPr>
        <w:t>e</w:t>
      </w:r>
      <w:r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form</w:t>
      </w:r>
      <w:r w:rsidR="009823E9">
        <w:rPr>
          <w:szCs w:val="20"/>
        </w:rPr>
        <w:t xml:space="preserve"> i</w:t>
      </w:r>
      <w:r w:rsidR="00C03FAC">
        <w:rPr>
          <w:szCs w:val="20"/>
        </w:rPr>
        <w:t xml:space="preserve">n its entirety.  </w:t>
      </w:r>
      <w:r w:rsidR="00C03FAC" w:rsidRPr="007E03DE">
        <w:rPr>
          <w:szCs w:val="20"/>
        </w:rPr>
        <w:t xml:space="preserve">Incomplete </w:t>
      </w:r>
      <w:r w:rsidR="00F90A69" w:rsidRPr="005E4E85">
        <w:rPr>
          <w:szCs w:val="20"/>
        </w:rPr>
        <w:t>Statement of Intent</w:t>
      </w:r>
      <w:r w:rsidR="00C03FAC" w:rsidRPr="005E4E85">
        <w:rPr>
          <w:szCs w:val="20"/>
        </w:rPr>
        <w:t xml:space="preserve"> </w:t>
      </w:r>
      <w:r w:rsidR="00A71BAA">
        <w:rPr>
          <w:szCs w:val="20"/>
        </w:rPr>
        <w:t xml:space="preserve">forms </w:t>
      </w:r>
      <w:r w:rsidR="00C03FAC" w:rsidRPr="007E03DE">
        <w:rPr>
          <w:szCs w:val="20"/>
        </w:rPr>
        <w:t xml:space="preserve">will not be considered </w:t>
      </w:r>
      <w:r w:rsidR="00C03FAC">
        <w:rPr>
          <w:szCs w:val="20"/>
        </w:rPr>
        <w:t>valid</w:t>
      </w:r>
      <w:r w:rsidR="00C03FAC" w:rsidRPr="005E4E85">
        <w:rPr>
          <w:szCs w:val="20"/>
        </w:rPr>
        <w:t>.</w:t>
      </w:r>
      <w:r w:rsidR="00C03FAC" w:rsidRPr="003D7A8E">
        <w:rPr>
          <w:szCs w:val="20"/>
        </w:rPr>
        <w:t xml:space="preserve"> </w:t>
      </w:r>
      <w:r w:rsidR="00C03FAC">
        <w:rPr>
          <w:szCs w:val="20"/>
        </w:rPr>
        <w:t xml:space="preserve"> </w:t>
      </w:r>
      <w:r w:rsidR="00337A46" w:rsidRPr="003D7A8E">
        <w:rPr>
          <w:szCs w:val="20"/>
        </w:rPr>
        <w:t xml:space="preserve">When completed, </w:t>
      </w:r>
      <w:proofErr w:type="gramStart"/>
      <w:r w:rsidR="009823E9">
        <w:rPr>
          <w:szCs w:val="20"/>
        </w:rPr>
        <w:t>print</w:t>
      </w:r>
      <w:proofErr w:type="gramEnd"/>
      <w:r w:rsidR="009823E9">
        <w:rPr>
          <w:szCs w:val="20"/>
        </w:rPr>
        <w:t xml:space="preserve"> and sign the Statement of Intent </w:t>
      </w:r>
      <w:r w:rsidR="00A71BAA">
        <w:rPr>
          <w:szCs w:val="20"/>
        </w:rPr>
        <w:t xml:space="preserve">form </w:t>
      </w:r>
      <w:r w:rsidR="009823E9">
        <w:rPr>
          <w:szCs w:val="20"/>
        </w:rPr>
        <w:t xml:space="preserve">and either scan and e-mail </w:t>
      </w:r>
      <w:r w:rsidR="00367CDE">
        <w:rPr>
          <w:szCs w:val="20"/>
        </w:rPr>
        <w:t xml:space="preserve">the file </w:t>
      </w:r>
      <w:r w:rsidR="009823E9">
        <w:rPr>
          <w:szCs w:val="20"/>
        </w:rPr>
        <w:t>through to the BAI as one PDF document or post or hand-deliver a hard</w:t>
      </w:r>
      <w:r w:rsidR="001B4DBC" w:rsidRPr="005E4E85">
        <w:rPr>
          <w:szCs w:val="20"/>
        </w:rPr>
        <w:t xml:space="preserve"> </w:t>
      </w:r>
      <w:r w:rsidR="009823E9">
        <w:rPr>
          <w:szCs w:val="20"/>
        </w:rPr>
        <w:t xml:space="preserve">copy to the offices of the BAI as instructed in the </w:t>
      </w:r>
      <w:r w:rsidR="00CE7C48" w:rsidRPr="005E4E85">
        <w:rPr>
          <w:szCs w:val="20"/>
        </w:rPr>
        <w:t>Guide</w:t>
      </w:r>
      <w:r w:rsidR="009823E9" w:rsidRPr="005E4E85">
        <w:rPr>
          <w:szCs w:val="20"/>
        </w:rPr>
        <w:t>.</w:t>
      </w:r>
      <w:r w:rsidR="009823E9">
        <w:rPr>
          <w:szCs w:val="20"/>
        </w:rPr>
        <w:t xml:space="preserve">  </w:t>
      </w:r>
      <w:r w:rsidR="00F51306" w:rsidRPr="003D7A8E">
        <w:rPr>
          <w:szCs w:val="20"/>
        </w:rPr>
        <w:t xml:space="preserve">By submitting </w:t>
      </w:r>
      <w:r w:rsidR="00F51306">
        <w:rPr>
          <w:szCs w:val="20"/>
        </w:rPr>
        <w:t>your</w:t>
      </w:r>
      <w:r w:rsidR="00F51306"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</w:t>
      </w:r>
      <w:proofErr w:type="gramStart"/>
      <w:r w:rsidR="00A71BAA">
        <w:rPr>
          <w:szCs w:val="20"/>
        </w:rPr>
        <w:t>form</w:t>
      </w:r>
      <w:proofErr w:type="gramEnd"/>
      <w:r w:rsidR="009823E9">
        <w:rPr>
          <w:szCs w:val="20"/>
        </w:rPr>
        <w:t xml:space="preserve"> </w:t>
      </w:r>
      <w:r w:rsidR="00C03FAC">
        <w:rPr>
          <w:szCs w:val="20"/>
        </w:rPr>
        <w:t>you are c</w:t>
      </w:r>
      <w:r w:rsidR="00F51306" w:rsidRPr="003D7A8E">
        <w:rPr>
          <w:szCs w:val="20"/>
        </w:rPr>
        <w:t>onfirming the following to the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that you have read and understood</w:t>
      </w:r>
      <w:r w:rsidR="00DA540F">
        <w:rPr>
          <w:szCs w:val="20"/>
        </w:rPr>
        <w:t xml:space="preserve"> the</w:t>
      </w:r>
      <w:r w:rsidRPr="003D7A8E">
        <w:rPr>
          <w:szCs w:val="20"/>
        </w:rPr>
        <w:t xml:space="preserve"> </w:t>
      </w:r>
      <w:proofErr w:type="gramStart"/>
      <w:r w:rsidR="00E336CA">
        <w:rPr>
          <w:szCs w:val="20"/>
        </w:rPr>
        <w:t>Guide</w:t>
      </w:r>
      <w:r w:rsidR="009823E9">
        <w:rPr>
          <w:i/>
          <w:szCs w:val="20"/>
        </w:rPr>
        <w:t>;</w:t>
      </w:r>
      <w:proofErr w:type="gramEnd"/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9823E9">
        <w:rPr>
          <w:szCs w:val="20"/>
        </w:rPr>
        <w:t xml:space="preserve">that </w:t>
      </w:r>
      <w:r w:rsidR="009823E9" w:rsidRPr="009823E9">
        <w:rPr>
          <w:szCs w:val="20"/>
        </w:rPr>
        <w:t>a deposit of €</w:t>
      </w:r>
      <w:r w:rsidR="00325A6F">
        <w:rPr>
          <w:szCs w:val="20"/>
        </w:rPr>
        <w:t>20</w:t>
      </w:r>
      <w:r w:rsidR="009823E9" w:rsidRPr="009823E9">
        <w:rPr>
          <w:szCs w:val="20"/>
        </w:rPr>
        <w:t>,000 has been paid to the BAI bank account;</w:t>
      </w:r>
      <w:r w:rsidR="009823E9">
        <w:rPr>
          <w:szCs w:val="20"/>
        </w:rPr>
        <w:t xml:space="preserve"> and</w:t>
      </w:r>
    </w:p>
    <w:p w14:paraId="0B570476" w14:textId="1E697BB9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</w:rPr>
        <w:t xml:space="preserve">that </w:t>
      </w:r>
      <w:r w:rsidR="00F51306" w:rsidRPr="009823E9">
        <w:rPr>
          <w:szCs w:val="20"/>
        </w:rPr>
        <w:t>you</w:t>
      </w:r>
      <w:r w:rsidR="003D44AE">
        <w:rPr>
          <w:szCs w:val="20"/>
        </w:rPr>
        <w:t xml:space="preserve"> consent to your Statement of Intent </w:t>
      </w:r>
      <w:r w:rsidR="00C701B8">
        <w:rPr>
          <w:szCs w:val="20"/>
        </w:rPr>
        <w:t xml:space="preserve">form </w:t>
      </w:r>
      <w:r w:rsidR="003D44AE">
        <w:rPr>
          <w:szCs w:val="20"/>
        </w:rPr>
        <w:t xml:space="preserve">being </w:t>
      </w:r>
      <w:r w:rsidR="00DA540F" w:rsidRPr="009823E9">
        <w:rPr>
          <w:szCs w:val="20"/>
        </w:rPr>
        <w:t>made public</w:t>
      </w:r>
      <w:r>
        <w:rPr>
          <w:szCs w:val="20"/>
        </w:rPr>
        <w:t>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F7BCBD" w14:textId="78CE5EF3" w:rsidR="009823E9" w:rsidRDefault="005E4E85" w:rsidP="005E4E85">
      <w:pPr>
        <w:shd w:val="clear" w:color="auto" w:fill="F2F2F2"/>
        <w:jc w:val="right"/>
        <w:rPr>
          <w:szCs w:val="20"/>
        </w:rPr>
        <w:sectPr w:rsidR="009823E9" w:rsidSect="002E6D41">
          <w:headerReference w:type="default" r:id="rId13"/>
          <w:footerReference w:type="default" r:id="rId14"/>
          <w:headerReference w:type="first" r:id="rId15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  <w:r w:rsidRPr="009619B1">
        <w:rPr>
          <w:b/>
          <w:bCs/>
          <w:i/>
          <w:iCs/>
          <w:color w:val="9BBB59"/>
          <w:sz w:val="28"/>
          <w:szCs w:val="28"/>
          <w:lang w:val="en-IE"/>
        </w:rPr>
        <w:t>September 2022</w:t>
      </w:r>
    </w:p>
    <w:p w14:paraId="0410902E" w14:textId="77777777" w:rsidR="004F12AB" w:rsidRPr="00615EAD" w:rsidRDefault="00DA540F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1" w:name="_Toc325643785"/>
      <w:r w:rsidRPr="00615EAD">
        <w:rPr>
          <w:rFonts w:ascii="Arial" w:hAnsi="Arial"/>
          <w:szCs w:val="28"/>
          <w:lang w:val="en-IE" w:eastAsia="x-none" w:bidi="en-US"/>
        </w:rPr>
        <w:lastRenderedPageBreak/>
        <w:t>Respondent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2"/>
        <w:gridCol w:w="3947"/>
        <w:gridCol w:w="937"/>
      </w:tblGrid>
      <w:tr w:rsidR="00974B20" w:rsidRPr="003D7A8E" w14:paraId="36245ED3" w14:textId="77777777" w:rsidTr="00BE4B48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 w:rsidRPr="00022ED8">
              <w:rPr>
                <w:b/>
                <w:color w:val="FFFFFF"/>
                <w:szCs w:val="20"/>
              </w:rPr>
              <w:t>Respondent</w:t>
            </w:r>
          </w:p>
        </w:tc>
      </w:tr>
      <w:tr w:rsidR="00335D1F" w:rsidRPr="003D7A8E" w14:paraId="7E5419F0" w14:textId="77777777" w:rsidTr="00BE4B48">
        <w:trPr>
          <w:trHeight w:val="345"/>
        </w:trPr>
        <w:tc>
          <w:tcPr>
            <w:tcW w:w="4234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</w:rPr>
              <w:t xml:space="preserve">1.1 </w:t>
            </w:r>
            <w:r w:rsidR="00335D1F" w:rsidRPr="00BE4B48">
              <w:rPr>
                <w:szCs w:val="20"/>
              </w:rPr>
              <w:t xml:space="preserve">What legal entity is submitting this </w:t>
            </w:r>
            <w:r w:rsidR="009823E9">
              <w:rPr>
                <w:szCs w:val="20"/>
              </w:rPr>
              <w:t>statement of intent</w:t>
            </w:r>
            <w:r w:rsidR="00335D1F" w:rsidRPr="00BE4B48">
              <w:rPr>
                <w:szCs w:val="20"/>
              </w:rPr>
              <w:t>?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 w:rsidRPr="00BE4B48">
              <w:rPr>
                <w:i/>
                <w:szCs w:val="20"/>
              </w:rPr>
              <w:t xml:space="preserve">Select </w:t>
            </w:r>
            <w:r w:rsidRPr="00BE4B48">
              <w:rPr>
                <w:b/>
                <w:i/>
                <w:szCs w:val="20"/>
              </w:rPr>
              <w:t>one only</w:t>
            </w:r>
            <w:r w:rsidRPr="00BE4B48">
              <w:rPr>
                <w:i/>
                <w:szCs w:val="20"/>
              </w:rPr>
              <w:t xml:space="preserve"> by marking X in the appropriate box</w:t>
            </w:r>
          </w:p>
        </w:tc>
      </w:tr>
      <w:tr w:rsidR="00335D1F" w:rsidRPr="003D7A8E" w14:paraId="30CEDB2B" w14:textId="77777777" w:rsidTr="00BE4B48">
        <w:trPr>
          <w:trHeight w:val="345"/>
        </w:trPr>
        <w:tc>
          <w:tcPr>
            <w:tcW w:w="4234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Individual</w:t>
            </w:r>
          </w:p>
        </w:tc>
        <w:tc>
          <w:tcPr>
            <w:tcW w:w="962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BE4B48">
        <w:trPr>
          <w:trHeight w:val="345"/>
        </w:trPr>
        <w:tc>
          <w:tcPr>
            <w:tcW w:w="4234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Limited Company</w:t>
            </w:r>
          </w:p>
        </w:tc>
        <w:tc>
          <w:tcPr>
            <w:tcW w:w="962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BE4B48">
        <w:trPr>
          <w:trHeight w:val="345"/>
        </w:trPr>
        <w:tc>
          <w:tcPr>
            <w:tcW w:w="4234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Sole Trader</w:t>
            </w:r>
          </w:p>
        </w:tc>
        <w:tc>
          <w:tcPr>
            <w:tcW w:w="962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BE4B48">
        <w:trPr>
          <w:trHeight w:val="345"/>
        </w:trPr>
        <w:tc>
          <w:tcPr>
            <w:tcW w:w="4234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Co-operative Society</w:t>
            </w:r>
          </w:p>
        </w:tc>
        <w:tc>
          <w:tcPr>
            <w:tcW w:w="962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BE4B48">
        <w:tc>
          <w:tcPr>
            <w:tcW w:w="4234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 xml:space="preserve">Trading Name (if applicable) </w:t>
            </w:r>
          </w:p>
        </w:tc>
        <w:tc>
          <w:tcPr>
            <w:tcW w:w="5008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BE4B48">
        <w:tc>
          <w:tcPr>
            <w:tcW w:w="4234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Registered Company Name (if applicable)</w:t>
            </w:r>
          </w:p>
        </w:tc>
        <w:tc>
          <w:tcPr>
            <w:tcW w:w="5008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DA540F">
        <w:tc>
          <w:tcPr>
            <w:tcW w:w="4234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1.2 Contact Details</w:t>
            </w:r>
            <w:r w:rsidR="00335D1F" w:rsidRPr="00BE4B48">
              <w:rPr>
                <w:szCs w:val="20"/>
              </w:rPr>
              <w:t>: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BE4B48">
        <w:tc>
          <w:tcPr>
            <w:tcW w:w="4234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Full Name:</w:t>
            </w:r>
          </w:p>
        </w:tc>
        <w:tc>
          <w:tcPr>
            <w:tcW w:w="5008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BE4B48">
        <w:tc>
          <w:tcPr>
            <w:tcW w:w="4234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Email Address:</w:t>
            </w:r>
          </w:p>
        </w:tc>
        <w:tc>
          <w:tcPr>
            <w:tcW w:w="5008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BE4B48">
        <w:tc>
          <w:tcPr>
            <w:tcW w:w="4234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Phone Number:</w:t>
            </w:r>
          </w:p>
        </w:tc>
        <w:tc>
          <w:tcPr>
            <w:tcW w:w="5008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022ED8">
        <w:trPr>
          <w:trHeight w:val="917"/>
        </w:trPr>
        <w:tc>
          <w:tcPr>
            <w:tcW w:w="4234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Postal Address:</w:t>
            </w:r>
          </w:p>
        </w:tc>
        <w:tc>
          <w:tcPr>
            <w:tcW w:w="5008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2" w:name="_Toc325643786"/>
      <w:r w:rsidRPr="00615EAD">
        <w:rPr>
          <w:rFonts w:ascii="Arial" w:hAnsi="Arial"/>
          <w:szCs w:val="28"/>
          <w:lang w:val="en-IE" w:eastAsia="x-none" w:bidi="en-US"/>
        </w:rPr>
        <w:t>Statement of Intent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</w:rPr>
              <w:t xml:space="preserve">2.1 </w:t>
            </w:r>
            <w:r w:rsidR="00117EA0">
              <w:rPr>
                <w:szCs w:val="20"/>
              </w:rPr>
              <w:t>Please complete the following paragraph in full and ensure you print-off</w:t>
            </w:r>
            <w:r w:rsidR="00B9408B">
              <w:rPr>
                <w:szCs w:val="20"/>
              </w:rPr>
              <w:t>,</w:t>
            </w:r>
            <w:r w:rsidR="00117EA0">
              <w:rPr>
                <w:szCs w:val="20"/>
              </w:rPr>
              <w:t xml:space="preserve"> sign and date the statement prior to submitting in PDF format by e-mail or by hardcopy to the offices of the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27EF554F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t>I,</w:t>
            </w:r>
            <w:r w:rsidR="00107FCC">
              <w:t xml:space="preserve"> </w:t>
            </w:r>
            <w:r w:rsidR="00107FCC" w:rsidRPr="00107FCC">
              <w:rPr>
                <w:shd w:val="clear" w:color="auto" w:fill="F2F2F2"/>
              </w:rPr>
              <w:fldChar w:fldCharType="begin"/>
            </w:r>
            <w:r w:rsidR="00107FCC" w:rsidRPr="00107FCC">
              <w:rPr>
                <w:shd w:val="clear" w:color="auto" w:fill="F2F2F2"/>
              </w:rPr>
              <w:instrText xml:space="preserve"> MacroButton NoMacro [insert name]</w:instrText>
            </w:r>
            <w:r w:rsidR="00107FCC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, on behalf of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 w:rsidRP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 w:rsidRP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hereby confirm that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intend to apply </w:t>
            </w:r>
            <w:r>
              <w:t xml:space="preserve">for the sound broadcasting contract for the </w:t>
            </w:r>
            <w:r w:rsidR="00D20731">
              <w:t xml:space="preserve">local </w:t>
            </w:r>
            <w:r w:rsidR="006C61B7" w:rsidRPr="00C33D62">
              <w:t>music driven</w:t>
            </w:r>
            <w:r w:rsidRPr="00C33D62">
              <w:t xml:space="preserve"> sound broadcasting service for </w:t>
            </w:r>
            <w:r w:rsidR="00436B2C" w:rsidRPr="00C33D62">
              <w:t xml:space="preserve">Cork City and </w:t>
            </w:r>
            <w:r w:rsidRPr="00C33D62">
              <w:t>County</w:t>
            </w:r>
            <w:r w:rsidR="00436B2C" w:rsidRPr="00C33D62">
              <w:t>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t>I also confirm that the deposit of €20,000 has been paid to the bank account of the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szCs w:val="20"/>
              </w:rPr>
              <w:t>(Block Capitals)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(</w:t>
            </w:r>
            <w:r w:rsidR="004960B4">
              <w:rPr>
                <w:b/>
                <w:szCs w:val="20"/>
              </w:rPr>
              <w:t>Signature)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 w:rsidRPr="00117EA0">
              <w:rPr>
                <w:b/>
                <w:szCs w:val="20"/>
              </w:rPr>
              <w:t>Date: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2E6D41">
      <w:headerReference w:type="default" r:id="rId16"/>
      <w:headerReference w:type="first" r:id="rId1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DCAE3" w14:textId="77777777" w:rsidR="00936AD9" w:rsidRDefault="00936AD9" w:rsidP="009025E8">
      <w:pPr>
        <w:spacing w:line="240" w:lineRule="auto"/>
      </w:pPr>
      <w:r>
        <w:separator/>
      </w:r>
    </w:p>
  </w:endnote>
  <w:endnote w:type="continuationSeparator" w:id="0">
    <w:p w14:paraId="7CD2B78C" w14:textId="77777777" w:rsidR="00936AD9" w:rsidRDefault="00936AD9" w:rsidP="009025E8">
      <w:pPr>
        <w:spacing w:line="240" w:lineRule="auto"/>
      </w:pPr>
      <w:r>
        <w:continuationSeparator/>
      </w:r>
    </w:p>
  </w:endnote>
  <w:endnote w:type="continuationNotice" w:id="1">
    <w:p w14:paraId="1A1CB941" w14:textId="77777777" w:rsidR="00936AD9" w:rsidRDefault="00936AD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7ED14" w14:textId="77777777" w:rsidR="00BD2831" w:rsidRDefault="006C61B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283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3005E" w14:textId="77777777" w:rsidR="00936AD9" w:rsidRDefault="00936AD9" w:rsidP="009025E8">
      <w:pPr>
        <w:spacing w:line="240" w:lineRule="auto"/>
      </w:pPr>
      <w:r>
        <w:separator/>
      </w:r>
    </w:p>
  </w:footnote>
  <w:footnote w:type="continuationSeparator" w:id="0">
    <w:p w14:paraId="5C57F95F" w14:textId="77777777" w:rsidR="00936AD9" w:rsidRDefault="00936AD9" w:rsidP="009025E8">
      <w:pPr>
        <w:spacing w:line="240" w:lineRule="auto"/>
      </w:pPr>
      <w:r>
        <w:continuationSeparator/>
      </w:r>
    </w:p>
  </w:footnote>
  <w:footnote w:type="continuationNotice" w:id="1">
    <w:p w14:paraId="363EF4CC" w14:textId="77777777" w:rsidR="00936AD9" w:rsidRDefault="00936AD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D8CB3" w14:textId="56735EB7" w:rsidR="00BD2831" w:rsidRDefault="006508CF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572558D2" wp14:editId="4ECD669A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5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8E5F484" wp14:editId="68E24C3C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9F3C2C" w14:textId="4D27D21A" w:rsidR="006508CF" w:rsidRPr="00A24EDA" w:rsidRDefault="000265DF" w:rsidP="006508C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E5F4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309F3C2C" w14:textId="4D27D21A" w:rsidR="006508CF" w:rsidRPr="00A24EDA" w:rsidRDefault="000265DF" w:rsidP="006508C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C46C" w14:textId="77777777" w:rsidR="005C654B" w:rsidRDefault="005C654B" w:rsidP="005C654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0B8449D1" wp14:editId="6D107D96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CAED935" wp14:editId="4ACF8784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DE847" w14:textId="09C756B6" w:rsidR="005C654B" w:rsidRPr="00A24EDA" w:rsidRDefault="005C654B" w:rsidP="005C654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AED9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3E1DE847" w14:textId="09C756B6" w:rsidR="005C654B" w:rsidRPr="00A24EDA" w:rsidRDefault="005C654B" w:rsidP="005C654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C10064D" w14:textId="3572818C" w:rsidR="00BD2831" w:rsidRDefault="00BD2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11C0" w14:textId="06E8D7DD" w:rsidR="00BD2831" w:rsidRPr="000265DF" w:rsidRDefault="000265DF" w:rsidP="000265D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1552" behindDoc="0" locked="0" layoutInCell="1" allowOverlap="1" wp14:anchorId="0AA54670" wp14:editId="018BDFD4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10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6E1670C6" wp14:editId="6DF154F0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150BE6" w14:textId="41A74BD4" w:rsidR="000265DF" w:rsidRPr="00A24EDA" w:rsidRDefault="000265DF" w:rsidP="000265D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1670C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7.4pt;margin-top:14.95pt;width:369pt;height:53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GT4&#10;z8c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53150BE6" w14:textId="41A74BD4" w:rsidR="000265DF" w:rsidRPr="00A24EDA" w:rsidRDefault="000265DF" w:rsidP="000265D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3526BA1D" w:rsidR="00DE3991" w:rsidRPr="009E0292" w:rsidRDefault="009E0292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7.4pt;margin-top:14.95pt;width:369pt;height:53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LZP&#10;oTE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1A07CE9D" w14:textId="3526BA1D" w:rsidR="00DE3991" w:rsidRPr="009E0292" w:rsidRDefault="009E0292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14287"/>
    <w:rsid w:val="00022ED8"/>
    <w:rsid w:val="000265DF"/>
    <w:rsid w:val="00034A37"/>
    <w:rsid w:val="00046B66"/>
    <w:rsid w:val="00052A10"/>
    <w:rsid w:val="0006292E"/>
    <w:rsid w:val="00090CF7"/>
    <w:rsid w:val="000B20F6"/>
    <w:rsid w:val="000B7BBB"/>
    <w:rsid w:val="000C6AFD"/>
    <w:rsid w:val="000D6590"/>
    <w:rsid w:val="000F56DE"/>
    <w:rsid w:val="000F7742"/>
    <w:rsid w:val="0010493F"/>
    <w:rsid w:val="00105552"/>
    <w:rsid w:val="00107FCC"/>
    <w:rsid w:val="00111ED2"/>
    <w:rsid w:val="00117EA0"/>
    <w:rsid w:val="0014068E"/>
    <w:rsid w:val="00160917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D7626"/>
    <w:rsid w:val="001E33BE"/>
    <w:rsid w:val="001F46CB"/>
    <w:rsid w:val="002045E6"/>
    <w:rsid w:val="0021532C"/>
    <w:rsid w:val="0026743D"/>
    <w:rsid w:val="002707D5"/>
    <w:rsid w:val="00274A49"/>
    <w:rsid w:val="002826B2"/>
    <w:rsid w:val="00293B96"/>
    <w:rsid w:val="00297D7A"/>
    <w:rsid w:val="002A7603"/>
    <w:rsid w:val="002C4F52"/>
    <w:rsid w:val="002E03B2"/>
    <w:rsid w:val="002E2456"/>
    <w:rsid w:val="002E2BC0"/>
    <w:rsid w:val="002E6D41"/>
    <w:rsid w:val="002F4260"/>
    <w:rsid w:val="003103AC"/>
    <w:rsid w:val="00315C62"/>
    <w:rsid w:val="00325A6F"/>
    <w:rsid w:val="00326FC8"/>
    <w:rsid w:val="00335D1F"/>
    <w:rsid w:val="00337A46"/>
    <w:rsid w:val="00363C6C"/>
    <w:rsid w:val="00367CDE"/>
    <w:rsid w:val="003922AD"/>
    <w:rsid w:val="003B451B"/>
    <w:rsid w:val="003B519E"/>
    <w:rsid w:val="003D44AE"/>
    <w:rsid w:val="003D7A8E"/>
    <w:rsid w:val="0040376E"/>
    <w:rsid w:val="004223BE"/>
    <w:rsid w:val="00436B2C"/>
    <w:rsid w:val="00450C90"/>
    <w:rsid w:val="004603E9"/>
    <w:rsid w:val="00480855"/>
    <w:rsid w:val="00491711"/>
    <w:rsid w:val="004960B4"/>
    <w:rsid w:val="004F12AB"/>
    <w:rsid w:val="00507A9C"/>
    <w:rsid w:val="0051086A"/>
    <w:rsid w:val="0052168E"/>
    <w:rsid w:val="00544773"/>
    <w:rsid w:val="00557533"/>
    <w:rsid w:val="00560F8E"/>
    <w:rsid w:val="00565369"/>
    <w:rsid w:val="00575ADD"/>
    <w:rsid w:val="00595443"/>
    <w:rsid w:val="005B0445"/>
    <w:rsid w:val="005B683D"/>
    <w:rsid w:val="005C654B"/>
    <w:rsid w:val="005E4E85"/>
    <w:rsid w:val="0060236D"/>
    <w:rsid w:val="00610032"/>
    <w:rsid w:val="00615EAD"/>
    <w:rsid w:val="00650016"/>
    <w:rsid w:val="006508CF"/>
    <w:rsid w:val="00682900"/>
    <w:rsid w:val="0068705C"/>
    <w:rsid w:val="006C00AA"/>
    <w:rsid w:val="006C61B7"/>
    <w:rsid w:val="006C6A07"/>
    <w:rsid w:val="006D062D"/>
    <w:rsid w:val="006D262C"/>
    <w:rsid w:val="006E0D50"/>
    <w:rsid w:val="007010A7"/>
    <w:rsid w:val="00705E8B"/>
    <w:rsid w:val="00720643"/>
    <w:rsid w:val="00722A58"/>
    <w:rsid w:val="007375D5"/>
    <w:rsid w:val="00766417"/>
    <w:rsid w:val="007869E5"/>
    <w:rsid w:val="007E7122"/>
    <w:rsid w:val="008231E2"/>
    <w:rsid w:val="00833DC5"/>
    <w:rsid w:val="00854E80"/>
    <w:rsid w:val="00887F6E"/>
    <w:rsid w:val="008C4DC5"/>
    <w:rsid w:val="008C757B"/>
    <w:rsid w:val="008E68C2"/>
    <w:rsid w:val="009025E8"/>
    <w:rsid w:val="00906C06"/>
    <w:rsid w:val="00921590"/>
    <w:rsid w:val="0093461E"/>
    <w:rsid w:val="00936AD9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A388A"/>
    <w:rsid w:val="009A68CA"/>
    <w:rsid w:val="009A7AA5"/>
    <w:rsid w:val="009B435B"/>
    <w:rsid w:val="009B5DA8"/>
    <w:rsid w:val="009B61DB"/>
    <w:rsid w:val="009D4029"/>
    <w:rsid w:val="009D49EC"/>
    <w:rsid w:val="009D727C"/>
    <w:rsid w:val="009E0292"/>
    <w:rsid w:val="009F506B"/>
    <w:rsid w:val="00A33467"/>
    <w:rsid w:val="00A33D54"/>
    <w:rsid w:val="00A40521"/>
    <w:rsid w:val="00A432AA"/>
    <w:rsid w:val="00A71BAA"/>
    <w:rsid w:val="00A73E01"/>
    <w:rsid w:val="00A77967"/>
    <w:rsid w:val="00A85833"/>
    <w:rsid w:val="00AA0538"/>
    <w:rsid w:val="00AD62E5"/>
    <w:rsid w:val="00AF1678"/>
    <w:rsid w:val="00B20B97"/>
    <w:rsid w:val="00B20CDE"/>
    <w:rsid w:val="00B33151"/>
    <w:rsid w:val="00B45CF8"/>
    <w:rsid w:val="00B529DE"/>
    <w:rsid w:val="00B56D74"/>
    <w:rsid w:val="00B571BB"/>
    <w:rsid w:val="00B6293C"/>
    <w:rsid w:val="00B9408B"/>
    <w:rsid w:val="00BD2831"/>
    <w:rsid w:val="00BD37FB"/>
    <w:rsid w:val="00BE4B48"/>
    <w:rsid w:val="00C03FAC"/>
    <w:rsid w:val="00C0408A"/>
    <w:rsid w:val="00C2067B"/>
    <w:rsid w:val="00C26B44"/>
    <w:rsid w:val="00C33D62"/>
    <w:rsid w:val="00C43846"/>
    <w:rsid w:val="00C6334C"/>
    <w:rsid w:val="00C701B8"/>
    <w:rsid w:val="00C72B1B"/>
    <w:rsid w:val="00C87400"/>
    <w:rsid w:val="00CB6477"/>
    <w:rsid w:val="00CB65F7"/>
    <w:rsid w:val="00CB7B63"/>
    <w:rsid w:val="00CE3576"/>
    <w:rsid w:val="00CE582B"/>
    <w:rsid w:val="00CE7C48"/>
    <w:rsid w:val="00CF22A7"/>
    <w:rsid w:val="00CF4572"/>
    <w:rsid w:val="00D20731"/>
    <w:rsid w:val="00D30F83"/>
    <w:rsid w:val="00D32D9E"/>
    <w:rsid w:val="00D37931"/>
    <w:rsid w:val="00DA540F"/>
    <w:rsid w:val="00DB5623"/>
    <w:rsid w:val="00DB74B8"/>
    <w:rsid w:val="00DC228B"/>
    <w:rsid w:val="00DE3991"/>
    <w:rsid w:val="00DE4EDE"/>
    <w:rsid w:val="00DF00C3"/>
    <w:rsid w:val="00E067C6"/>
    <w:rsid w:val="00E119F1"/>
    <w:rsid w:val="00E150A7"/>
    <w:rsid w:val="00E207BB"/>
    <w:rsid w:val="00E32B61"/>
    <w:rsid w:val="00E336CA"/>
    <w:rsid w:val="00E57B48"/>
    <w:rsid w:val="00E70749"/>
    <w:rsid w:val="00E768B6"/>
    <w:rsid w:val="00E85C4D"/>
    <w:rsid w:val="00E9492E"/>
    <w:rsid w:val="00EA08BD"/>
    <w:rsid w:val="00EB34C9"/>
    <w:rsid w:val="00EB3E1D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C58BC"/>
    <w:rsid w:val="00FD109C"/>
    <w:rsid w:val="00FD5A75"/>
    <w:rsid w:val="00FE667A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1A8E6EDF-E43F-42A5-98FD-84FFBD9A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C228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28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DC228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887F6E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5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6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subject/>
  <dc:creator>Deborah Molloy Bergin</dc:creator>
  <cp:keywords/>
  <cp:lastModifiedBy>Deborah Molloy Bergin</cp:lastModifiedBy>
  <cp:revision>10</cp:revision>
  <cp:lastPrinted>2012-09-05T03:45:00Z</cp:lastPrinted>
  <dcterms:created xsi:type="dcterms:W3CDTF">2022-08-08T09:48:00Z</dcterms:created>
  <dcterms:modified xsi:type="dcterms:W3CDTF">2022-08-11T16:58:00Z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