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655B7D38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MUSIC DRIVEN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01DFC90E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AUDIENCE </w:t>
      </w:r>
      <w:proofErr w:type="gramStart"/>
      <w:r w:rsidR="00401949">
        <w:rPr>
          <w:b/>
          <w:bCs/>
          <w:color w:val="FFFFFF"/>
          <w:sz w:val="32"/>
          <w:szCs w:val="32"/>
          <w:lang w:val="en-IE"/>
        </w:rPr>
        <w:t>2</w:t>
      </w:r>
      <w:r w:rsidR="00223AB6">
        <w:rPr>
          <w:b/>
          <w:bCs/>
          <w:color w:val="FFFFFF"/>
          <w:sz w:val="32"/>
          <w:szCs w:val="32"/>
          <w:lang w:val="en-IE"/>
        </w:rPr>
        <w:t>5-</w:t>
      </w:r>
      <w:r w:rsidR="00401949">
        <w:rPr>
          <w:b/>
          <w:bCs/>
          <w:color w:val="FFFFFF"/>
          <w:sz w:val="32"/>
          <w:szCs w:val="32"/>
          <w:lang w:val="en-IE"/>
        </w:rPr>
        <w:t>4</w:t>
      </w:r>
      <w:r w:rsidR="00223AB6">
        <w:rPr>
          <w:b/>
          <w:bCs/>
          <w:color w:val="FFFFFF"/>
          <w:sz w:val="32"/>
          <w:szCs w:val="32"/>
          <w:lang w:val="en-IE"/>
        </w:rPr>
        <w:t>4 YEAR OLDS</w:t>
      </w:r>
      <w:proofErr w:type="gramEnd"/>
    </w:p>
    <w:p w14:paraId="5303D125" w14:textId="48407A5C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FOR </w:t>
      </w:r>
      <w:r w:rsidR="00223AB6">
        <w:rPr>
          <w:b/>
          <w:bCs/>
          <w:color w:val="FFFFFF"/>
          <w:sz w:val="32"/>
          <w:szCs w:val="32"/>
          <w:lang w:val="en-IE"/>
        </w:rPr>
        <w:t>DUBLIN</w:t>
      </w:r>
      <w:r w:rsidR="006C6A07">
        <w:rPr>
          <w:b/>
          <w:bCs/>
          <w:color w:val="FFFFFF"/>
          <w:sz w:val="32"/>
          <w:szCs w:val="32"/>
          <w:lang w:val="en-IE"/>
        </w:rPr>
        <w:t xml:space="preserve"> CITY AND </w:t>
      </w:r>
      <w:r w:rsidRPr="00AD62E5">
        <w:rPr>
          <w:b/>
          <w:bCs/>
          <w:color w:val="FFFFFF"/>
          <w:sz w:val="32"/>
          <w:szCs w:val="32"/>
          <w:lang w:val="en-IE"/>
        </w:rPr>
        <w:t>COUNTY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40FE36AF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</w:t>
      </w:r>
      <w:r w:rsidR="00682900" w:rsidRPr="00BF7B5F">
        <w:rPr>
          <w:i/>
          <w:iCs/>
          <w:szCs w:val="20"/>
        </w:rPr>
        <w:t>a local music-driven</w:t>
      </w:r>
      <w:r w:rsidR="00682900" w:rsidRPr="005E4E85">
        <w:rPr>
          <w:i/>
          <w:iCs/>
          <w:szCs w:val="20"/>
        </w:rPr>
        <w:t xml:space="preserve"> sound broadcasting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5748AD95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D20731">
              <w:t xml:space="preserve">local </w:t>
            </w:r>
            <w:r w:rsidR="006C61B7" w:rsidRPr="00BF7B5F">
              <w:t>music driven</w:t>
            </w:r>
            <w:r w:rsidRPr="00BF7B5F">
              <w:t xml:space="preserve"> sound broadcasting service for </w:t>
            </w:r>
            <w:r w:rsidR="00223AB6" w:rsidRPr="00BF7B5F">
              <w:t>Dublin</w:t>
            </w:r>
            <w:r w:rsidR="00436B2C" w:rsidRPr="00BF7B5F">
              <w:t xml:space="preserve"> City and </w:t>
            </w:r>
            <w:r w:rsidRPr="00BF7B5F">
              <w:t>County</w:t>
            </w:r>
            <w:r w:rsidR="00436B2C" w:rsidRPr="00BF7B5F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C393" w14:textId="77777777" w:rsidR="00160917" w:rsidRDefault="00160917" w:rsidP="009025E8">
      <w:pPr>
        <w:spacing w:line="240" w:lineRule="auto"/>
      </w:pPr>
      <w:r>
        <w:separator/>
      </w:r>
    </w:p>
  </w:endnote>
  <w:endnote w:type="continuationSeparator" w:id="0">
    <w:p w14:paraId="3426C375" w14:textId="77777777" w:rsidR="00160917" w:rsidRDefault="00160917" w:rsidP="009025E8">
      <w:pPr>
        <w:spacing w:line="240" w:lineRule="auto"/>
      </w:pPr>
      <w:r>
        <w:continuationSeparator/>
      </w:r>
    </w:p>
  </w:endnote>
  <w:endnote w:type="continuationNotice" w:id="1">
    <w:p w14:paraId="03274CE4" w14:textId="77777777" w:rsidR="00160917" w:rsidRDefault="001609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A2E0D" w14:textId="77777777" w:rsidR="00160917" w:rsidRDefault="00160917" w:rsidP="009025E8">
      <w:pPr>
        <w:spacing w:line="240" w:lineRule="auto"/>
      </w:pPr>
      <w:r>
        <w:separator/>
      </w:r>
    </w:p>
  </w:footnote>
  <w:footnote w:type="continuationSeparator" w:id="0">
    <w:p w14:paraId="37512E00" w14:textId="77777777" w:rsidR="00160917" w:rsidRDefault="00160917" w:rsidP="009025E8">
      <w:pPr>
        <w:spacing w:line="240" w:lineRule="auto"/>
      </w:pPr>
      <w:r>
        <w:continuationSeparator/>
      </w:r>
    </w:p>
  </w:footnote>
  <w:footnote w:type="continuationNotice" w:id="1">
    <w:p w14:paraId="050650B3" w14:textId="77777777" w:rsidR="00160917" w:rsidRDefault="001609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60917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1532C"/>
    <w:rsid w:val="00223AB6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1949"/>
    <w:rsid w:val="0040376E"/>
    <w:rsid w:val="004223BE"/>
    <w:rsid w:val="00436B2C"/>
    <w:rsid w:val="00450C90"/>
    <w:rsid w:val="004603E9"/>
    <w:rsid w:val="00480855"/>
    <w:rsid w:val="00491711"/>
    <w:rsid w:val="004960B4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A6AF3"/>
    <w:rsid w:val="006C00AA"/>
    <w:rsid w:val="006C61B7"/>
    <w:rsid w:val="006C6A07"/>
    <w:rsid w:val="006D062D"/>
    <w:rsid w:val="006D262C"/>
    <w:rsid w:val="006E0D50"/>
    <w:rsid w:val="007010A7"/>
    <w:rsid w:val="00705E8B"/>
    <w:rsid w:val="00720643"/>
    <w:rsid w:val="00722A58"/>
    <w:rsid w:val="007375D5"/>
    <w:rsid w:val="00766417"/>
    <w:rsid w:val="007869E5"/>
    <w:rsid w:val="007E7122"/>
    <w:rsid w:val="008231E2"/>
    <w:rsid w:val="00833DC5"/>
    <w:rsid w:val="00854E80"/>
    <w:rsid w:val="00887F6E"/>
    <w:rsid w:val="008B44FD"/>
    <w:rsid w:val="008C4DC5"/>
    <w:rsid w:val="008C757B"/>
    <w:rsid w:val="008E68C2"/>
    <w:rsid w:val="009025E8"/>
    <w:rsid w:val="00906C06"/>
    <w:rsid w:val="00921590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BF7B5F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477"/>
    <w:rsid w:val="00CB65F7"/>
    <w:rsid w:val="00CB7B63"/>
    <w:rsid w:val="00CE3576"/>
    <w:rsid w:val="00CE582B"/>
    <w:rsid w:val="00CE7C48"/>
    <w:rsid w:val="00CF22A7"/>
    <w:rsid w:val="00CF4572"/>
    <w:rsid w:val="00D20731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50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5</cp:revision>
  <cp:lastPrinted>2012-09-05T03:45:00Z</cp:lastPrinted>
  <dcterms:created xsi:type="dcterms:W3CDTF">2022-08-08T10:09:00Z</dcterms:created>
  <dcterms:modified xsi:type="dcterms:W3CDTF">2022-08-11T16:56:00Z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