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76807DC5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09C4CE91" w14:textId="42B63F8C" w:rsidR="00541FC1" w:rsidRPr="00541FC1" w:rsidRDefault="009A7AA5" w:rsidP="0020555E">
      <w:pPr>
        <w:shd w:val="clear" w:color="auto" w:fill="9BBB59"/>
        <w:spacing w:before="360" w:after="360" w:line="360" w:lineRule="auto"/>
        <w:jc w:val="center"/>
        <w:rPr>
          <w:b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FOR COUNT</w:t>
      </w:r>
      <w:r w:rsidR="008D69B2">
        <w:rPr>
          <w:b/>
          <w:color w:val="FFFFFF"/>
          <w:sz w:val="32"/>
          <w:szCs w:val="32"/>
          <w:lang w:val="en-IE"/>
        </w:rPr>
        <w:t xml:space="preserve">IES </w:t>
      </w:r>
      <w:r w:rsidR="003A4345">
        <w:rPr>
          <w:b/>
          <w:color w:val="FFFFFF"/>
          <w:sz w:val="32"/>
          <w:szCs w:val="32"/>
          <w:lang w:val="en-IE"/>
        </w:rPr>
        <w:t>LONGFORD, ROSCOMMON AND SOUTH LEITRIM</w:t>
      </w:r>
      <w:r w:rsidR="0020555E">
        <w:rPr>
          <w:b/>
          <w:color w:val="FFFFFF"/>
          <w:sz w:val="32"/>
          <w:szCs w:val="32"/>
          <w:lang w:val="en-IE"/>
        </w:rPr>
        <w:t xml:space="preserve"> </w:t>
      </w:r>
    </w:p>
    <w:p w14:paraId="78C2FD57" w14:textId="16760FF7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1269DCF6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a </w:t>
      </w:r>
      <w:r w:rsidR="00682900" w:rsidRPr="00A659F3">
        <w:rPr>
          <w:i/>
          <w:iCs/>
          <w:szCs w:val="20"/>
        </w:rPr>
        <w:t>local broad format sound</w:t>
      </w:r>
      <w:r w:rsidR="00682900" w:rsidRPr="005E4E85">
        <w:rPr>
          <w:i/>
          <w:iCs/>
          <w:szCs w:val="20"/>
        </w:rPr>
        <w:t xml:space="preserve"> broadcasting service</w:t>
      </w:r>
      <w:r w:rsidR="00EC5ED2" w:rsidRPr="005E4E85">
        <w:rPr>
          <w:i/>
          <w:iCs/>
          <w:szCs w:val="20"/>
        </w:rPr>
        <w:t xml:space="preserve"> (“Guide”)</w:t>
      </w:r>
      <w:r w:rsidR="00682900" w:rsidRPr="005E4E85">
        <w:rPr>
          <w:szCs w:val="20"/>
        </w:rPr>
        <w:t xml:space="preserve"> </w:t>
      </w:r>
      <w:r w:rsidR="009823E9">
        <w:rPr>
          <w:szCs w:val="20"/>
        </w:rPr>
        <w:t>pu</w:t>
      </w:r>
      <w:r w:rsidR="009025E8" w:rsidRPr="003D7A8E">
        <w:rPr>
          <w:szCs w:val="20"/>
        </w:rPr>
        <w:t>blished on the Broadcasting Authority of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r w:rsidR="009823E9">
        <w:rPr>
          <w:szCs w:val="20"/>
        </w:rPr>
        <w:t xml:space="preserve">print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AE1B3A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</w:p>
    <w:p w14:paraId="5AE2B3F3" w14:textId="364A4115" w:rsidR="00AE1B3A" w:rsidRPr="00AE1B3A" w:rsidRDefault="00AE1B3A" w:rsidP="001B35B5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AE1B3A">
        <w:rPr>
          <w:szCs w:val="20"/>
        </w:rPr>
        <w:t>that you will also submit a</w:t>
      </w:r>
      <w:r w:rsidR="00642C16">
        <w:rPr>
          <w:szCs w:val="20"/>
        </w:rPr>
        <w:t xml:space="preserve"> </w:t>
      </w:r>
      <w:r>
        <w:rPr>
          <w:szCs w:val="20"/>
        </w:rPr>
        <w:t>statement of intent</w:t>
      </w:r>
      <w:r w:rsidRPr="00AE1B3A">
        <w:rPr>
          <w:szCs w:val="20"/>
        </w:rPr>
        <w:t xml:space="preserve"> for the broad-format local sound broadcasting service for Counties </w:t>
      </w:r>
      <w:r w:rsidR="003A4345">
        <w:rPr>
          <w:szCs w:val="20"/>
        </w:rPr>
        <w:t>Cavan and Monaghan</w:t>
      </w:r>
      <w:r w:rsidRPr="00AE1B3A">
        <w:rPr>
          <w:szCs w:val="20"/>
        </w:rPr>
        <w:t>;</w:t>
      </w:r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35FA91A9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6E7D89">
              <w:t xml:space="preserve">local </w:t>
            </w:r>
            <w:r w:rsidRPr="00A659F3">
              <w:t>broad-format</w:t>
            </w:r>
            <w:r w:rsidR="006E7D89" w:rsidRPr="00A659F3">
              <w:t xml:space="preserve"> </w:t>
            </w:r>
            <w:r w:rsidRPr="00A659F3">
              <w:t>so</w:t>
            </w:r>
            <w:r>
              <w:t xml:space="preserve">und broadcasting service for </w:t>
            </w:r>
            <w:r w:rsidR="002B5526">
              <w:t>Counties</w:t>
            </w:r>
            <w:r w:rsidR="00F872F9">
              <w:t xml:space="preserve"> </w:t>
            </w:r>
            <w:r w:rsidR="00F872F9" w:rsidRPr="00094683">
              <w:rPr>
                <w:szCs w:val="20"/>
              </w:rPr>
              <w:t>Cavan and Monaghan</w:t>
            </w:r>
            <w:r w:rsidR="00F872F9" w:rsidRPr="00034A37" w:rsidDel="002B5526">
              <w:rPr>
                <w:highlight w:val="yellow"/>
              </w:rPr>
              <w:t xml:space="preserve"> </w:t>
            </w:r>
            <w:r w:rsidR="00F872F9" w:rsidRPr="00A659F3">
              <w:t xml:space="preserve">and </w:t>
            </w:r>
            <w:r w:rsidR="000119D0">
              <w:t>for</w:t>
            </w:r>
            <w:r w:rsidR="00214579">
              <w:t xml:space="preserve"> </w:t>
            </w:r>
            <w:r w:rsidR="00214579">
              <w:t xml:space="preserve">the local </w:t>
            </w:r>
            <w:r w:rsidR="00214579" w:rsidRPr="00A659F3">
              <w:t>broad-format</w:t>
            </w:r>
            <w:r w:rsidR="000119D0">
              <w:t xml:space="preserve"> </w:t>
            </w:r>
            <w:r w:rsidR="000119D0" w:rsidRPr="00A659F3">
              <w:t>so</w:t>
            </w:r>
            <w:r w:rsidR="000119D0">
              <w:t xml:space="preserve">und broadcasting service </w:t>
            </w:r>
            <w:r w:rsidR="00214579">
              <w:t xml:space="preserve">for </w:t>
            </w:r>
            <w:r w:rsidR="00437163" w:rsidRPr="00A659F3">
              <w:rPr>
                <w:szCs w:val="20"/>
              </w:rPr>
              <w:t>C</w:t>
            </w:r>
            <w:r w:rsidR="00437163" w:rsidRPr="00094683">
              <w:rPr>
                <w:szCs w:val="20"/>
              </w:rPr>
              <w:t>ounties Longford, Roscommon and South Leitri</w:t>
            </w:r>
            <w:r w:rsidR="00437163" w:rsidRPr="00A659F3">
              <w:rPr>
                <w:szCs w:val="20"/>
              </w:rPr>
              <w:t>m</w:t>
            </w:r>
            <w:r w:rsidR="006E7D89" w:rsidRPr="00A659F3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026F3" w14:textId="77777777" w:rsidR="00D15745" w:rsidRDefault="00D15745" w:rsidP="009025E8">
      <w:pPr>
        <w:spacing w:line="240" w:lineRule="auto"/>
      </w:pPr>
      <w:r>
        <w:separator/>
      </w:r>
    </w:p>
  </w:endnote>
  <w:endnote w:type="continuationSeparator" w:id="0">
    <w:p w14:paraId="740E8996" w14:textId="77777777" w:rsidR="00D15745" w:rsidRDefault="00D15745" w:rsidP="009025E8">
      <w:pPr>
        <w:spacing w:line="240" w:lineRule="auto"/>
      </w:pPr>
      <w:r>
        <w:continuationSeparator/>
      </w:r>
    </w:p>
  </w:endnote>
  <w:endnote w:type="continuationNotice" w:id="1">
    <w:p w14:paraId="4A8A9A72" w14:textId="77777777" w:rsidR="00D15745" w:rsidRDefault="00D157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84F01" w14:textId="77777777" w:rsidR="00D15745" w:rsidRDefault="00D15745" w:rsidP="009025E8">
      <w:pPr>
        <w:spacing w:line="240" w:lineRule="auto"/>
      </w:pPr>
      <w:r>
        <w:separator/>
      </w:r>
    </w:p>
  </w:footnote>
  <w:footnote w:type="continuationSeparator" w:id="0">
    <w:p w14:paraId="3E68E1B2" w14:textId="77777777" w:rsidR="00D15745" w:rsidRDefault="00D15745" w:rsidP="009025E8">
      <w:pPr>
        <w:spacing w:line="240" w:lineRule="auto"/>
      </w:pPr>
      <w:r>
        <w:continuationSeparator/>
      </w:r>
    </w:p>
  </w:footnote>
  <w:footnote w:type="continuationNotice" w:id="1">
    <w:p w14:paraId="23EF5C60" w14:textId="77777777" w:rsidR="00D15745" w:rsidRDefault="00D157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  <w:num w:numId="22" w16cid:durableId="5828328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19D0"/>
    <w:rsid w:val="00014287"/>
    <w:rsid w:val="00022ED8"/>
    <w:rsid w:val="000265DF"/>
    <w:rsid w:val="00034A37"/>
    <w:rsid w:val="00046B66"/>
    <w:rsid w:val="00052A10"/>
    <w:rsid w:val="00060848"/>
    <w:rsid w:val="0006292E"/>
    <w:rsid w:val="00090CF7"/>
    <w:rsid w:val="000B20F6"/>
    <w:rsid w:val="000B7BBB"/>
    <w:rsid w:val="000C6AFD"/>
    <w:rsid w:val="000D0A4C"/>
    <w:rsid w:val="000D6590"/>
    <w:rsid w:val="000F56DE"/>
    <w:rsid w:val="000F7742"/>
    <w:rsid w:val="0010493F"/>
    <w:rsid w:val="00105552"/>
    <w:rsid w:val="00107FCC"/>
    <w:rsid w:val="00111ED2"/>
    <w:rsid w:val="00117EA0"/>
    <w:rsid w:val="001326F9"/>
    <w:rsid w:val="0014068E"/>
    <w:rsid w:val="00162C50"/>
    <w:rsid w:val="0017766E"/>
    <w:rsid w:val="001874D4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0555E"/>
    <w:rsid w:val="00214579"/>
    <w:rsid w:val="0021532C"/>
    <w:rsid w:val="0022313D"/>
    <w:rsid w:val="0026743D"/>
    <w:rsid w:val="002707D5"/>
    <w:rsid w:val="00274A49"/>
    <w:rsid w:val="002826B2"/>
    <w:rsid w:val="00293B96"/>
    <w:rsid w:val="00297D7A"/>
    <w:rsid w:val="002A7603"/>
    <w:rsid w:val="002B5526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A4345"/>
    <w:rsid w:val="003B451B"/>
    <w:rsid w:val="003B519E"/>
    <w:rsid w:val="003C2404"/>
    <w:rsid w:val="003D44AE"/>
    <w:rsid w:val="003D7A8E"/>
    <w:rsid w:val="0040376E"/>
    <w:rsid w:val="00417787"/>
    <w:rsid w:val="004223BE"/>
    <w:rsid w:val="00437163"/>
    <w:rsid w:val="00450C90"/>
    <w:rsid w:val="004603E9"/>
    <w:rsid w:val="004960B4"/>
    <w:rsid w:val="004F12AB"/>
    <w:rsid w:val="00507A9C"/>
    <w:rsid w:val="0051086A"/>
    <w:rsid w:val="0052168E"/>
    <w:rsid w:val="00541FC1"/>
    <w:rsid w:val="00544773"/>
    <w:rsid w:val="00552573"/>
    <w:rsid w:val="00557533"/>
    <w:rsid w:val="00560F8E"/>
    <w:rsid w:val="00565369"/>
    <w:rsid w:val="00575ADD"/>
    <w:rsid w:val="00592EDC"/>
    <w:rsid w:val="00595443"/>
    <w:rsid w:val="005B0445"/>
    <w:rsid w:val="005B683D"/>
    <w:rsid w:val="005C654B"/>
    <w:rsid w:val="005E4E85"/>
    <w:rsid w:val="0060236D"/>
    <w:rsid w:val="00610032"/>
    <w:rsid w:val="00615EAD"/>
    <w:rsid w:val="00642C16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4395A"/>
    <w:rsid w:val="00766417"/>
    <w:rsid w:val="007869E5"/>
    <w:rsid w:val="007E7122"/>
    <w:rsid w:val="00800FCD"/>
    <w:rsid w:val="00803AAB"/>
    <w:rsid w:val="008231E2"/>
    <w:rsid w:val="00833DC5"/>
    <w:rsid w:val="00854E80"/>
    <w:rsid w:val="00887F6E"/>
    <w:rsid w:val="008C4DC5"/>
    <w:rsid w:val="008C757B"/>
    <w:rsid w:val="008D69B2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26BD"/>
    <w:rsid w:val="009B280A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59F3"/>
    <w:rsid w:val="00A674C9"/>
    <w:rsid w:val="00A71BAA"/>
    <w:rsid w:val="00A73E01"/>
    <w:rsid w:val="00A77967"/>
    <w:rsid w:val="00A85833"/>
    <w:rsid w:val="00AA0538"/>
    <w:rsid w:val="00AD62E5"/>
    <w:rsid w:val="00AE1B3A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10F08"/>
    <w:rsid w:val="00D15745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34EC"/>
    <w:rsid w:val="00E57B48"/>
    <w:rsid w:val="00E70749"/>
    <w:rsid w:val="00E768B6"/>
    <w:rsid w:val="00E85C4D"/>
    <w:rsid w:val="00E9492E"/>
    <w:rsid w:val="00EA08BD"/>
    <w:rsid w:val="00EB34C9"/>
    <w:rsid w:val="00EB3E1D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872F9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customXml/itemProps3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4</cp:revision>
  <cp:lastPrinted>2012-09-05T03:45:00Z</cp:lastPrinted>
  <dcterms:created xsi:type="dcterms:W3CDTF">2022-09-22T10:13:00Z</dcterms:created>
  <dcterms:modified xsi:type="dcterms:W3CDTF">2022-09-22T10:47:00Z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