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1999B5AD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3F3C6578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</w:t>
      </w:r>
      <w:r w:rsidR="00204756">
        <w:rPr>
          <w:b/>
          <w:color w:val="FFFFFF"/>
          <w:sz w:val="32"/>
          <w:szCs w:val="32"/>
          <w:lang w:val="en-IE"/>
        </w:rPr>
        <w:t>IES LOUTH AND MEATH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0B0D78CD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local </w:t>
      </w:r>
      <w:r w:rsidR="00682900" w:rsidRPr="001E0858">
        <w:rPr>
          <w:i/>
          <w:iCs/>
          <w:szCs w:val="20"/>
        </w:rPr>
        <w:t>broad format sound</w:t>
      </w:r>
      <w:r w:rsidR="00682900" w:rsidRPr="005E4E85">
        <w:rPr>
          <w:i/>
          <w:iCs/>
          <w:szCs w:val="20"/>
        </w:rPr>
        <w:t xml:space="preserve"> broadcasting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0C76A61D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>
              <w:t xml:space="preserve">local </w:t>
            </w:r>
            <w:r w:rsidRPr="001E0858">
              <w:t>broad-format</w:t>
            </w:r>
            <w:r w:rsidR="006E7D89" w:rsidRPr="001E0858">
              <w:t xml:space="preserve"> </w:t>
            </w:r>
            <w:r w:rsidRPr="001E0858">
              <w:t xml:space="preserve">sound broadcasting service for </w:t>
            </w:r>
            <w:r w:rsidR="00204756" w:rsidRPr="001E0858">
              <w:t>Counties Louth and Meath</w:t>
            </w:r>
            <w:r w:rsidR="006E7D89" w:rsidRPr="001E0858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2A100" w14:textId="77777777" w:rsidR="00580A51" w:rsidRDefault="00580A51" w:rsidP="009025E8">
      <w:pPr>
        <w:spacing w:line="240" w:lineRule="auto"/>
      </w:pPr>
      <w:r>
        <w:separator/>
      </w:r>
    </w:p>
  </w:endnote>
  <w:endnote w:type="continuationSeparator" w:id="0">
    <w:p w14:paraId="4BF1C436" w14:textId="77777777" w:rsidR="00580A51" w:rsidRDefault="00580A51" w:rsidP="009025E8">
      <w:pPr>
        <w:spacing w:line="240" w:lineRule="auto"/>
      </w:pPr>
      <w:r>
        <w:continuationSeparator/>
      </w:r>
    </w:p>
  </w:endnote>
  <w:endnote w:type="continuationNotice" w:id="1">
    <w:p w14:paraId="6A990D8F" w14:textId="77777777" w:rsidR="00580A51" w:rsidRDefault="00580A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3F5A0" w14:textId="77777777" w:rsidR="00580A51" w:rsidRDefault="00580A51" w:rsidP="009025E8">
      <w:pPr>
        <w:spacing w:line="240" w:lineRule="auto"/>
      </w:pPr>
      <w:r>
        <w:separator/>
      </w:r>
    </w:p>
  </w:footnote>
  <w:footnote w:type="continuationSeparator" w:id="0">
    <w:p w14:paraId="0E1818B0" w14:textId="77777777" w:rsidR="00580A51" w:rsidRDefault="00580A51" w:rsidP="009025E8">
      <w:pPr>
        <w:spacing w:line="240" w:lineRule="auto"/>
      </w:pPr>
      <w:r>
        <w:continuationSeparator/>
      </w:r>
    </w:p>
  </w:footnote>
  <w:footnote w:type="continuationNotice" w:id="1">
    <w:p w14:paraId="06AC9FBA" w14:textId="77777777" w:rsidR="00580A51" w:rsidRDefault="00580A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0858"/>
    <w:rsid w:val="001E33BE"/>
    <w:rsid w:val="001F46CB"/>
    <w:rsid w:val="002045E6"/>
    <w:rsid w:val="00204756"/>
    <w:rsid w:val="0021532C"/>
    <w:rsid w:val="002473A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603E9"/>
    <w:rsid w:val="004960B4"/>
    <w:rsid w:val="004C11AE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80A51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66417"/>
    <w:rsid w:val="007869E5"/>
    <w:rsid w:val="007E7122"/>
    <w:rsid w:val="00800FCD"/>
    <w:rsid w:val="008231E2"/>
    <w:rsid w:val="00833DC5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4</cp:revision>
  <cp:lastPrinted>2012-09-05T03:45:00Z</cp:lastPrinted>
  <dcterms:created xsi:type="dcterms:W3CDTF">2022-08-08T10:00:00Z</dcterms:created>
  <dcterms:modified xsi:type="dcterms:W3CDTF">2022-08-11T16:54:00Z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