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F4A20" w14:textId="77777777" w:rsidR="00105552" w:rsidRPr="00812DBA" w:rsidRDefault="00712ECD" w:rsidP="000E36DE">
      <w:pPr>
        <w:tabs>
          <w:tab w:val="right" w:pos="9026"/>
        </w:tabs>
        <w:spacing w:after="480"/>
        <w:rPr>
          <w:b/>
          <w:sz w:val="36"/>
          <w:szCs w:val="36"/>
        </w:rPr>
      </w:pPr>
      <w:r w:rsidRPr="00812DBA">
        <w:rPr>
          <w:b/>
          <w:sz w:val="36"/>
          <w:szCs w:val="36"/>
        </w:rPr>
        <w:t xml:space="preserve">Application </w:t>
      </w:r>
      <w:r w:rsidR="001768CE" w:rsidRPr="00812DBA">
        <w:rPr>
          <w:b/>
          <w:sz w:val="36"/>
          <w:szCs w:val="36"/>
        </w:rPr>
        <w:t>Form</w:t>
      </w:r>
      <w:r w:rsidR="000E36DE">
        <w:rPr>
          <w:b/>
          <w:sz w:val="36"/>
          <w:szCs w:val="36"/>
        </w:rPr>
        <w:tab/>
      </w:r>
    </w:p>
    <w:p w14:paraId="43EB88D0" w14:textId="032F759B" w:rsidR="00F14700" w:rsidRPr="00812DBA" w:rsidRDefault="00040549" w:rsidP="3E98656A">
      <w:pPr>
        <w:spacing w:after="1080"/>
        <w:rPr>
          <w:i/>
          <w:iCs/>
          <w:sz w:val="32"/>
          <w:szCs w:val="32"/>
        </w:rPr>
      </w:pPr>
      <w:r w:rsidRPr="3E98656A">
        <w:rPr>
          <w:i/>
          <w:iCs/>
          <w:sz w:val="32"/>
          <w:szCs w:val="32"/>
        </w:rPr>
        <w:t xml:space="preserve">S&amp;V4 </w:t>
      </w:r>
      <w:r w:rsidR="001970CD">
        <w:rPr>
          <w:i/>
          <w:iCs/>
          <w:sz w:val="32"/>
          <w:szCs w:val="32"/>
        </w:rPr>
        <w:t xml:space="preserve">Social Benefit - </w:t>
      </w:r>
      <w:r w:rsidR="00B632AD" w:rsidRPr="3E98656A">
        <w:rPr>
          <w:i/>
          <w:iCs/>
          <w:sz w:val="32"/>
          <w:szCs w:val="32"/>
        </w:rPr>
        <w:t>C</w:t>
      </w:r>
      <w:r w:rsidR="00397172" w:rsidRPr="3E98656A">
        <w:rPr>
          <w:i/>
          <w:iCs/>
          <w:sz w:val="32"/>
          <w:szCs w:val="32"/>
        </w:rPr>
        <w:t>ommunity Radio Fund</w:t>
      </w:r>
      <w:r w:rsidR="001970CD">
        <w:rPr>
          <w:i/>
          <w:iCs/>
          <w:sz w:val="32"/>
          <w:szCs w:val="32"/>
        </w:rPr>
        <w:t>ing Initiative</w:t>
      </w:r>
      <w:r w:rsidR="54666108" w:rsidRPr="3E98656A">
        <w:rPr>
          <w:i/>
          <w:iCs/>
          <w:sz w:val="32"/>
          <w:szCs w:val="32"/>
        </w:rPr>
        <w:t xml:space="preserve"> </w:t>
      </w:r>
      <w:r w:rsidR="73A23630" w:rsidRPr="3E98656A">
        <w:rPr>
          <w:i/>
          <w:iCs/>
          <w:sz w:val="32"/>
          <w:szCs w:val="32"/>
        </w:rPr>
        <w:t xml:space="preserve"> </w:t>
      </w:r>
      <w:r w:rsidR="002D1E61" w:rsidRPr="3E98656A">
        <w:rPr>
          <w:i/>
          <w:iCs/>
          <w:sz w:val="32"/>
          <w:szCs w:val="32"/>
        </w:rPr>
        <w:fldChar w:fldCharType="begin"/>
      </w:r>
      <w:r w:rsidR="00EB34C9" w:rsidRPr="3E98656A">
        <w:rPr>
          <w:i/>
          <w:iCs/>
          <w:sz w:val="32"/>
          <w:szCs w:val="32"/>
        </w:rPr>
        <w:instrText xml:space="preserve"> ASK  "county name" "county name" \d "type county name here" \o  \* MERGEFORMAT </w:instrText>
      </w:r>
      <w:r w:rsidR="002D1E61" w:rsidRPr="3E98656A">
        <w:rPr>
          <w:i/>
          <w:iCs/>
          <w:sz w:val="32"/>
          <w:szCs w:val="32"/>
        </w:rPr>
        <w:fldChar w:fldCharType="end"/>
      </w:r>
      <w:r w:rsidR="002D1E61" w:rsidRPr="3E98656A">
        <w:rPr>
          <w:i/>
          <w:iCs/>
          <w:sz w:val="32"/>
          <w:szCs w:val="32"/>
        </w:rPr>
        <w:fldChar w:fldCharType="begin"/>
      </w:r>
      <w:r w:rsidR="00EB34C9" w:rsidRPr="3E98656A">
        <w:rPr>
          <w:i/>
          <w:iCs/>
          <w:sz w:val="32"/>
          <w:szCs w:val="32"/>
        </w:rPr>
        <w:instrText xml:space="preserve"> ASK  "county name" "county name" \d "type county name here"  \* MERGEFORMAT </w:instrText>
      </w:r>
      <w:r w:rsidR="002D1E61" w:rsidRPr="3E98656A">
        <w:rPr>
          <w:i/>
          <w:iCs/>
          <w:sz w:val="32"/>
          <w:szCs w:val="32"/>
        </w:rPr>
        <w:fldChar w:fldCharType="end"/>
      </w:r>
    </w:p>
    <w:p w14:paraId="3DEC6F93" w14:textId="641082BA" w:rsidR="00A33467" w:rsidRPr="00040549" w:rsidRDefault="0B8A7F70" w:rsidP="0B8A7F70">
      <w:pPr>
        <w:shd w:val="clear" w:color="auto" w:fill="F2F2F2" w:themeFill="background1" w:themeFillShade="F2"/>
        <w:spacing w:line="280" w:lineRule="exact"/>
        <w:jc w:val="both"/>
      </w:pPr>
      <w:r>
        <w:t xml:space="preserve">Read the </w:t>
      </w:r>
      <w:r w:rsidRPr="0B8A7F70">
        <w:rPr>
          <w:i/>
          <w:iCs/>
        </w:rPr>
        <w:t xml:space="preserve">Guide to Submissions for the </w:t>
      </w:r>
      <w:r w:rsidR="001970CD">
        <w:rPr>
          <w:i/>
          <w:iCs/>
        </w:rPr>
        <w:t xml:space="preserve">Social Benefit - </w:t>
      </w:r>
      <w:r w:rsidR="00CE1DBA">
        <w:rPr>
          <w:i/>
          <w:iCs/>
        </w:rPr>
        <w:t>Community Radio Fund</w:t>
      </w:r>
      <w:r w:rsidRPr="0B8A7F70">
        <w:rPr>
          <w:i/>
          <w:iCs/>
        </w:rPr>
        <w:t xml:space="preserve">ing Initiative (“Guide”), </w:t>
      </w:r>
      <w:r>
        <w:t>published on the Broadcasting Authority of Ireland (“BAI”) website (</w:t>
      </w:r>
      <w:hyperlink r:id="rId11">
        <w:r w:rsidRPr="0B8A7F70">
          <w:rPr>
            <w:rStyle w:val="Hyperlink"/>
          </w:rPr>
          <w:t>www.bai.ie</w:t>
        </w:r>
      </w:hyperlink>
      <w:r>
        <w:t>) before completing this Application Form.  The Guide details the requirements for the application.</w:t>
      </w:r>
    </w:p>
    <w:p w14:paraId="32813657" w14:textId="679F49AA" w:rsidR="007475A3" w:rsidRDefault="007475A3" w:rsidP="00040549">
      <w:pPr>
        <w:shd w:val="clear" w:color="auto" w:fill="F2F2F2"/>
        <w:spacing w:line="280" w:lineRule="exact"/>
        <w:jc w:val="both"/>
        <w:rPr>
          <w:szCs w:val="20"/>
        </w:rPr>
      </w:pPr>
    </w:p>
    <w:p w14:paraId="64D9F405" w14:textId="77777777" w:rsidR="00FC22F2" w:rsidRPr="00040549" w:rsidRDefault="00FC22F2" w:rsidP="00040549">
      <w:pPr>
        <w:shd w:val="clear" w:color="auto" w:fill="F2F2F2"/>
        <w:spacing w:line="280" w:lineRule="exact"/>
        <w:jc w:val="both"/>
        <w:rPr>
          <w:szCs w:val="20"/>
        </w:rPr>
      </w:pPr>
    </w:p>
    <w:p w14:paraId="220E7C94" w14:textId="77777777" w:rsidR="007475A3" w:rsidRPr="00040549" w:rsidRDefault="00575ADD" w:rsidP="00040549">
      <w:pPr>
        <w:shd w:val="clear" w:color="auto" w:fill="F2F2F2"/>
        <w:spacing w:line="280" w:lineRule="exact"/>
        <w:jc w:val="both"/>
        <w:rPr>
          <w:szCs w:val="20"/>
        </w:rPr>
      </w:pPr>
      <w:r w:rsidRPr="00040549">
        <w:rPr>
          <w:szCs w:val="20"/>
        </w:rPr>
        <w:t>Complete th</w:t>
      </w:r>
      <w:r w:rsidR="00315C62" w:rsidRPr="00040549">
        <w:rPr>
          <w:szCs w:val="20"/>
        </w:rPr>
        <w:t>e</w:t>
      </w:r>
      <w:r w:rsidRPr="00040549">
        <w:rPr>
          <w:szCs w:val="20"/>
        </w:rPr>
        <w:t xml:space="preserve"> </w:t>
      </w:r>
      <w:r w:rsidR="00712ECD" w:rsidRPr="00040549">
        <w:rPr>
          <w:szCs w:val="20"/>
        </w:rPr>
        <w:t xml:space="preserve">application form </w:t>
      </w:r>
      <w:r w:rsidR="001768CE" w:rsidRPr="00040549">
        <w:rPr>
          <w:szCs w:val="20"/>
        </w:rPr>
        <w:t>in i</w:t>
      </w:r>
      <w:r w:rsidR="00C03FAC" w:rsidRPr="00040549">
        <w:rPr>
          <w:szCs w:val="20"/>
        </w:rPr>
        <w:t xml:space="preserve">ts entirety.  Incomplete submissions will not be considered as </w:t>
      </w:r>
      <w:r w:rsidR="001768CE" w:rsidRPr="00040549">
        <w:rPr>
          <w:szCs w:val="20"/>
        </w:rPr>
        <w:t>a</w:t>
      </w:r>
      <w:r w:rsidR="005E2DE2">
        <w:rPr>
          <w:szCs w:val="20"/>
        </w:rPr>
        <w:t xml:space="preserve"> </w:t>
      </w:r>
      <w:r w:rsidR="00C03FAC" w:rsidRPr="00040549">
        <w:rPr>
          <w:szCs w:val="20"/>
        </w:rPr>
        <w:t xml:space="preserve">valid </w:t>
      </w:r>
      <w:r w:rsidR="00712ECD" w:rsidRPr="00040549">
        <w:rPr>
          <w:szCs w:val="20"/>
        </w:rPr>
        <w:t>Application</w:t>
      </w:r>
      <w:r w:rsidR="00C03FAC" w:rsidRPr="00040549">
        <w:rPr>
          <w:szCs w:val="20"/>
        </w:rPr>
        <w:t xml:space="preserve">.  </w:t>
      </w:r>
    </w:p>
    <w:p w14:paraId="20CDEC7F" w14:textId="187347EC" w:rsidR="007475A3" w:rsidRDefault="007475A3" w:rsidP="00F51306">
      <w:pPr>
        <w:shd w:val="clear" w:color="auto" w:fill="F2F2F2"/>
        <w:jc w:val="both"/>
        <w:rPr>
          <w:szCs w:val="20"/>
        </w:rPr>
      </w:pPr>
    </w:p>
    <w:p w14:paraId="199AF5FD" w14:textId="77777777" w:rsidR="00FC22F2" w:rsidRDefault="00FC22F2" w:rsidP="00F51306">
      <w:pPr>
        <w:shd w:val="clear" w:color="auto" w:fill="F2F2F2"/>
        <w:jc w:val="both"/>
        <w:rPr>
          <w:szCs w:val="20"/>
        </w:rPr>
      </w:pPr>
    </w:p>
    <w:p w14:paraId="16F6767E" w14:textId="0B733669" w:rsidR="007475A3" w:rsidRDefault="007475A3" w:rsidP="007475A3">
      <w:pPr>
        <w:shd w:val="clear" w:color="auto" w:fill="F2F2F2"/>
        <w:jc w:val="both"/>
        <w:rPr>
          <w:szCs w:val="20"/>
        </w:rPr>
      </w:pPr>
      <w:r>
        <w:rPr>
          <w:szCs w:val="20"/>
        </w:rPr>
        <w:t xml:space="preserve">An applicant is </w:t>
      </w:r>
      <w:r w:rsidRPr="00B56D7B">
        <w:rPr>
          <w:szCs w:val="20"/>
        </w:rPr>
        <w:t xml:space="preserve">required to submit </w:t>
      </w:r>
      <w:r w:rsidR="00040549">
        <w:rPr>
          <w:szCs w:val="20"/>
        </w:rPr>
        <w:t xml:space="preserve">the application form electronically to </w:t>
      </w:r>
      <w:hyperlink r:id="rId12" w:history="1">
        <w:r w:rsidR="003C0DD3" w:rsidRPr="003F2945">
          <w:rPr>
            <w:rStyle w:val="Hyperlink"/>
            <w:szCs w:val="20"/>
          </w:rPr>
          <w:t>sv4@bai.ie</w:t>
        </w:r>
      </w:hyperlink>
      <w:r w:rsidR="00040549">
        <w:rPr>
          <w:szCs w:val="20"/>
        </w:rPr>
        <w:t xml:space="preserve">. </w:t>
      </w:r>
      <w:r w:rsidRPr="00B56D7B">
        <w:rPr>
          <w:szCs w:val="20"/>
        </w:rPr>
        <w:t>in PDF format not exceeding 8MB.  The application may be submitted in either Irish or English</w:t>
      </w:r>
      <w:r w:rsidR="00332E1C">
        <w:rPr>
          <w:szCs w:val="20"/>
        </w:rPr>
        <w:t>.</w:t>
      </w:r>
    </w:p>
    <w:p w14:paraId="5DFB0F7E" w14:textId="68DBA8CC" w:rsidR="00327D30" w:rsidRDefault="00327D30" w:rsidP="007475A3">
      <w:pPr>
        <w:shd w:val="clear" w:color="auto" w:fill="F2F2F2"/>
        <w:jc w:val="both"/>
        <w:rPr>
          <w:szCs w:val="20"/>
        </w:rPr>
      </w:pPr>
    </w:p>
    <w:p w14:paraId="4DE79BA9" w14:textId="77777777" w:rsidR="00FC22F2" w:rsidRDefault="00FC22F2" w:rsidP="007475A3">
      <w:pPr>
        <w:shd w:val="clear" w:color="auto" w:fill="F2F2F2"/>
        <w:jc w:val="both"/>
        <w:rPr>
          <w:szCs w:val="20"/>
        </w:rPr>
      </w:pPr>
    </w:p>
    <w:p w14:paraId="0281F8FC" w14:textId="1AA7E7A1" w:rsidR="00327D30" w:rsidRDefault="00327D30" w:rsidP="007475A3">
      <w:pPr>
        <w:shd w:val="clear" w:color="auto" w:fill="F2F2F2"/>
        <w:jc w:val="both"/>
        <w:rPr>
          <w:szCs w:val="20"/>
        </w:rPr>
      </w:pPr>
      <w:r>
        <w:rPr>
          <w:szCs w:val="20"/>
        </w:rPr>
        <w:t xml:space="preserve">The closing date for applications is </w:t>
      </w:r>
      <w:r w:rsidR="007865D4" w:rsidRPr="00C807A1">
        <w:rPr>
          <w:b/>
          <w:bCs/>
          <w:szCs w:val="20"/>
        </w:rPr>
        <w:t xml:space="preserve">12 noon on </w:t>
      </w:r>
      <w:r w:rsidR="00C06FD7">
        <w:rPr>
          <w:b/>
          <w:bCs/>
          <w:szCs w:val="20"/>
        </w:rPr>
        <w:t xml:space="preserve">Thursday, </w:t>
      </w:r>
      <w:r w:rsidR="00112687">
        <w:rPr>
          <w:b/>
          <w:bCs/>
          <w:szCs w:val="20"/>
        </w:rPr>
        <w:t>7</w:t>
      </w:r>
      <w:r w:rsidR="00112687" w:rsidRPr="00C807A1">
        <w:rPr>
          <w:b/>
          <w:bCs/>
          <w:szCs w:val="20"/>
          <w:vertAlign w:val="superscript"/>
        </w:rPr>
        <w:t>th</w:t>
      </w:r>
      <w:r w:rsidR="00112687">
        <w:rPr>
          <w:b/>
          <w:bCs/>
          <w:szCs w:val="20"/>
        </w:rPr>
        <w:t xml:space="preserve"> </w:t>
      </w:r>
      <w:proofErr w:type="gramStart"/>
      <w:r w:rsidR="00112687">
        <w:rPr>
          <w:b/>
          <w:bCs/>
          <w:szCs w:val="20"/>
        </w:rPr>
        <w:t>October</w:t>
      </w:r>
      <w:r w:rsidR="00B91164" w:rsidRPr="00666110">
        <w:rPr>
          <w:b/>
          <w:bCs/>
          <w:szCs w:val="20"/>
        </w:rPr>
        <w:t>,</w:t>
      </w:r>
      <w:proofErr w:type="gramEnd"/>
      <w:r w:rsidR="00B91164" w:rsidRPr="00666110">
        <w:rPr>
          <w:b/>
          <w:bCs/>
          <w:szCs w:val="20"/>
        </w:rPr>
        <w:t xml:space="preserve"> </w:t>
      </w:r>
      <w:r w:rsidRPr="00666110">
        <w:rPr>
          <w:b/>
          <w:bCs/>
          <w:szCs w:val="20"/>
        </w:rPr>
        <w:t>202</w:t>
      </w:r>
      <w:r w:rsidR="00112687">
        <w:rPr>
          <w:b/>
          <w:bCs/>
          <w:szCs w:val="20"/>
        </w:rPr>
        <w:t>1</w:t>
      </w:r>
      <w:r>
        <w:rPr>
          <w:szCs w:val="20"/>
        </w:rPr>
        <w:t>.</w:t>
      </w:r>
    </w:p>
    <w:p w14:paraId="082C75A7" w14:textId="494B7E68" w:rsidR="007475A3" w:rsidRDefault="007475A3" w:rsidP="007475A3">
      <w:pPr>
        <w:shd w:val="clear" w:color="auto" w:fill="F2F2F2"/>
        <w:jc w:val="both"/>
        <w:rPr>
          <w:szCs w:val="20"/>
        </w:rPr>
      </w:pPr>
    </w:p>
    <w:p w14:paraId="703D37B7" w14:textId="77777777" w:rsidR="00FC22F2" w:rsidRDefault="00FC22F2" w:rsidP="007475A3">
      <w:pPr>
        <w:shd w:val="clear" w:color="auto" w:fill="F2F2F2"/>
        <w:jc w:val="both"/>
        <w:rPr>
          <w:szCs w:val="20"/>
        </w:rPr>
      </w:pPr>
    </w:p>
    <w:p w14:paraId="2CAA2BC9" w14:textId="52AFEC40" w:rsidR="007475A3" w:rsidRPr="00B56D7B" w:rsidRDefault="007475A3" w:rsidP="007475A3">
      <w:pPr>
        <w:shd w:val="clear" w:color="auto" w:fill="F2F2F2"/>
        <w:jc w:val="both"/>
        <w:rPr>
          <w:szCs w:val="20"/>
        </w:rPr>
      </w:pPr>
      <w:r>
        <w:rPr>
          <w:szCs w:val="20"/>
        </w:rPr>
        <w:t xml:space="preserve">All information submitted as part of an application for </w:t>
      </w:r>
      <w:r w:rsidR="00040549">
        <w:rPr>
          <w:szCs w:val="20"/>
        </w:rPr>
        <w:t xml:space="preserve">funding </w:t>
      </w:r>
      <w:r w:rsidRPr="00B56D7B">
        <w:rPr>
          <w:szCs w:val="20"/>
        </w:rPr>
        <w:t>must be true and correct.  You are required to include with your application a declaration by a suitable authorised person</w:t>
      </w:r>
      <w:r w:rsidR="00CE1DBA">
        <w:rPr>
          <w:szCs w:val="20"/>
        </w:rPr>
        <w:t>s</w:t>
      </w:r>
      <w:r w:rsidRPr="00B56D7B">
        <w:rPr>
          <w:szCs w:val="20"/>
        </w:rPr>
        <w:t xml:space="preserve"> that the information contained in the application and in the additional documentation accompanying the application is true and correct to the best of </w:t>
      </w:r>
      <w:r w:rsidR="00CE1DBA">
        <w:rPr>
          <w:szCs w:val="20"/>
        </w:rPr>
        <w:t xml:space="preserve">those </w:t>
      </w:r>
      <w:r w:rsidRPr="00B56D7B">
        <w:rPr>
          <w:szCs w:val="20"/>
        </w:rPr>
        <w:t xml:space="preserve">person’s knowledge and belief.  Should any amendments need to be made by any applicant to the Application or its accompanying documents, the </w:t>
      </w:r>
      <w:r w:rsidR="00040549">
        <w:rPr>
          <w:szCs w:val="20"/>
        </w:rPr>
        <w:t xml:space="preserve">BAI </w:t>
      </w:r>
      <w:r w:rsidRPr="00B56D7B">
        <w:rPr>
          <w:szCs w:val="20"/>
        </w:rPr>
        <w:t xml:space="preserve">should be informed immediately.  </w:t>
      </w:r>
    </w:p>
    <w:p w14:paraId="175E86A1" w14:textId="77777777" w:rsidR="006F4FFC" w:rsidRDefault="006F4FFC" w:rsidP="0001679C">
      <w:pPr>
        <w:pStyle w:val="ListParagraph"/>
        <w:shd w:val="clear" w:color="auto" w:fill="F2F2F2"/>
        <w:ind w:left="0"/>
        <w:jc w:val="center"/>
        <w:rPr>
          <w:szCs w:val="20"/>
        </w:rPr>
      </w:pPr>
    </w:p>
    <w:p w14:paraId="205F8257" w14:textId="77777777" w:rsidR="007475A3" w:rsidRPr="00812DBA" w:rsidRDefault="007475A3" w:rsidP="007607AF">
      <w:pPr>
        <w:pStyle w:val="ListParagraph"/>
        <w:shd w:val="clear" w:color="auto" w:fill="F2F2F2"/>
        <w:ind w:left="0"/>
        <w:rPr>
          <w:szCs w:val="20"/>
        </w:rPr>
      </w:pPr>
    </w:p>
    <w:p w14:paraId="356E0443" w14:textId="77777777" w:rsidR="00BC746A" w:rsidRDefault="00BC746A" w:rsidP="007607AF">
      <w:pPr>
        <w:pStyle w:val="ListParagraph"/>
        <w:shd w:val="clear" w:color="auto" w:fill="F2F2F2"/>
        <w:ind w:left="0"/>
        <w:jc w:val="both"/>
        <w:rPr>
          <w:b/>
          <w:szCs w:val="20"/>
        </w:rPr>
      </w:pPr>
    </w:p>
    <w:p w14:paraId="58A64E70" w14:textId="77777777" w:rsidR="00D6036E" w:rsidRDefault="00D6036E" w:rsidP="007607AF">
      <w:pPr>
        <w:pStyle w:val="ListParagraph"/>
        <w:shd w:val="clear" w:color="auto" w:fill="F2F2F2"/>
        <w:ind w:left="0"/>
        <w:jc w:val="both"/>
        <w:rPr>
          <w:b/>
          <w:szCs w:val="20"/>
        </w:rPr>
      </w:pPr>
    </w:p>
    <w:p w14:paraId="7F1BFF31" w14:textId="77777777" w:rsidR="00D6036E" w:rsidRDefault="00D6036E" w:rsidP="007607AF">
      <w:pPr>
        <w:pStyle w:val="ListParagraph"/>
        <w:shd w:val="clear" w:color="auto" w:fill="F2F2F2"/>
        <w:ind w:left="0"/>
        <w:jc w:val="both"/>
        <w:rPr>
          <w:b/>
          <w:szCs w:val="20"/>
        </w:rPr>
      </w:pPr>
    </w:p>
    <w:p w14:paraId="7019F934" w14:textId="2BD394F0" w:rsidR="00D6036E" w:rsidRPr="00D6036E" w:rsidRDefault="00CE1DBA" w:rsidP="007607AF">
      <w:pPr>
        <w:pStyle w:val="ListParagraph"/>
        <w:shd w:val="clear" w:color="auto" w:fill="F2F2F2"/>
        <w:ind w:left="0"/>
        <w:jc w:val="right"/>
        <w:rPr>
          <w:b/>
          <w:i/>
          <w:szCs w:val="20"/>
        </w:rPr>
      </w:pPr>
      <w:r>
        <w:rPr>
          <w:b/>
          <w:i/>
          <w:szCs w:val="20"/>
        </w:rPr>
        <w:t>Ju</w:t>
      </w:r>
      <w:r w:rsidR="00BB199B">
        <w:rPr>
          <w:b/>
          <w:i/>
          <w:szCs w:val="20"/>
        </w:rPr>
        <w:t>ly</w:t>
      </w:r>
      <w:r w:rsidR="00D6036E">
        <w:rPr>
          <w:b/>
          <w:i/>
          <w:szCs w:val="20"/>
        </w:rPr>
        <w:t xml:space="preserve"> 20</w:t>
      </w:r>
      <w:r w:rsidR="001E6451">
        <w:rPr>
          <w:b/>
          <w:i/>
          <w:szCs w:val="20"/>
        </w:rPr>
        <w:t>2</w:t>
      </w:r>
      <w:r w:rsidR="00BB199B">
        <w:rPr>
          <w:b/>
          <w:i/>
          <w:szCs w:val="20"/>
        </w:rPr>
        <w:t>1</w:t>
      </w:r>
    </w:p>
    <w:p w14:paraId="2F7A2A37" w14:textId="77777777" w:rsidR="00BC746A" w:rsidRPr="00CC415B" w:rsidRDefault="00BC746A" w:rsidP="007607AF">
      <w:pPr>
        <w:pStyle w:val="ListParagraph"/>
        <w:shd w:val="clear" w:color="auto" w:fill="F2F2F2"/>
        <w:ind w:left="0"/>
        <w:jc w:val="both"/>
        <w:rPr>
          <w:szCs w:val="20"/>
        </w:rPr>
        <w:sectPr w:rsidR="00BC746A" w:rsidRPr="00CC415B" w:rsidSect="00A76D03">
          <w:headerReference w:type="default" r:id="rId13"/>
          <w:footerReference w:type="default" r:id="rId14"/>
          <w:headerReference w:type="first" r:id="rId15"/>
          <w:pgSz w:w="11906" w:h="16838" w:code="9"/>
          <w:pgMar w:top="1440" w:right="1440" w:bottom="1440" w:left="1440" w:header="907" w:footer="709" w:gutter="0"/>
          <w:cols w:space="708"/>
          <w:titlePg/>
          <w:docGrid w:linePitch="360"/>
        </w:sectPr>
      </w:pPr>
    </w:p>
    <w:p w14:paraId="7CB2503A" w14:textId="77777777" w:rsidR="00E5543F" w:rsidRPr="00CC415B" w:rsidRDefault="00E5543F" w:rsidP="00FE1200">
      <w:pPr>
        <w:pStyle w:val="Heading2"/>
        <w:numPr>
          <w:ilvl w:val="0"/>
          <w:numId w:val="9"/>
        </w:numPr>
        <w:spacing w:before="0" w:after="120"/>
        <w:rPr>
          <w:rFonts w:cs="Arial"/>
        </w:rPr>
      </w:pPr>
      <w:bookmarkStart w:id="0" w:name="_Toc43883055"/>
      <w:bookmarkStart w:id="1" w:name="_Toc325643785"/>
      <w:r w:rsidRPr="12CF1837">
        <w:rPr>
          <w:rFonts w:cs="Arial"/>
        </w:rPr>
        <w:lastRenderedPageBreak/>
        <w:t>Index</w:t>
      </w:r>
      <w:bookmarkEnd w:id="0"/>
    </w:p>
    <w:p w14:paraId="5FBCAF83" w14:textId="77777777" w:rsidR="00E5543F" w:rsidRPr="00812DBA" w:rsidRDefault="00E5543F" w:rsidP="00E5543F"/>
    <w:p w14:paraId="21CA92F8" w14:textId="7353ECC0" w:rsidR="00566901" w:rsidRDefault="000B5C23">
      <w:pPr>
        <w:pStyle w:val="TOC2"/>
        <w:rPr>
          <w:rFonts w:asciiTheme="minorHAnsi" w:eastAsiaTheme="minorEastAsia" w:hAnsiTheme="minorHAnsi" w:cstheme="minorBidi"/>
          <w:noProof/>
          <w:sz w:val="22"/>
          <w:lang w:val="en-US" w:eastAsia="ja-JP"/>
        </w:rPr>
      </w:pPr>
      <w:r w:rsidRPr="007C3D70">
        <w:rPr>
          <w:szCs w:val="20"/>
        </w:rPr>
        <w:fldChar w:fldCharType="begin"/>
      </w:r>
      <w:r w:rsidRPr="007C3D70">
        <w:rPr>
          <w:szCs w:val="20"/>
        </w:rPr>
        <w:instrText xml:space="preserve"> TOC \o "1-4" \h \z \u </w:instrText>
      </w:r>
      <w:r w:rsidRPr="007C3D70">
        <w:rPr>
          <w:szCs w:val="20"/>
        </w:rPr>
        <w:fldChar w:fldCharType="separate"/>
      </w:r>
      <w:hyperlink w:anchor="_Toc43883055" w:history="1">
        <w:r w:rsidR="00566901" w:rsidRPr="00C55FA1">
          <w:rPr>
            <w:rStyle w:val="Hyperlink"/>
            <w:noProof/>
          </w:rPr>
          <w:t>1.</w:t>
        </w:r>
        <w:r w:rsidR="00566901">
          <w:rPr>
            <w:rFonts w:asciiTheme="minorHAnsi" w:eastAsiaTheme="minorEastAsia" w:hAnsiTheme="minorHAnsi" w:cstheme="minorBidi"/>
            <w:noProof/>
            <w:sz w:val="22"/>
            <w:lang w:val="en-US" w:eastAsia="ja-JP"/>
          </w:rPr>
          <w:tab/>
        </w:r>
        <w:r w:rsidR="00566901" w:rsidRPr="00C55FA1">
          <w:rPr>
            <w:rStyle w:val="Hyperlink"/>
            <w:noProof/>
          </w:rPr>
          <w:t>Index</w:t>
        </w:r>
        <w:r w:rsidR="00566901">
          <w:rPr>
            <w:noProof/>
            <w:webHidden/>
          </w:rPr>
          <w:tab/>
        </w:r>
        <w:r w:rsidR="00566901">
          <w:rPr>
            <w:noProof/>
            <w:webHidden/>
          </w:rPr>
          <w:fldChar w:fldCharType="begin"/>
        </w:r>
        <w:r w:rsidR="00566901">
          <w:rPr>
            <w:noProof/>
            <w:webHidden/>
          </w:rPr>
          <w:instrText xml:space="preserve"> PAGEREF _Toc43883055 \h </w:instrText>
        </w:r>
        <w:r w:rsidR="00566901">
          <w:rPr>
            <w:noProof/>
            <w:webHidden/>
          </w:rPr>
        </w:r>
        <w:r w:rsidR="00566901">
          <w:rPr>
            <w:noProof/>
            <w:webHidden/>
          </w:rPr>
          <w:fldChar w:fldCharType="separate"/>
        </w:r>
        <w:r w:rsidR="00365A44">
          <w:rPr>
            <w:noProof/>
            <w:webHidden/>
          </w:rPr>
          <w:t>2</w:t>
        </w:r>
        <w:r w:rsidR="00566901">
          <w:rPr>
            <w:noProof/>
            <w:webHidden/>
          </w:rPr>
          <w:fldChar w:fldCharType="end"/>
        </w:r>
      </w:hyperlink>
    </w:p>
    <w:p w14:paraId="7374FE45" w14:textId="38FFE62F" w:rsidR="00566901" w:rsidRDefault="00A124E6">
      <w:pPr>
        <w:pStyle w:val="TOC2"/>
        <w:rPr>
          <w:rFonts w:asciiTheme="minorHAnsi" w:eastAsiaTheme="minorEastAsia" w:hAnsiTheme="minorHAnsi" w:cstheme="minorBidi"/>
          <w:noProof/>
          <w:sz w:val="22"/>
          <w:lang w:val="en-US" w:eastAsia="ja-JP"/>
        </w:rPr>
      </w:pPr>
      <w:hyperlink w:anchor="_Toc43883056" w:history="1">
        <w:r w:rsidR="00566901" w:rsidRPr="00C55FA1">
          <w:rPr>
            <w:rStyle w:val="Hyperlink"/>
            <w:noProof/>
          </w:rPr>
          <w:t>2.</w:t>
        </w:r>
        <w:r w:rsidR="00566901">
          <w:rPr>
            <w:rFonts w:asciiTheme="minorHAnsi" w:eastAsiaTheme="minorEastAsia" w:hAnsiTheme="minorHAnsi" w:cstheme="minorBidi"/>
            <w:noProof/>
            <w:sz w:val="22"/>
            <w:lang w:val="en-US" w:eastAsia="ja-JP"/>
          </w:rPr>
          <w:tab/>
        </w:r>
        <w:r w:rsidR="00566901" w:rsidRPr="00C55FA1">
          <w:rPr>
            <w:rStyle w:val="Hyperlink"/>
            <w:noProof/>
          </w:rPr>
          <w:t>Details of Applicant</w:t>
        </w:r>
        <w:r w:rsidR="00566901">
          <w:rPr>
            <w:noProof/>
            <w:webHidden/>
          </w:rPr>
          <w:tab/>
        </w:r>
        <w:r w:rsidR="00566901">
          <w:rPr>
            <w:noProof/>
            <w:webHidden/>
          </w:rPr>
          <w:fldChar w:fldCharType="begin"/>
        </w:r>
        <w:r w:rsidR="00566901">
          <w:rPr>
            <w:noProof/>
            <w:webHidden/>
          </w:rPr>
          <w:instrText xml:space="preserve"> PAGEREF _Toc43883056 \h </w:instrText>
        </w:r>
        <w:r w:rsidR="00566901">
          <w:rPr>
            <w:noProof/>
            <w:webHidden/>
          </w:rPr>
        </w:r>
        <w:r w:rsidR="00566901">
          <w:rPr>
            <w:noProof/>
            <w:webHidden/>
          </w:rPr>
          <w:fldChar w:fldCharType="separate"/>
        </w:r>
        <w:r w:rsidR="00365A44">
          <w:rPr>
            <w:noProof/>
            <w:webHidden/>
          </w:rPr>
          <w:t>3</w:t>
        </w:r>
        <w:r w:rsidR="00566901">
          <w:rPr>
            <w:noProof/>
            <w:webHidden/>
          </w:rPr>
          <w:fldChar w:fldCharType="end"/>
        </w:r>
      </w:hyperlink>
    </w:p>
    <w:p w14:paraId="6A4B9686" w14:textId="737BDB4A" w:rsidR="00566901" w:rsidRDefault="00A124E6">
      <w:pPr>
        <w:pStyle w:val="TOC2"/>
        <w:rPr>
          <w:rFonts w:asciiTheme="minorHAnsi" w:eastAsiaTheme="minorEastAsia" w:hAnsiTheme="minorHAnsi" w:cstheme="minorBidi"/>
          <w:noProof/>
          <w:sz w:val="22"/>
          <w:lang w:val="en-US" w:eastAsia="ja-JP"/>
        </w:rPr>
      </w:pPr>
      <w:hyperlink w:anchor="_Toc43883057" w:history="1">
        <w:r w:rsidR="00566901" w:rsidRPr="00C55FA1">
          <w:rPr>
            <w:rStyle w:val="Hyperlink"/>
            <w:noProof/>
          </w:rPr>
          <w:t>3.</w:t>
        </w:r>
        <w:r w:rsidR="00566901">
          <w:rPr>
            <w:rFonts w:asciiTheme="minorHAnsi" w:eastAsiaTheme="minorEastAsia" w:hAnsiTheme="minorHAnsi" w:cstheme="minorBidi"/>
            <w:noProof/>
            <w:sz w:val="22"/>
            <w:lang w:val="en-US" w:eastAsia="ja-JP"/>
          </w:rPr>
          <w:tab/>
        </w:r>
        <w:r w:rsidR="00566901" w:rsidRPr="00C55FA1">
          <w:rPr>
            <w:rStyle w:val="Hyperlink"/>
            <w:noProof/>
          </w:rPr>
          <w:t>Details of Proposal</w:t>
        </w:r>
        <w:r w:rsidR="00566901">
          <w:rPr>
            <w:noProof/>
            <w:webHidden/>
          </w:rPr>
          <w:tab/>
        </w:r>
        <w:r w:rsidR="00566901">
          <w:rPr>
            <w:noProof/>
            <w:webHidden/>
          </w:rPr>
          <w:fldChar w:fldCharType="begin"/>
        </w:r>
        <w:r w:rsidR="00566901">
          <w:rPr>
            <w:noProof/>
            <w:webHidden/>
          </w:rPr>
          <w:instrText xml:space="preserve"> PAGEREF _Toc43883057 \h </w:instrText>
        </w:r>
        <w:r w:rsidR="00566901">
          <w:rPr>
            <w:noProof/>
            <w:webHidden/>
          </w:rPr>
        </w:r>
        <w:r w:rsidR="00566901">
          <w:rPr>
            <w:noProof/>
            <w:webHidden/>
          </w:rPr>
          <w:fldChar w:fldCharType="separate"/>
        </w:r>
        <w:r w:rsidR="00365A44">
          <w:rPr>
            <w:noProof/>
            <w:webHidden/>
          </w:rPr>
          <w:t>6</w:t>
        </w:r>
        <w:r w:rsidR="00566901">
          <w:rPr>
            <w:noProof/>
            <w:webHidden/>
          </w:rPr>
          <w:fldChar w:fldCharType="end"/>
        </w:r>
      </w:hyperlink>
    </w:p>
    <w:p w14:paraId="70DA7D73" w14:textId="765EEA8E" w:rsidR="00566901" w:rsidRDefault="00A124E6">
      <w:pPr>
        <w:pStyle w:val="TOC2"/>
        <w:rPr>
          <w:rFonts w:asciiTheme="minorHAnsi" w:eastAsiaTheme="minorEastAsia" w:hAnsiTheme="minorHAnsi" w:cstheme="minorBidi"/>
          <w:noProof/>
          <w:sz w:val="22"/>
          <w:lang w:val="en-US" w:eastAsia="ja-JP"/>
        </w:rPr>
      </w:pPr>
      <w:hyperlink w:anchor="_Toc43883058" w:history="1">
        <w:r w:rsidR="00566901" w:rsidRPr="00C55FA1">
          <w:rPr>
            <w:rStyle w:val="Hyperlink"/>
            <w:noProof/>
          </w:rPr>
          <w:t>4.</w:t>
        </w:r>
        <w:r w:rsidR="00566901">
          <w:rPr>
            <w:rFonts w:asciiTheme="minorHAnsi" w:eastAsiaTheme="minorEastAsia" w:hAnsiTheme="minorHAnsi" w:cstheme="minorBidi"/>
            <w:noProof/>
            <w:sz w:val="22"/>
            <w:lang w:val="en-US" w:eastAsia="ja-JP"/>
          </w:rPr>
          <w:tab/>
        </w:r>
        <w:r w:rsidR="00566901" w:rsidRPr="00C55FA1">
          <w:rPr>
            <w:rStyle w:val="Hyperlink"/>
            <w:noProof/>
          </w:rPr>
          <w:t>Financial Information</w:t>
        </w:r>
        <w:r w:rsidR="00566901">
          <w:rPr>
            <w:noProof/>
            <w:webHidden/>
          </w:rPr>
          <w:tab/>
        </w:r>
        <w:r w:rsidR="00566901">
          <w:rPr>
            <w:noProof/>
            <w:webHidden/>
          </w:rPr>
          <w:fldChar w:fldCharType="begin"/>
        </w:r>
        <w:r w:rsidR="00566901">
          <w:rPr>
            <w:noProof/>
            <w:webHidden/>
          </w:rPr>
          <w:instrText xml:space="preserve"> PAGEREF _Toc43883058 \h </w:instrText>
        </w:r>
        <w:r w:rsidR="00566901">
          <w:rPr>
            <w:noProof/>
            <w:webHidden/>
          </w:rPr>
        </w:r>
        <w:r w:rsidR="00566901">
          <w:rPr>
            <w:noProof/>
            <w:webHidden/>
          </w:rPr>
          <w:fldChar w:fldCharType="separate"/>
        </w:r>
        <w:r w:rsidR="00365A44">
          <w:rPr>
            <w:noProof/>
            <w:webHidden/>
          </w:rPr>
          <w:t>9</w:t>
        </w:r>
        <w:r w:rsidR="00566901">
          <w:rPr>
            <w:noProof/>
            <w:webHidden/>
          </w:rPr>
          <w:fldChar w:fldCharType="end"/>
        </w:r>
      </w:hyperlink>
    </w:p>
    <w:p w14:paraId="090B9EC4" w14:textId="66FD3B9B" w:rsidR="00566901" w:rsidRDefault="00A124E6">
      <w:pPr>
        <w:pStyle w:val="TOC2"/>
        <w:rPr>
          <w:rFonts w:asciiTheme="minorHAnsi" w:eastAsiaTheme="minorEastAsia" w:hAnsiTheme="minorHAnsi" w:cstheme="minorBidi"/>
          <w:noProof/>
          <w:sz w:val="22"/>
          <w:lang w:val="en-US" w:eastAsia="ja-JP"/>
        </w:rPr>
      </w:pPr>
      <w:hyperlink w:anchor="_Toc43883059" w:history="1">
        <w:r w:rsidR="00566901" w:rsidRPr="00C55FA1">
          <w:rPr>
            <w:rStyle w:val="Hyperlink"/>
            <w:noProof/>
          </w:rPr>
          <w:t>5.</w:t>
        </w:r>
        <w:r w:rsidR="00566901">
          <w:rPr>
            <w:rFonts w:asciiTheme="minorHAnsi" w:eastAsiaTheme="minorEastAsia" w:hAnsiTheme="minorHAnsi" w:cstheme="minorBidi"/>
            <w:noProof/>
            <w:sz w:val="22"/>
            <w:lang w:val="en-US" w:eastAsia="ja-JP"/>
          </w:rPr>
          <w:tab/>
        </w:r>
        <w:r w:rsidR="00566901" w:rsidRPr="00C55FA1">
          <w:rPr>
            <w:rStyle w:val="Hyperlink"/>
            <w:noProof/>
          </w:rPr>
          <w:t>Finance Plan</w:t>
        </w:r>
        <w:r w:rsidR="00566901">
          <w:rPr>
            <w:noProof/>
            <w:webHidden/>
          </w:rPr>
          <w:tab/>
        </w:r>
        <w:r w:rsidR="00566901">
          <w:rPr>
            <w:noProof/>
            <w:webHidden/>
          </w:rPr>
          <w:fldChar w:fldCharType="begin"/>
        </w:r>
        <w:r w:rsidR="00566901">
          <w:rPr>
            <w:noProof/>
            <w:webHidden/>
          </w:rPr>
          <w:instrText xml:space="preserve"> PAGEREF _Toc43883059 \h </w:instrText>
        </w:r>
        <w:r w:rsidR="00566901">
          <w:rPr>
            <w:noProof/>
            <w:webHidden/>
          </w:rPr>
        </w:r>
        <w:r w:rsidR="00566901">
          <w:rPr>
            <w:noProof/>
            <w:webHidden/>
          </w:rPr>
          <w:fldChar w:fldCharType="separate"/>
        </w:r>
        <w:r w:rsidR="00365A44">
          <w:rPr>
            <w:noProof/>
            <w:webHidden/>
          </w:rPr>
          <w:t>13</w:t>
        </w:r>
        <w:r w:rsidR="00566901">
          <w:rPr>
            <w:noProof/>
            <w:webHidden/>
          </w:rPr>
          <w:fldChar w:fldCharType="end"/>
        </w:r>
      </w:hyperlink>
    </w:p>
    <w:p w14:paraId="1DD66D98" w14:textId="7F99E062" w:rsidR="00566901" w:rsidRDefault="00A124E6">
      <w:pPr>
        <w:pStyle w:val="TOC2"/>
        <w:rPr>
          <w:rFonts w:asciiTheme="minorHAnsi" w:eastAsiaTheme="minorEastAsia" w:hAnsiTheme="minorHAnsi" w:cstheme="minorBidi"/>
          <w:noProof/>
          <w:sz w:val="22"/>
          <w:lang w:val="en-US" w:eastAsia="ja-JP"/>
        </w:rPr>
      </w:pPr>
      <w:hyperlink w:anchor="_Toc43883060" w:history="1">
        <w:r w:rsidR="00566901" w:rsidRPr="00C55FA1">
          <w:rPr>
            <w:rStyle w:val="Hyperlink"/>
            <w:noProof/>
          </w:rPr>
          <w:t>6.</w:t>
        </w:r>
        <w:r w:rsidR="00566901">
          <w:rPr>
            <w:rFonts w:asciiTheme="minorHAnsi" w:eastAsiaTheme="minorEastAsia" w:hAnsiTheme="minorHAnsi" w:cstheme="minorBidi"/>
            <w:noProof/>
            <w:sz w:val="22"/>
            <w:lang w:val="en-US" w:eastAsia="ja-JP"/>
          </w:rPr>
          <w:tab/>
        </w:r>
        <w:r w:rsidR="00566901" w:rsidRPr="00C55FA1">
          <w:rPr>
            <w:rStyle w:val="Hyperlink"/>
            <w:noProof/>
          </w:rPr>
          <w:t>Declaration</w:t>
        </w:r>
        <w:r w:rsidR="00566901">
          <w:rPr>
            <w:noProof/>
            <w:webHidden/>
          </w:rPr>
          <w:tab/>
        </w:r>
        <w:r w:rsidR="00566901">
          <w:rPr>
            <w:noProof/>
            <w:webHidden/>
          </w:rPr>
          <w:fldChar w:fldCharType="begin"/>
        </w:r>
        <w:r w:rsidR="00566901">
          <w:rPr>
            <w:noProof/>
            <w:webHidden/>
          </w:rPr>
          <w:instrText xml:space="preserve"> PAGEREF _Toc43883060 \h </w:instrText>
        </w:r>
        <w:r w:rsidR="00566901">
          <w:rPr>
            <w:noProof/>
            <w:webHidden/>
          </w:rPr>
        </w:r>
        <w:r w:rsidR="00566901">
          <w:rPr>
            <w:noProof/>
            <w:webHidden/>
          </w:rPr>
          <w:fldChar w:fldCharType="separate"/>
        </w:r>
        <w:r w:rsidR="00365A44">
          <w:rPr>
            <w:noProof/>
            <w:webHidden/>
          </w:rPr>
          <w:t>14</w:t>
        </w:r>
        <w:r w:rsidR="00566901">
          <w:rPr>
            <w:noProof/>
            <w:webHidden/>
          </w:rPr>
          <w:fldChar w:fldCharType="end"/>
        </w:r>
      </w:hyperlink>
    </w:p>
    <w:p w14:paraId="088E671A" w14:textId="46371006" w:rsidR="00E5543F" w:rsidRPr="007C3D70" w:rsidRDefault="000B5C23" w:rsidP="00E5543F">
      <w:pPr>
        <w:rPr>
          <w:szCs w:val="20"/>
        </w:rPr>
      </w:pPr>
      <w:r w:rsidRPr="007C3D70">
        <w:rPr>
          <w:szCs w:val="20"/>
        </w:rPr>
        <w:fldChar w:fldCharType="end"/>
      </w:r>
    </w:p>
    <w:p w14:paraId="5A1612FB" w14:textId="77777777" w:rsidR="00933727" w:rsidRPr="00922936" w:rsidRDefault="00933727" w:rsidP="00E5543F">
      <w:pPr>
        <w:rPr>
          <w:sz w:val="16"/>
          <w:szCs w:val="16"/>
        </w:rPr>
      </w:pPr>
    </w:p>
    <w:p w14:paraId="1BE30C6A" w14:textId="77777777" w:rsidR="00933727" w:rsidRPr="00922936" w:rsidRDefault="00933727" w:rsidP="00E5543F">
      <w:pPr>
        <w:rPr>
          <w:sz w:val="16"/>
          <w:szCs w:val="16"/>
        </w:rPr>
      </w:pPr>
    </w:p>
    <w:p w14:paraId="70600131" w14:textId="77777777" w:rsidR="00933727" w:rsidRPr="00812DBA" w:rsidRDefault="007A2D21" w:rsidP="00E5543F">
      <w:r>
        <w:br w:type="page"/>
      </w:r>
    </w:p>
    <w:p w14:paraId="2E1AA7F8" w14:textId="77777777" w:rsidR="004F12AB" w:rsidRPr="00812DBA" w:rsidRDefault="00B502DA" w:rsidP="00234959">
      <w:pPr>
        <w:pStyle w:val="Heading2"/>
        <w:numPr>
          <w:ilvl w:val="0"/>
          <w:numId w:val="9"/>
        </w:numPr>
        <w:spacing w:before="0" w:after="120"/>
        <w:ind w:hanging="938"/>
        <w:rPr>
          <w:rFonts w:cs="Arial"/>
        </w:rPr>
      </w:pPr>
      <w:bookmarkStart w:id="2" w:name="_Toc43883056"/>
      <w:r w:rsidRPr="12CF1837">
        <w:rPr>
          <w:rFonts w:cs="Arial"/>
        </w:rPr>
        <w:lastRenderedPageBreak/>
        <w:t xml:space="preserve">Details of </w:t>
      </w:r>
      <w:r w:rsidR="00130282" w:rsidRPr="12CF1837">
        <w:rPr>
          <w:rFonts w:cs="Arial"/>
        </w:rPr>
        <w:t>Applicant</w:t>
      </w:r>
      <w:bookmarkEnd w:id="1"/>
      <w:bookmarkEnd w:id="2"/>
    </w:p>
    <w:p w14:paraId="4FAA8F9D" w14:textId="77777777" w:rsidR="00E936C5" w:rsidRPr="00812DBA" w:rsidRDefault="00E936C5" w:rsidP="00E936C5"/>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4"/>
        <w:gridCol w:w="5008"/>
      </w:tblGrid>
      <w:tr w:rsidR="00974B20" w:rsidRPr="00812DBA" w14:paraId="0656733C" w14:textId="77777777" w:rsidTr="456CC005">
        <w:trPr>
          <w:trHeight w:val="170"/>
        </w:trPr>
        <w:tc>
          <w:tcPr>
            <w:tcW w:w="9242" w:type="dxa"/>
            <w:gridSpan w:val="2"/>
            <w:tcBorders>
              <w:bottom w:val="single" w:sz="4" w:space="0" w:color="auto"/>
            </w:tcBorders>
            <w:shd w:val="clear" w:color="auto" w:fill="000000" w:themeFill="text1"/>
          </w:tcPr>
          <w:p w14:paraId="5D544E8E" w14:textId="77777777" w:rsidR="00974B20" w:rsidRPr="00676951" w:rsidRDefault="00234959" w:rsidP="00676951">
            <w:pPr>
              <w:rPr>
                <w:b/>
                <w:bCs/>
                <w:szCs w:val="20"/>
              </w:rPr>
            </w:pPr>
            <w:r w:rsidRPr="00676951">
              <w:rPr>
                <w:b/>
                <w:bCs/>
                <w:szCs w:val="20"/>
              </w:rPr>
              <w:t>Introduction to the Applicant</w:t>
            </w:r>
          </w:p>
        </w:tc>
      </w:tr>
      <w:tr w:rsidR="00AE218D" w:rsidRPr="00812DBA" w14:paraId="3DD3EE28" w14:textId="77777777" w:rsidTr="456CC005">
        <w:trPr>
          <w:trHeight w:val="397"/>
        </w:trPr>
        <w:tc>
          <w:tcPr>
            <w:tcW w:w="4234" w:type="dxa"/>
            <w:shd w:val="clear" w:color="auto" w:fill="F2F2F2" w:themeFill="background1" w:themeFillShade="F2"/>
          </w:tcPr>
          <w:p w14:paraId="55502D60" w14:textId="429B8762" w:rsidR="00C232B7" w:rsidRPr="00C232B7" w:rsidRDefault="00040549" w:rsidP="456CC005">
            <w:r>
              <w:t>Station name</w:t>
            </w:r>
            <w:r w:rsidR="001E6451">
              <w:t>:</w:t>
            </w:r>
          </w:p>
        </w:tc>
        <w:tc>
          <w:tcPr>
            <w:tcW w:w="5008" w:type="dxa"/>
            <w:shd w:val="clear" w:color="auto" w:fill="auto"/>
          </w:tcPr>
          <w:p w14:paraId="7FE98D05" w14:textId="77777777" w:rsidR="00AE218D" w:rsidRPr="00AB220C" w:rsidRDefault="00AB220C" w:rsidP="00AB220C">
            <w:pPr>
              <w:tabs>
                <w:tab w:val="left" w:pos="3075"/>
              </w:tabs>
              <w:rPr>
                <w:szCs w:val="20"/>
              </w:rPr>
            </w:pPr>
            <w:r>
              <w:rPr>
                <w:szCs w:val="20"/>
              </w:rPr>
              <w:tab/>
            </w:r>
          </w:p>
        </w:tc>
      </w:tr>
      <w:tr w:rsidR="001E6451" w:rsidRPr="00812DBA" w14:paraId="1F4F6715" w14:textId="77777777" w:rsidTr="456CC005">
        <w:trPr>
          <w:trHeight w:val="413"/>
        </w:trPr>
        <w:tc>
          <w:tcPr>
            <w:tcW w:w="4234" w:type="dxa"/>
            <w:shd w:val="clear" w:color="auto" w:fill="F2F2F2" w:themeFill="background1" w:themeFillShade="F2"/>
          </w:tcPr>
          <w:p w14:paraId="06643965" w14:textId="0864DA51" w:rsidR="001E6451" w:rsidRPr="00812DBA" w:rsidRDefault="001E6451" w:rsidP="00B6293C">
            <w:pPr>
              <w:jc w:val="both"/>
              <w:rPr>
                <w:szCs w:val="20"/>
              </w:rPr>
            </w:pPr>
            <w:r>
              <w:rPr>
                <w:szCs w:val="20"/>
              </w:rPr>
              <w:t>Station</w:t>
            </w:r>
            <w:r w:rsidR="00C232B7">
              <w:rPr>
                <w:szCs w:val="20"/>
              </w:rPr>
              <w:t xml:space="preserve"> </w:t>
            </w:r>
            <w:r>
              <w:rPr>
                <w:szCs w:val="20"/>
              </w:rPr>
              <w:t>address:</w:t>
            </w:r>
          </w:p>
        </w:tc>
        <w:tc>
          <w:tcPr>
            <w:tcW w:w="5008" w:type="dxa"/>
          </w:tcPr>
          <w:p w14:paraId="4DFA8865" w14:textId="77777777" w:rsidR="001E6451" w:rsidRPr="00812DBA" w:rsidRDefault="001E6451" w:rsidP="00BE4B48">
            <w:pPr>
              <w:jc w:val="both"/>
              <w:rPr>
                <w:szCs w:val="20"/>
              </w:rPr>
            </w:pPr>
          </w:p>
        </w:tc>
      </w:tr>
      <w:tr w:rsidR="00DA540F" w:rsidRPr="00812DBA" w14:paraId="257F1927" w14:textId="77777777" w:rsidTr="456CC005">
        <w:trPr>
          <w:trHeight w:val="413"/>
        </w:trPr>
        <w:tc>
          <w:tcPr>
            <w:tcW w:w="4234" w:type="dxa"/>
            <w:shd w:val="clear" w:color="auto" w:fill="F2F2F2" w:themeFill="background1" w:themeFillShade="F2"/>
          </w:tcPr>
          <w:p w14:paraId="443242AE" w14:textId="77777777" w:rsidR="00DA540F" w:rsidRPr="00812DBA" w:rsidRDefault="00DA540F" w:rsidP="00B6293C">
            <w:pPr>
              <w:jc w:val="both"/>
              <w:rPr>
                <w:szCs w:val="20"/>
              </w:rPr>
            </w:pPr>
            <w:r w:rsidRPr="00812DBA">
              <w:rPr>
                <w:szCs w:val="20"/>
              </w:rPr>
              <w:t>Contact Person’s Full Name:</w:t>
            </w:r>
          </w:p>
        </w:tc>
        <w:tc>
          <w:tcPr>
            <w:tcW w:w="5008" w:type="dxa"/>
          </w:tcPr>
          <w:p w14:paraId="5734F3F0" w14:textId="77777777" w:rsidR="00DA540F" w:rsidRPr="00812DBA" w:rsidRDefault="00DA540F" w:rsidP="00BE4B48">
            <w:pPr>
              <w:jc w:val="both"/>
              <w:rPr>
                <w:szCs w:val="20"/>
              </w:rPr>
            </w:pPr>
          </w:p>
        </w:tc>
      </w:tr>
      <w:tr w:rsidR="00DA540F" w:rsidRPr="00812DBA" w14:paraId="2FABDEC8" w14:textId="77777777" w:rsidTr="456CC005">
        <w:trPr>
          <w:trHeight w:val="422"/>
        </w:trPr>
        <w:tc>
          <w:tcPr>
            <w:tcW w:w="4234" w:type="dxa"/>
            <w:shd w:val="clear" w:color="auto" w:fill="F2F2F2" w:themeFill="background1" w:themeFillShade="F2"/>
          </w:tcPr>
          <w:p w14:paraId="17F4B447" w14:textId="77777777" w:rsidR="00DA540F" w:rsidRPr="00812DBA" w:rsidRDefault="00DA540F" w:rsidP="0012462E">
            <w:pPr>
              <w:jc w:val="both"/>
              <w:rPr>
                <w:szCs w:val="20"/>
              </w:rPr>
            </w:pPr>
            <w:r w:rsidRPr="00812DBA">
              <w:rPr>
                <w:szCs w:val="20"/>
              </w:rPr>
              <w:t xml:space="preserve">Contact Person’s </w:t>
            </w:r>
            <w:r w:rsidR="0012462E">
              <w:rPr>
                <w:szCs w:val="20"/>
              </w:rPr>
              <w:t>Job Title</w:t>
            </w:r>
            <w:r w:rsidRPr="00812DBA">
              <w:rPr>
                <w:szCs w:val="20"/>
              </w:rPr>
              <w:t>:</w:t>
            </w:r>
          </w:p>
        </w:tc>
        <w:tc>
          <w:tcPr>
            <w:tcW w:w="5008" w:type="dxa"/>
          </w:tcPr>
          <w:p w14:paraId="21B4C9BB" w14:textId="77777777" w:rsidR="00DA540F" w:rsidRPr="00812DBA" w:rsidRDefault="00DA540F" w:rsidP="00BE4B48">
            <w:pPr>
              <w:jc w:val="both"/>
              <w:rPr>
                <w:szCs w:val="20"/>
              </w:rPr>
            </w:pPr>
          </w:p>
        </w:tc>
      </w:tr>
      <w:tr w:rsidR="0012462E" w:rsidRPr="00812DBA" w14:paraId="5E9C5352" w14:textId="77777777" w:rsidTr="456CC005">
        <w:trPr>
          <w:trHeight w:val="422"/>
        </w:trPr>
        <w:tc>
          <w:tcPr>
            <w:tcW w:w="4234" w:type="dxa"/>
            <w:shd w:val="clear" w:color="auto" w:fill="F2F2F2" w:themeFill="background1" w:themeFillShade="F2"/>
          </w:tcPr>
          <w:p w14:paraId="6F8E5BF2" w14:textId="77777777" w:rsidR="0012462E" w:rsidRPr="00812DBA" w:rsidRDefault="0012462E" w:rsidP="00BE4B48">
            <w:pPr>
              <w:jc w:val="both"/>
              <w:rPr>
                <w:szCs w:val="20"/>
              </w:rPr>
            </w:pPr>
            <w:r w:rsidRPr="00812DBA">
              <w:rPr>
                <w:szCs w:val="20"/>
              </w:rPr>
              <w:t>Contact Person’s Email Address:</w:t>
            </w:r>
          </w:p>
        </w:tc>
        <w:tc>
          <w:tcPr>
            <w:tcW w:w="5008" w:type="dxa"/>
          </w:tcPr>
          <w:p w14:paraId="436A4315" w14:textId="77777777" w:rsidR="0012462E" w:rsidRPr="00812DBA" w:rsidRDefault="0012462E" w:rsidP="00BE4B48">
            <w:pPr>
              <w:jc w:val="both"/>
              <w:rPr>
                <w:szCs w:val="20"/>
              </w:rPr>
            </w:pPr>
          </w:p>
        </w:tc>
      </w:tr>
      <w:tr w:rsidR="00DA540F" w:rsidRPr="00812DBA" w14:paraId="2D2B836E" w14:textId="77777777" w:rsidTr="456CC005">
        <w:trPr>
          <w:trHeight w:val="548"/>
        </w:trPr>
        <w:tc>
          <w:tcPr>
            <w:tcW w:w="4234" w:type="dxa"/>
            <w:shd w:val="clear" w:color="auto" w:fill="F2F2F2" w:themeFill="background1" w:themeFillShade="F2"/>
          </w:tcPr>
          <w:p w14:paraId="2E3550B3" w14:textId="77777777" w:rsidR="00DA540F" w:rsidRPr="00812DBA" w:rsidRDefault="00DA540F" w:rsidP="00BE4B48">
            <w:pPr>
              <w:jc w:val="both"/>
              <w:rPr>
                <w:szCs w:val="20"/>
              </w:rPr>
            </w:pPr>
            <w:r w:rsidRPr="00812DBA">
              <w:rPr>
                <w:szCs w:val="20"/>
              </w:rPr>
              <w:t>Contact Person’s Phone Number:</w:t>
            </w:r>
          </w:p>
        </w:tc>
        <w:tc>
          <w:tcPr>
            <w:tcW w:w="5008" w:type="dxa"/>
          </w:tcPr>
          <w:p w14:paraId="4E65A9AF" w14:textId="77777777" w:rsidR="00DA540F" w:rsidRPr="00812DBA" w:rsidRDefault="00DA540F" w:rsidP="00BE4B48">
            <w:pPr>
              <w:jc w:val="both"/>
              <w:rPr>
                <w:szCs w:val="20"/>
              </w:rPr>
            </w:pPr>
          </w:p>
        </w:tc>
      </w:tr>
    </w:tbl>
    <w:p w14:paraId="41ACEFBE" w14:textId="77777777" w:rsidR="00637E56" w:rsidRDefault="00637E56"/>
    <w:p w14:paraId="2AAE346A" w14:textId="77777777" w:rsidR="00C232B7" w:rsidRDefault="00C232B7"/>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1"/>
        <w:gridCol w:w="2301"/>
      </w:tblGrid>
      <w:tr w:rsidR="00506DA6" w:rsidRPr="00812DBA" w14:paraId="50838866" w14:textId="77777777" w:rsidTr="00506DA6">
        <w:trPr>
          <w:trHeight w:val="1403"/>
        </w:trPr>
        <w:tc>
          <w:tcPr>
            <w:tcW w:w="6941" w:type="dxa"/>
            <w:vMerge w:val="restart"/>
            <w:shd w:val="clear" w:color="auto" w:fill="F2F2F2" w:themeFill="background1" w:themeFillShade="F2"/>
          </w:tcPr>
          <w:p w14:paraId="781D8FC9" w14:textId="6772BFCA" w:rsidR="00506DA6" w:rsidRPr="00F038F0" w:rsidRDefault="00506DA6" w:rsidP="26BFD884">
            <w:pPr>
              <w:pStyle w:val="Heading9"/>
              <w:keepNext/>
              <w:spacing w:before="0" w:after="0" w:line="280" w:lineRule="exact"/>
              <w:jc w:val="both"/>
              <w:rPr>
                <w:rFonts w:ascii="Arial" w:eastAsia="Arial" w:hAnsi="Arial" w:cs="Arial"/>
                <w:sz w:val="20"/>
                <w:szCs w:val="20"/>
              </w:rPr>
            </w:pPr>
            <w:r w:rsidRPr="00F038F0">
              <w:rPr>
                <w:rFonts w:ascii="Arial" w:eastAsia="Arial" w:hAnsi="Arial" w:cs="Arial"/>
                <w:b/>
                <w:bCs/>
                <w:sz w:val="20"/>
                <w:szCs w:val="20"/>
              </w:rPr>
              <w:t xml:space="preserve">2.2 </w:t>
            </w:r>
            <w:r w:rsidRPr="00F038F0">
              <w:rPr>
                <w:rFonts w:ascii="Arial" w:eastAsia="Arial" w:hAnsi="Arial" w:cs="Arial"/>
                <w:sz w:val="20"/>
                <w:szCs w:val="20"/>
              </w:rPr>
              <w:t>Total Number of Staff Employed/Human Resources:</w:t>
            </w:r>
          </w:p>
          <w:p w14:paraId="3B5728C4" w14:textId="30D73BF4" w:rsidR="00506DA6" w:rsidRDefault="00506DA6" w:rsidP="26BFD884">
            <w:pPr>
              <w:rPr>
                <w:rFonts w:eastAsia="Arial"/>
              </w:rPr>
            </w:pPr>
            <w:r w:rsidRPr="3E98656A">
              <w:rPr>
                <w:rFonts w:eastAsia="Arial"/>
              </w:rPr>
              <w:t>(Please attach as an appendix to the application details of all human resources at the Station indicating the status of each resource (</w:t>
            </w:r>
            <w:proofErr w:type="gramStart"/>
            <w:r w:rsidRPr="3E98656A">
              <w:rPr>
                <w:rFonts w:eastAsia="Arial"/>
              </w:rPr>
              <w:t>i.e.</w:t>
            </w:r>
            <w:proofErr w:type="gramEnd"/>
            <w:r w:rsidRPr="3E98656A">
              <w:rPr>
                <w:rFonts w:eastAsia="Arial"/>
              </w:rPr>
              <w:t xml:space="preserve"> full-time, part-time or contract staff, volunteers</w:t>
            </w:r>
            <w:r>
              <w:rPr>
                <w:rFonts w:eastAsia="Arial"/>
              </w:rPr>
              <w:t xml:space="preserve">, ratio of </w:t>
            </w:r>
            <w:proofErr w:type="spellStart"/>
            <w:r>
              <w:rPr>
                <w:rFonts w:eastAsia="Arial"/>
              </w:rPr>
              <w:t>male:female</w:t>
            </w:r>
            <w:proofErr w:type="spellEnd"/>
            <w:r w:rsidRPr="3E98656A">
              <w:rPr>
                <w:rFonts w:eastAsia="Arial"/>
              </w:rPr>
              <w:t xml:space="preserve"> etc. and the areas in which each individual </w:t>
            </w:r>
            <w:r>
              <w:rPr>
                <w:rFonts w:eastAsia="Arial"/>
              </w:rPr>
              <w:t xml:space="preserve">or volunteer </w:t>
            </w:r>
            <w:r w:rsidRPr="3E98656A">
              <w:rPr>
                <w:rFonts w:eastAsia="Arial"/>
              </w:rPr>
              <w:t>works.)</w:t>
            </w:r>
          </w:p>
          <w:p w14:paraId="21220496" w14:textId="46389168" w:rsidR="00506DA6" w:rsidRPr="00DE2A16" w:rsidRDefault="00506DA6" w:rsidP="26BFD884">
            <w:pPr>
              <w:rPr>
                <w:rFonts w:eastAsia="Arial"/>
              </w:rPr>
            </w:pPr>
            <w:r>
              <w:rPr>
                <w:rFonts w:eastAsia="Arial"/>
              </w:rPr>
              <w:t xml:space="preserve">(Please include details of the volunteers – who are your volunteers; what programmes do they work on?  Number of presenters, producers, sound engineers, types of programming in which they are involved, administration roles, management / committee roles?  </w:t>
            </w:r>
            <w:proofErr w:type="gramStart"/>
            <w:r>
              <w:rPr>
                <w:rFonts w:eastAsia="Arial"/>
              </w:rPr>
              <w:t>i.e.</w:t>
            </w:r>
            <w:proofErr w:type="gramEnd"/>
            <w:r>
              <w:rPr>
                <w:rFonts w:eastAsia="Arial"/>
              </w:rPr>
              <w:t xml:space="preserve"> provide the picture of the social inclusion and community engagement in your station).</w:t>
            </w:r>
          </w:p>
        </w:tc>
        <w:tc>
          <w:tcPr>
            <w:tcW w:w="2301" w:type="dxa"/>
          </w:tcPr>
          <w:p w14:paraId="566758CF" w14:textId="399401CE" w:rsidR="00506DA6" w:rsidRDefault="00506DA6" w:rsidP="00BA1C19">
            <w:pPr>
              <w:jc w:val="both"/>
              <w:rPr>
                <w:szCs w:val="20"/>
              </w:rPr>
            </w:pPr>
            <w:r>
              <w:rPr>
                <w:szCs w:val="20"/>
              </w:rPr>
              <w:t>Total No. of Staff:</w:t>
            </w:r>
          </w:p>
          <w:p w14:paraId="7E160650" w14:textId="2DFD1A08" w:rsidR="00506DA6" w:rsidRDefault="00506DA6" w:rsidP="00BA1C19">
            <w:pPr>
              <w:jc w:val="both"/>
              <w:rPr>
                <w:szCs w:val="20"/>
              </w:rPr>
            </w:pPr>
          </w:p>
          <w:p w14:paraId="3116BDFE" w14:textId="55C6DF21" w:rsidR="00506DA6" w:rsidRPr="00812DBA" w:rsidRDefault="00506DA6" w:rsidP="00BA1C19">
            <w:pPr>
              <w:jc w:val="both"/>
              <w:rPr>
                <w:szCs w:val="20"/>
              </w:rPr>
            </w:pPr>
          </w:p>
        </w:tc>
      </w:tr>
      <w:tr w:rsidR="00506DA6" w:rsidRPr="00812DBA" w14:paraId="154196AE" w14:textId="77777777" w:rsidTr="00506DA6">
        <w:trPr>
          <w:trHeight w:val="1402"/>
        </w:trPr>
        <w:tc>
          <w:tcPr>
            <w:tcW w:w="6941" w:type="dxa"/>
            <w:vMerge/>
            <w:shd w:val="clear" w:color="auto" w:fill="F2F2F2" w:themeFill="background1" w:themeFillShade="F2"/>
          </w:tcPr>
          <w:p w14:paraId="2C46CE5A" w14:textId="77777777" w:rsidR="00506DA6" w:rsidRPr="456CC005" w:rsidRDefault="00506DA6" w:rsidP="26BFD884">
            <w:pPr>
              <w:pStyle w:val="Heading9"/>
              <w:keepNext/>
              <w:spacing w:before="0" w:after="0" w:line="280" w:lineRule="exact"/>
              <w:jc w:val="both"/>
              <w:rPr>
                <w:rFonts w:ascii="Arial" w:eastAsia="Arial" w:hAnsi="Arial" w:cs="Arial"/>
                <w:b/>
                <w:bCs/>
              </w:rPr>
            </w:pPr>
          </w:p>
        </w:tc>
        <w:tc>
          <w:tcPr>
            <w:tcW w:w="2301" w:type="dxa"/>
          </w:tcPr>
          <w:p w14:paraId="383087CB" w14:textId="77777777" w:rsidR="00506DA6" w:rsidRDefault="00506DA6" w:rsidP="00506DA6">
            <w:pPr>
              <w:jc w:val="both"/>
              <w:rPr>
                <w:szCs w:val="20"/>
              </w:rPr>
            </w:pPr>
            <w:r>
              <w:rPr>
                <w:szCs w:val="20"/>
              </w:rPr>
              <w:t>Total No. of Volunteers</w:t>
            </w:r>
          </w:p>
          <w:p w14:paraId="0F0CB11E" w14:textId="77777777" w:rsidR="00506DA6" w:rsidRDefault="00506DA6" w:rsidP="00506DA6">
            <w:pPr>
              <w:jc w:val="both"/>
              <w:rPr>
                <w:szCs w:val="20"/>
              </w:rPr>
            </w:pPr>
          </w:p>
          <w:p w14:paraId="3EA93DAF" w14:textId="77777777" w:rsidR="00506DA6" w:rsidRDefault="00506DA6" w:rsidP="00506DA6">
            <w:pPr>
              <w:jc w:val="both"/>
              <w:rPr>
                <w:szCs w:val="20"/>
              </w:rPr>
            </w:pPr>
          </w:p>
          <w:p w14:paraId="6A3620C4" w14:textId="77777777" w:rsidR="00506DA6" w:rsidRDefault="00506DA6" w:rsidP="00506DA6">
            <w:pPr>
              <w:jc w:val="both"/>
              <w:rPr>
                <w:szCs w:val="20"/>
              </w:rPr>
            </w:pPr>
          </w:p>
          <w:p w14:paraId="33671947" w14:textId="7DB02987" w:rsidR="00506DA6" w:rsidRPr="00812DBA" w:rsidRDefault="00506DA6" w:rsidP="00506DA6">
            <w:pPr>
              <w:jc w:val="both"/>
              <w:rPr>
                <w:szCs w:val="20"/>
              </w:rPr>
            </w:pPr>
          </w:p>
        </w:tc>
      </w:tr>
    </w:tbl>
    <w:p w14:paraId="611483B3" w14:textId="77777777" w:rsidR="001E6451" w:rsidRDefault="001E6451" w:rsidP="001E6451"/>
    <w:p w14:paraId="6B0D5147" w14:textId="77777777" w:rsidR="0047373E" w:rsidRDefault="0047373E" w:rsidP="004737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58F25E71" w14:paraId="57A21E10" w14:textId="77777777" w:rsidTr="456CC005">
        <w:trPr>
          <w:trHeight w:val="567"/>
        </w:trPr>
        <w:tc>
          <w:tcPr>
            <w:tcW w:w="9242" w:type="dxa"/>
            <w:shd w:val="clear" w:color="auto" w:fill="F2F2F2" w:themeFill="background1" w:themeFillShade="F2"/>
          </w:tcPr>
          <w:p w14:paraId="027937D9" w14:textId="114225BA" w:rsidR="050216CF" w:rsidRDefault="026793F0" w:rsidP="58F25E71">
            <w:pPr>
              <w:jc w:val="both"/>
            </w:pPr>
            <w:r w:rsidRPr="456CC005">
              <w:rPr>
                <w:b/>
                <w:bCs/>
              </w:rPr>
              <w:t xml:space="preserve">2.3 </w:t>
            </w:r>
            <w:r>
              <w:t>Brief description of the proposal</w:t>
            </w:r>
          </w:p>
          <w:p w14:paraId="618062E5" w14:textId="7E0F3979" w:rsidR="58F25E71" w:rsidRDefault="58F25E71" w:rsidP="58F25E71">
            <w:pPr>
              <w:jc w:val="both"/>
              <w:rPr>
                <w:b/>
                <w:bCs/>
              </w:rPr>
            </w:pPr>
          </w:p>
        </w:tc>
      </w:tr>
      <w:tr w:rsidR="0047373E" w:rsidRPr="00812DBA" w14:paraId="2B088C25" w14:textId="77777777" w:rsidTr="456CC005">
        <w:trPr>
          <w:trHeight w:val="567"/>
        </w:trPr>
        <w:tc>
          <w:tcPr>
            <w:tcW w:w="9242" w:type="dxa"/>
            <w:shd w:val="clear" w:color="auto" w:fill="FFFFFF" w:themeFill="background1"/>
          </w:tcPr>
          <w:p w14:paraId="6EF365A3" w14:textId="0BB15AA5" w:rsidR="000C347B" w:rsidRPr="0034365E" w:rsidRDefault="2681E705" w:rsidP="456CC005">
            <w:pPr>
              <w:jc w:val="both"/>
            </w:pPr>
            <w:r>
              <w:t>P</w:t>
            </w:r>
            <w:r w:rsidR="51A04DEC">
              <w:t xml:space="preserve">lease summarise the proposal and </w:t>
            </w:r>
            <w:r w:rsidR="54F33B7D">
              <w:t>the</w:t>
            </w:r>
            <w:r w:rsidR="51A04DEC">
              <w:t xml:space="preserve"> main activities and/or projects in one or two paragraphs</w:t>
            </w:r>
            <w:r w:rsidR="2E642A6D">
              <w:t>.</w:t>
            </w:r>
          </w:p>
          <w:p w14:paraId="467253E0" w14:textId="2F67662D" w:rsidR="000C347B" w:rsidRPr="0034365E" w:rsidRDefault="000C347B" w:rsidP="456CC005">
            <w:pPr>
              <w:jc w:val="both"/>
            </w:pPr>
          </w:p>
        </w:tc>
      </w:tr>
      <w:tr w:rsidR="0047373E" w:rsidRPr="00DB6A58" w14:paraId="78B601F2" w14:textId="77777777" w:rsidTr="456CC005">
        <w:trPr>
          <w:trHeight w:val="737"/>
        </w:trPr>
        <w:tc>
          <w:tcPr>
            <w:tcW w:w="9242" w:type="dxa"/>
            <w:shd w:val="clear" w:color="auto" w:fill="auto"/>
          </w:tcPr>
          <w:p w14:paraId="01F54422" w14:textId="5B278493" w:rsidR="0047373E" w:rsidRDefault="0047373E" w:rsidP="0047373E">
            <w:pPr>
              <w:jc w:val="both"/>
              <w:rPr>
                <w:szCs w:val="20"/>
              </w:rPr>
            </w:pPr>
          </w:p>
          <w:p w14:paraId="1615CF7A" w14:textId="5DC52727" w:rsidR="00BE4763" w:rsidRDefault="00BE4763" w:rsidP="0047373E">
            <w:pPr>
              <w:jc w:val="both"/>
              <w:rPr>
                <w:szCs w:val="20"/>
              </w:rPr>
            </w:pPr>
          </w:p>
          <w:p w14:paraId="6F7BE6F8" w14:textId="7F58B632" w:rsidR="00BE4763" w:rsidRDefault="00BE4763" w:rsidP="0047373E">
            <w:pPr>
              <w:jc w:val="both"/>
              <w:rPr>
                <w:szCs w:val="20"/>
              </w:rPr>
            </w:pPr>
          </w:p>
          <w:p w14:paraId="095290FB" w14:textId="3F90A78E" w:rsidR="00BE4763" w:rsidRDefault="00BE4763" w:rsidP="0047373E">
            <w:pPr>
              <w:jc w:val="both"/>
              <w:rPr>
                <w:szCs w:val="20"/>
              </w:rPr>
            </w:pPr>
          </w:p>
          <w:p w14:paraId="2B78B92C" w14:textId="77777777" w:rsidR="00BE4763" w:rsidRDefault="00BE4763" w:rsidP="0047373E">
            <w:pPr>
              <w:jc w:val="both"/>
              <w:rPr>
                <w:szCs w:val="20"/>
              </w:rPr>
            </w:pPr>
          </w:p>
          <w:p w14:paraId="394373EA" w14:textId="77777777" w:rsidR="0047373E" w:rsidRDefault="0047373E" w:rsidP="0047373E">
            <w:pPr>
              <w:jc w:val="both"/>
              <w:rPr>
                <w:szCs w:val="20"/>
              </w:rPr>
            </w:pPr>
          </w:p>
          <w:p w14:paraId="6BC2AE40" w14:textId="77777777" w:rsidR="0047373E" w:rsidRDefault="0047373E" w:rsidP="0047373E">
            <w:pPr>
              <w:jc w:val="both"/>
            </w:pPr>
          </w:p>
          <w:p w14:paraId="26A3C0B7" w14:textId="77777777" w:rsidR="0047373E" w:rsidRDefault="0047373E" w:rsidP="0047373E">
            <w:pPr>
              <w:jc w:val="both"/>
            </w:pPr>
          </w:p>
          <w:p w14:paraId="677039EC" w14:textId="7DCCF329" w:rsidR="58F25E71" w:rsidRDefault="58F25E71" w:rsidP="58F25E71">
            <w:pPr>
              <w:jc w:val="both"/>
            </w:pPr>
          </w:p>
          <w:p w14:paraId="5934B79F" w14:textId="0D0417C2" w:rsidR="58F25E71" w:rsidRDefault="58F25E71" w:rsidP="58F25E71">
            <w:pPr>
              <w:jc w:val="both"/>
            </w:pPr>
          </w:p>
          <w:p w14:paraId="6B46F2C0" w14:textId="3F2702F6" w:rsidR="58F25E71" w:rsidRDefault="58F25E71" w:rsidP="58F25E71">
            <w:pPr>
              <w:jc w:val="both"/>
            </w:pPr>
          </w:p>
          <w:p w14:paraId="683122D5" w14:textId="1455F4CE" w:rsidR="58F25E71" w:rsidRDefault="58F25E71" w:rsidP="58F25E71">
            <w:pPr>
              <w:jc w:val="both"/>
            </w:pPr>
          </w:p>
          <w:p w14:paraId="7DBC412E" w14:textId="79957F6E" w:rsidR="58F25E71" w:rsidRDefault="58F25E71" w:rsidP="58F25E71">
            <w:pPr>
              <w:jc w:val="both"/>
            </w:pPr>
          </w:p>
          <w:p w14:paraId="2AFC74A2" w14:textId="07143437" w:rsidR="58F25E71" w:rsidRDefault="58F25E71" w:rsidP="58F25E71">
            <w:pPr>
              <w:jc w:val="both"/>
            </w:pPr>
          </w:p>
          <w:p w14:paraId="742D529D" w14:textId="3C33E6A1" w:rsidR="58F25E71" w:rsidRDefault="58F25E71" w:rsidP="58F25E71">
            <w:pPr>
              <w:jc w:val="both"/>
            </w:pPr>
          </w:p>
          <w:p w14:paraId="732502DF" w14:textId="77777777" w:rsidR="0047373E" w:rsidRDefault="0047373E" w:rsidP="0047373E">
            <w:pPr>
              <w:jc w:val="both"/>
              <w:rPr>
                <w:szCs w:val="20"/>
              </w:rPr>
            </w:pPr>
          </w:p>
          <w:p w14:paraId="6DEC0F68" w14:textId="77777777" w:rsidR="0047373E" w:rsidRDefault="0047373E" w:rsidP="0047373E">
            <w:pPr>
              <w:jc w:val="both"/>
              <w:rPr>
                <w:szCs w:val="20"/>
              </w:rPr>
            </w:pPr>
          </w:p>
          <w:p w14:paraId="1418064A" w14:textId="77777777" w:rsidR="0047373E" w:rsidRPr="00DB6A58" w:rsidRDefault="0047373E" w:rsidP="0047373E">
            <w:pPr>
              <w:jc w:val="both"/>
              <w:rPr>
                <w:b/>
                <w:bCs/>
                <w:szCs w:val="20"/>
              </w:rPr>
            </w:pPr>
          </w:p>
        </w:tc>
      </w:tr>
      <w:tr w:rsidR="58F25E71" w14:paraId="3BB502F5" w14:textId="77777777" w:rsidTr="456CC005">
        <w:trPr>
          <w:trHeight w:val="737"/>
        </w:trPr>
        <w:tc>
          <w:tcPr>
            <w:tcW w:w="9242" w:type="dxa"/>
            <w:shd w:val="clear" w:color="auto" w:fill="auto"/>
          </w:tcPr>
          <w:p w14:paraId="406C92C7" w14:textId="0013F4BD" w:rsidR="32225AB2" w:rsidRPr="00826AA5" w:rsidRDefault="1EAED3E0" w:rsidP="456CC005">
            <w:pPr>
              <w:jc w:val="both"/>
              <w:rPr>
                <w:szCs w:val="20"/>
              </w:rPr>
            </w:pPr>
            <w:r w:rsidRPr="00826AA5">
              <w:rPr>
                <w:szCs w:val="20"/>
              </w:rPr>
              <w:lastRenderedPageBreak/>
              <w:t xml:space="preserve">Please provide an overview of how you believe </w:t>
            </w:r>
            <w:r w:rsidR="7B278750" w:rsidRPr="00826AA5">
              <w:rPr>
                <w:szCs w:val="20"/>
              </w:rPr>
              <w:t>the</w:t>
            </w:r>
            <w:r w:rsidR="75CB38AD" w:rsidRPr="00826AA5">
              <w:rPr>
                <w:szCs w:val="20"/>
              </w:rPr>
              <w:t xml:space="preserve"> project(s) </w:t>
            </w:r>
            <w:r w:rsidRPr="00826AA5">
              <w:rPr>
                <w:szCs w:val="20"/>
              </w:rPr>
              <w:t xml:space="preserve">will support the achievement of the objectives of the </w:t>
            </w:r>
            <w:r w:rsidR="0021043A">
              <w:rPr>
                <w:szCs w:val="20"/>
              </w:rPr>
              <w:t xml:space="preserve">Social Benefit - </w:t>
            </w:r>
            <w:r w:rsidRPr="00826AA5">
              <w:rPr>
                <w:szCs w:val="20"/>
              </w:rPr>
              <w:t xml:space="preserve">Community Radio Funding </w:t>
            </w:r>
            <w:r w:rsidR="0021043A">
              <w:rPr>
                <w:szCs w:val="20"/>
              </w:rPr>
              <w:t xml:space="preserve">Initiative </w:t>
            </w:r>
            <w:r w:rsidR="6CA45C25" w:rsidRPr="00826AA5">
              <w:rPr>
                <w:rFonts w:eastAsia="Arial"/>
                <w:szCs w:val="20"/>
              </w:rPr>
              <w:t>in one or two paragraphs.</w:t>
            </w:r>
          </w:p>
        </w:tc>
      </w:tr>
      <w:tr w:rsidR="58F25E71" w14:paraId="3B98AE99" w14:textId="77777777" w:rsidTr="456CC005">
        <w:trPr>
          <w:trHeight w:val="737"/>
        </w:trPr>
        <w:tc>
          <w:tcPr>
            <w:tcW w:w="9242" w:type="dxa"/>
            <w:shd w:val="clear" w:color="auto" w:fill="auto"/>
          </w:tcPr>
          <w:p w14:paraId="7E5154AE" w14:textId="21C7D4A6" w:rsidR="58F25E71" w:rsidRDefault="58F25E71" w:rsidP="58F25E71">
            <w:pPr>
              <w:jc w:val="both"/>
            </w:pPr>
          </w:p>
          <w:p w14:paraId="0D93E15D" w14:textId="293B439E" w:rsidR="58F25E71" w:rsidRDefault="58F25E71" w:rsidP="58F25E71">
            <w:pPr>
              <w:jc w:val="both"/>
            </w:pPr>
          </w:p>
          <w:p w14:paraId="6433F89C" w14:textId="64726BE2" w:rsidR="58F25E71" w:rsidRDefault="58F25E71" w:rsidP="58F25E71">
            <w:pPr>
              <w:jc w:val="both"/>
            </w:pPr>
          </w:p>
          <w:p w14:paraId="3A51E56E" w14:textId="4ED9529D" w:rsidR="58F25E71" w:rsidRDefault="58F25E71" w:rsidP="58F25E71">
            <w:pPr>
              <w:jc w:val="both"/>
            </w:pPr>
          </w:p>
          <w:p w14:paraId="5383B467" w14:textId="4C19103F" w:rsidR="58F25E71" w:rsidRDefault="58F25E71" w:rsidP="58F25E71">
            <w:pPr>
              <w:jc w:val="both"/>
            </w:pPr>
          </w:p>
          <w:p w14:paraId="77ECCB3A" w14:textId="1373CA60" w:rsidR="58F25E71" w:rsidRDefault="58F25E71" w:rsidP="58F25E71">
            <w:pPr>
              <w:jc w:val="both"/>
            </w:pPr>
          </w:p>
          <w:p w14:paraId="62E48A23" w14:textId="6D055732" w:rsidR="58F25E71" w:rsidRDefault="58F25E71" w:rsidP="58F25E71">
            <w:pPr>
              <w:jc w:val="both"/>
            </w:pPr>
          </w:p>
          <w:p w14:paraId="5AC3B3CF" w14:textId="05E93708" w:rsidR="58F25E71" w:rsidRDefault="58F25E71" w:rsidP="58F25E71">
            <w:pPr>
              <w:jc w:val="both"/>
            </w:pPr>
          </w:p>
          <w:p w14:paraId="361E9F35" w14:textId="3797A5C1" w:rsidR="58F25E71" w:rsidRDefault="58F25E71" w:rsidP="58F25E71">
            <w:pPr>
              <w:jc w:val="both"/>
            </w:pPr>
          </w:p>
          <w:p w14:paraId="4639EB62" w14:textId="71DAC822" w:rsidR="58F25E71" w:rsidRDefault="58F25E71" w:rsidP="58F25E71">
            <w:pPr>
              <w:jc w:val="both"/>
            </w:pPr>
          </w:p>
          <w:p w14:paraId="495EB305" w14:textId="7E783C7A" w:rsidR="58F25E71" w:rsidRDefault="58F25E71" w:rsidP="58F25E71">
            <w:pPr>
              <w:jc w:val="both"/>
            </w:pPr>
          </w:p>
          <w:p w14:paraId="2150D227" w14:textId="2D4B89A5" w:rsidR="58F25E71" w:rsidRDefault="58F25E71" w:rsidP="58F25E71">
            <w:pPr>
              <w:jc w:val="both"/>
            </w:pPr>
          </w:p>
          <w:p w14:paraId="6873CBDC" w14:textId="0DE8FDE6" w:rsidR="58F25E71" w:rsidRDefault="58F25E71" w:rsidP="58F25E71">
            <w:pPr>
              <w:jc w:val="both"/>
            </w:pPr>
          </w:p>
          <w:p w14:paraId="5440441B" w14:textId="49A1CBE0" w:rsidR="58F25E71" w:rsidRDefault="58F25E71" w:rsidP="58F25E71">
            <w:pPr>
              <w:jc w:val="both"/>
            </w:pPr>
          </w:p>
          <w:p w14:paraId="487302BF" w14:textId="77C3D533" w:rsidR="58F25E71" w:rsidRDefault="58F25E71" w:rsidP="58F25E71">
            <w:pPr>
              <w:jc w:val="both"/>
            </w:pPr>
          </w:p>
          <w:p w14:paraId="18123B0C" w14:textId="056C3AF0" w:rsidR="58F25E71" w:rsidRDefault="58F25E71" w:rsidP="58F25E71">
            <w:pPr>
              <w:jc w:val="both"/>
            </w:pPr>
          </w:p>
          <w:p w14:paraId="4114CC78" w14:textId="0992AEAC" w:rsidR="58F25E71" w:rsidRDefault="58F25E71" w:rsidP="58F25E71">
            <w:pPr>
              <w:jc w:val="both"/>
            </w:pPr>
          </w:p>
        </w:tc>
      </w:tr>
    </w:tbl>
    <w:p w14:paraId="7975A289" w14:textId="77777777" w:rsidR="00E53C09" w:rsidRDefault="00E53C09" w:rsidP="00E53C0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149"/>
      </w:tblGrid>
      <w:tr w:rsidR="00E53C09" w:rsidRPr="00812DBA" w14:paraId="05C4CF2C" w14:textId="77777777" w:rsidTr="00BA1C19">
        <w:trPr>
          <w:trHeight w:val="567"/>
        </w:trPr>
        <w:tc>
          <w:tcPr>
            <w:tcW w:w="9242" w:type="dxa"/>
            <w:gridSpan w:val="2"/>
            <w:shd w:val="clear" w:color="auto" w:fill="F2F2F2"/>
          </w:tcPr>
          <w:p w14:paraId="30E96B44" w14:textId="09614B6A" w:rsidR="00E53C09" w:rsidRPr="00812DBA" w:rsidRDefault="00E53C09" w:rsidP="00BA1C19">
            <w:pPr>
              <w:jc w:val="both"/>
              <w:rPr>
                <w:szCs w:val="20"/>
              </w:rPr>
            </w:pPr>
            <w:r>
              <w:rPr>
                <w:b/>
                <w:szCs w:val="20"/>
              </w:rPr>
              <w:t>2</w:t>
            </w:r>
            <w:r w:rsidRPr="00812DBA">
              <w:rPr>
                <w:b/>
                <w:szCs w:val="20"/>
              </w:rPr>
              <w:t>.</w:t>
            </w:r>
            <w:r w:rsidR="00262A8C">
              <w:rPr>
                <w:b/>
                <w:szCs w:val="20"/>
              </w:rPr>
              <w:t>4</w:t>
            </w:r>
            <w:r w:rsidRPr="00812DBA">
              <w:rPr>
                <w:b/>
                <w:szCs w:val="20"/>
              </w:rPr>
              <w:t xml:space="preserve"> </w:t>
            </w:r>
            <w:r w:rsidRPr="00262A8C">
              <w:rPr>
                <w:bCs/>
                <w:szCs w:val="20"/>
              </w:rPr>
              <w:t>Timelines: Please provide the start</w:t>
            </w:r>
            <w:r w:rsidR="00B87D15">
              <w:rPr>
                <w:bCs/>
                <w:szCs w:val="20"/>
              </w:rPr>
              <w:t>ing</w:t>
            </w:r>
            <w:r w:rsidRPr="00262A8C">
              <w:rPr>
                <w:bCs/>
                <w:szCs w:val="20"/>
              </w:rPr>
              <w:t xml:space="preserve"> date </w:t>
            </w:r>
            <w:r w:rsidR="00B87D15">
              <w:rPr>
                <w:bCs/>
                <w:szCs w:val="20"/>
              </w:rPr>
              <w:t xml:space="preserve">for </w:t>
            </w:r>
            <w:r w:rsidR="00174D9F">
              <w:rPr>
                <w:bCs/>
                <w:szCs w:val="20"/>
              </w:rPr>
              <w:t xml:space="preserve">implementation of </w:t>
            </w:r>
            <w:r w:rsidR="00B87D15">
              <w:rPr>
                <w:bCs/>
                <w:szCs w:val="20"/>
              </w:rPr>
              <w:t>your proposal and the proposed time for completion:</w:t>
            </w:r>
          </w:p>
        </w:tc>
      </w:tr>
      <w:tr w:rsidR="00E53C09" w:rsidRPr="00DB6A58" w14:paraId="421D1BF1" w14:textId="77777777" w:rsidTr="00E53C09">
        <w:trPr>
          <w:trHeight w:val="519"/>
        </w:trPr>
        <w:tc>
          <w:tcPr>
            <w:tcW w:w="2093" w:type="dxa"/>
            <w:shd w:val="clear" w:color="auto" w:fill="auto"/>
          </w:tcPr>
          <w:p w14:paraId="6A4C78B0" w14:textId="77777777" w:rsidR="00E53C09" w:rsidRPr="00DB6A58" w:rsidRDefault="00E53C09" w:rsidP="00E53C09">
            <w:r>
              <w:t>Start Date</w:t>
            </w:r>
          </w:p>
        </w:tc>
        <w:tc>
          <w:tcPr>
            <w:tcW w:w="7149" w:type="dxa"/>
            <w:shd w:val="clear" w:color="auto" w:fill="auto"/>
          </w:tcPr>
          <w:p w14:paraId="12BEF080" w14:textId="77777777" w:rsidR="00E53C09" w:rsidRPr="00DB6A58" w:rsidRDefault="00E53C09" w:rsidP="00E53C09"/>
        </w:tc>
      </w:tr>
      <w:tr w:rsidR="00E53C09" w:rsidRPr="00DB6A58" w14:paraId="167D909B" w14:textId="77777777" w:rsidTr="00E53C09">
        <w:trPr>
          <w:trHeight w:val="519"/>
        </w:trPr>
        <w:tc>
          <w:tcPr>
            <w:tcW w:w="2093" w:type="dxa"/>
            <w:shd w:val="clear" w:color="auto" w:fill="auto"/>
          </w:tcPr>
          <w:p w14:paraId="71C5C44A" w14:textId="77777777" w:rsidR="00E53C09" w:rsidRPr="00DB6A58" w:rsidRDefault="00B87D15" w:rsidP="00E53C09">
            <w:r>
              <w:t xml:space="preserve">Projected </w:t>
            </w:r>
            <w:r w:rsidR="00E53C09">
              <w:t>End Date</w:t>
            </w:r>
          </w:p>
        </w:tc>
        <w:tc>
          <w:tcPr>
            <w:tcW w:w="7149" w:type="dxa"/>
            <w:shd w:val="clear" w:color="auto" w:fill="auto"/>
          </w:tcPr>
          <w:p w14:paraId="4B083F9F" w14:textId="77777777" w:rsidR="00E53C09" w:rsidRPr="00DB6A58" w:rsidRDefault="00E53C09" w:rsidP="00E53C09"/>
        </w:tc>
      </w:tr>
    </w:tbl>
    <w:p w14:paraId="6A21359D" w14:textId="77777777" w:rsidR="00E53C09" w:rsidRDefault="00E53C09" w:rsidP="00E53C09"/>
    <w:p w14:paraId="1712C7CA" w14:textId="77777777" w:rsidR="0047373E" w:rsidRDefault="0047373E" w:rsidP="001E6451"/>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35"/>
        <w:gridCol w:w="936"/>
      </w:tblGrid>
      <w:tr w:rsidR="00E851C4" w:rsidRPr="00812DBA" w14:paraId="3B954749" w14:textId="77777777" w:rsidTr="518F5EB6">
        <w:trPr>
          <w:trHeight w:val="420"/>
        </w:trPr>
        <w:tc>
          <w:tcPr>
            <w:tcW w:w="7338" w:type="dxa"/>
            <w:vMerge w:val="restart"/>
            <w:shd w:val="clear" w:color="auto" w:fill="F2F2F2" w:themeFill="background1" w:themeFillShade="F2"/>
          </w:tcPr>
          <w:p w14:paraId="46875E9C" w14:textId="1DE47857" w:rsidR="00E851C4" w:rsidRPr="00812DBA" w:rsidRDefault="12224647" w:rsidP="456CC005">
            <w:pPr>
              <w:pStyle w:val="Heading9"/>
              <w:keepNext/>
              <w:spacing w:before="0" w:after="0" w:line="280" w:lineRule="exact"/>
              <w:jc w:val="both"/>
              <w:rPr>
                <w:rFonts w:ascii="Arial" w:eastAsia="Arial" w:hAnsi="Arial" w:cs="Arial"/>
              </w:rPr>
            </w:pPr>
            <w:r w:rsidRPr="518F5EB6">
              <w:rPr>
                <w:rFonts w:ascii="Arial" w:eastAsia="Arial" w:hAnsi="Arial" w:cs="Arial"/>
                <w:b/>
                <w:bCs/>
              </w:rPr>
              <w:t>2.</w:t>
            </w:r>
            <w:r w:rsidR="253FF8B0" w:rsidRPr="518F5EB6">
              <w:rPr>
                <w:rFonts w:ascii="Arial" w:eastAsia="Arial" w:hAnsi="Arial" w:cs="Arial"/>
                <w:b/>
                <w:bCs/>
              </w:rPr>
              <w:t>5</w:t>
            </w:r>
            <w:r w:rsidRPr="518F5EB6">
              <w:rPr>
                <w:rFonts w:ascii="Arial" w:eastAsia="Arial" w:hAnsi="Arial" w:cs="Arial"/>
              </w:rPr>
              <w:t xml:space="preserve"> Please confirm that the outcome or outcomes of the proposal is / are embedded in </w:t>
            </w:r>
            <w:r w:rsidR="5ED232F4" w:rsidRPr="518F5EB6">
              <w:rPr>
                <w:rFonts w:ascii="Arial" w:eastAsia="Arial" w:hAnsi="Arial" w:cs="Arial"/>
              </w:rPr>
              <w:t xml:space="preserve">enhancing </w:t>
            </w:r>
            <w:r w:rsidR="00CE1DBA" w:rsidRPr="518F5EB6">
              <w:rPr>
                <w:rFonts w:ascii="Arial" w:eastAsia="Arial" w:hAnsi="Arial" w:cs="Arial"/>
              </w:rPr>
              <w:t>social benefit for the community your station serves</w:t>
            </w:r>
            <w:r w:rsidR="64168F72" w:rsidRPr="518F5EB6">
              <w:rPr>
                <w:rFonts w:ascii="Arial" w:eastAsia="Arial" w:hAnsi="Arial" w:cs="Arial"/>
              </w:rPr>
              <w:t>.</w:t>
            </w:r>
          </w:p>
        </w:tc>
        <w:tc>
          <w:tcPr>
            <w:tcW w:w="935" w:type="dxa"/>
          </w:tcPr>
          <w:p w14:paraId="5245526C" w14:textId="77777777" w:rsidR="00E851C4" w:rsidRPr="00812DBA" w:rsidRDefault="00E851C4" w:rsidP="00BA1C19">
            <w:pPr>
              <w:jc w:val="both"/>
              <w:rPr>
                <w:szCs w:val="20"/>
              </w:rPr>
            </w:pPr>
            <w:r>
              <w:rPr>
                <w:szCs w:val="20"/>
              </w:rPr>
              <w:t>Yes</w:t>
            </w:r>
          </w:p>
        </w:tc>
        <w:tc>
          <w:tcPr>
            <w:tcW w:w="936" w:type="dxa"/>
          </w:tcPr>
          <w:p w14:paraId="4877EB93" w14:textId="77777777" w:rsidR="00E851C4" w:rsidRPr="00812DBA" w:rsidRDefault="00E851C4" w:rsidP="00BA1C19">
            <w:pPr>
              <w:jc w:val="both"/>
              <w:rPr>
                <w:szCs w:val="20"/>
              </w:rPr>
            </w:pPr>
            <w:r>
              <w:rPr>
                <w:szCs w:val="20"/>
              </w:rPr>
              <w:t>No</w:t>
            </w:r>
          </w:p>
        </w:tc>
      </w:tr>
      <w:tr w:rsidR="00E851C4" w:rsidRPr="00812DBA" w14:paraId="37D5C827" w14:textId="77777777" w:rsidTr="518F5EB6">
        <w:trPr>
          <w:trHeight w:val="420"/>
        </w:trPr>
        <w:tc>
          <w:tcPr>
            <w:tcW w:w="7338" w:type="dxa"/>
            <w:vMerge/>
          </w:tcPr>
          <w:p w14:paraId="68DC9009" w14:textId="77777777" w:rsidR="00E851C4" w:rsidRPr="00812DBA" w:rsidRDefault="00E851C4" w:rsidP="00BA1C19">
            <w:pPr>
              <w:pStyle w:val="Heading9"/>
              <w:keepNext/>
              <w:spacing w:before="0" w:after="0" w:line="280" w:lineRule="exact"/>
              <w:jc w:val="both"/>
              <w:rPr>
                <w:rFonts w:ascii="Arial" w:hAnsi="Arial" w:cs="Arial"/>
                <w:b/>
                <w:sz w:val="20"/>
                <w:szCs w:val="20"/>
              </w:rPr>
            </w:pPr>
          </w:p>
        </w:tc>
        <w:tc>
          <w:tcPr>
            <w:tcW w:w="935" w:type="dxa"/>
          </w:tcPr>
          <w:p w14:paraId="708EA546" w14:textId="77777777" w:rsidR="00E851C4" w:rsidRPr="00812DBA" w:rsidRDefault="00E851C4" w:rsidP="00BA1C19">
            <w:pPr>
              <w:jc w:val="both"/>
              <w:rPr>
                <w:szCs w:val="20"/>
              </w:rPr>
            </w:pPr>
          </w:p>
        </w:tc>
        <w:tc>
          <w:tcPr>
            <w:tcW w:w="936" w:type="dxa"/>
          </w:tcPr>
          <w:p w14:paraId="2B675FDF" w14:textId="77777777" w:rsidR="00E851C4" w:rsidRPr="00812DBA" w:rsidRDefault="00E851C4" w:rsidP="00BA1C19">
            <w:pPr>
              <w:jc w:val="both"/>
              <w:rPr>
                <w:szCs w:val="20"/>
              </w:rPr>
            </w:pPr>
          </w:p>
        </w:tc>
      </w:tr>
    </w:tbl>
    <w:p w14:paraId="1F6C475A" w14:textId="77777777" w:rsidR="001E6451" w:rsidRDefault="001E6451" w:rsidP="001E6451"/>
    <w:p w14:paraId="17FA109A" w14:textId="77777777" w:rsidR="001E6451" w:rsidRDefault="001E6451"/>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0"/>
        <w:gridCol w:w="2492"/>
      </w:tblGrid>
      <w:tr w:rsidR="0047373E" w:rsidRPr="00812DBA" w14:paraId="5ECF1D86" w14:textId="77777777" w:rsidTr="456CC005">
        <w:trPr>
          <w:trHeight w:val="737"/>
        </w:trPr>
        <w:tc>
          <w:tcPr>
            <w:tcW w:w="6750" w:type="dxa"/>
            <w:shd w:val="clear" w:color="auto" w:fill="F2F2F2" w:themeFill="background1" w:themeFillShade="F2"/>
          </w:tcPr>
          <w:p w14:paraId="6F5BB3AB" w14:textId="46ECA7A2" w:rsidR="0047373E" w:rsidRPr="00812DBA" w:rsidRDefault="0047373E" w:rsidP="456CC005">
            <w:pPr>
              <w:pStyle w:val="Heading9"/>
              <w:keepNext/>
              <w:spacing w:before="0" w:after="0" w:line="280" w:lineRule="exact"/>
              <w:jc w:val="both"/>
              <w:rPr>
                <w:rFonts w:ascii="Arial" w:hAnsi="Arial" w:cs="Arial"/>
              </w:rPr>
            </w:pPr>
            <w:r w:rsidRPr="456CC005">
              <w:rPr>
                <w:rFonts w:ascii="Arial" w:hAnsi="Arial" w:cs="Arial"/>
                <w:b/>
                <w:bCs/>
              </w:rPr>
              <w:t>2.</w:t>
            </w:r>
            <w:r w:rsidR="491829C2" w:rsidRPr="456CC005">
              <w:rPr>
                <w:rFonts w:ascii="Arial" w:hAnsi="Arial" w:cs="Arial"/>
                <w:b/>
                <w:bCs/>
              </w:rPr>
              <w:t>6</w:t>
            </w:r>
            <w:r w:rsidR="52E835F1" w:rsidRPr="456CC005">
              <w:rPr>
                <w:rFonts w:ascii="Arial" w:hAnsi="Arial" w:cs="Arial"/>
                <w:b/>
                <w:bCs/>
              </w:rPr>
              <w:t xml:space="preserve"> </w:t>
            </w:r>
            <w:r w:rsidR="52E835F1" w:rsidRPr="456CC005">
              <w:rPr>
                <w:rFonts w:ascii="Arial" w:hAnsi="Arial" w:cs="Arial"/>
              </w:rPr>
              <w:t xml:space="preserve">What is the total amount of funding </w:t>
            </w:r>
            <w:r w:rsidR="6DE0974A" w:rsidRPr="456CC005">
              <w:rPr>
                <w:rFonts w:ascii="Arial" w:hAnsi="Arial" w:cs="Arial"/>
              </w:rPr>
              <w:t>being requested</w:t>
            </w:r>
            <w:r w:rsidR="52E835F1" w:rsidRPr="456CC005">
              <w:rPr>
                <w:rFonts w:ascii="Arial" w:hAnsi="Arial" w:cs="Arial"/>
              </w:rPr>
              <w:t>?</w:t>
            </w:r>
            <w:r w:rsidR="63D995A0" w:rsidRPr="456CC005">
              <w:rPr>
                <w:rFonts w:ascii="Arial" w:hAnsi="Arial" w:cs="Arial"/>
              </w:rPr>
              <w:t xml:space="preserve"> (Please </w:t>
            </w:r>
            <w:r w:rsidR="6FF9032C" w:rsidRPr="456CC005">
              <w:rPr>
                <w:rFonts w:ascii="Arial" w:hAnsi="Arial" w:cs="Arial"/>
              </w:rPr>
              <w:t xml:space="preserve">ensure request is within </w:t>
            </w:r>
            <w:r w:rsidR="63D995A0" w:rsidRPr="456CC005">
              <w:rPr>
                <w:rFonts w:ascii="Arial" w:hAnsi="Arial" w:cs="Arial"/>
              </w:rPr>
              <w:t>limits</w:t>
            </w:r>
            <w:r w:rsidR="6B04B2B6" w:rsidRPr="456CC005">
              <w:rPr>
                <w:rFonts w:ascii="Arial" w:hAnsi="Arial" w:cs="Arial"/>
              </w:rPr>
              <w:t xml:space="preserve"> indicated in the Guidelines</w:t>
            </w:r>
            <w:r w:rsidR="63D995A0" w:rsidRPr="456CC005">
              <w:rPr>
                <w:rFonts w:ascii="Arial" w:hAnsi="Arial" w:cs="Arial"/>
              </w:rPr>
              <w:t>)</w:t>
            </w:r>
          </w:p>
        </w:tc>
        <w:tc>
          <w:tcPr>
            <w:tcW w:w="2492" w:type="dxa"/>
          </w:tcPr>
          <w:p w14:paraId="2C088B27" w14:textId="77777777" w:rsidR="0047373E" w:rsidRPr="00812DBA" w:rsidRDefault="00E851C4" w:rsidP="00BA1C19">
            <w:pPr>
              <w:jc w:val="both"/>
              <w:rPr>
                <w:szCs w:val="20"/>
              </w:rPr>
            </w:pPr>
            <w:r>
              <w:rPr>
                <w:szCs w:val="20"/>
              </w:rPr>
              <w:t>€</w:t>
            </w:r>
          </w:p>
        </w:tc>
      </w:tr>
    </w:tbl>
    <w:p w14:paraId="21163228" w14:textId="3293ACF3" w:rsidR="58F25E71" w:rsidRDefault="58F25E71"/>
    <w:p w14:paraId="4AAC8D06" w14:textId="77777777" w:rsidR="001E6451" w:rsidRDefault="001E6451"/>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0"/>
        <w:gridCol w:w="1560"/>
        <w:gridCol w:w="1529"/>
      </w:tblGrid>
      <w:tr w:rsidR="006B6128" w14:paraId="52D7496E" w14:textId="77777777" w:rsidTr="456CC005">
        <w:trPr>
          <w:trHeight w:val="368"/>
        </w:trPr>
        <w:tc>
          <w:tcPr>
            <w:tcW w:w="6120" w:type="dxa"/>
            <w:vMerge w:val="restart"/>
            <w:shd w:val="clear" w:color="auto" w:fill="F2F2F2" w:themeFill="background1" w:themeFillShade="F2"/>
          </w:tcPr>
          <w:p w14:paraId="58AAF5DF" w14:textId="2BCB5736" w:rsidR="006B6128" w:rsidRDefault="5657AF2B" w:rsidP="456CC005">
            <w:pPr>
              <w:rPr>
                <w:rFonts w:eastAsia="Arial"/>
                <w:sz w:val="22"/>
              </w:rPr>
            </w:pPr>
            <w:r w:rsidRPr="456CC005">
              <w:rPr>
                <w:b/>
                <w:bCs/>
              </w:rPr>
              <w:t xml:space="preserve">2.7 </w:t>
            </w:r>
            <w:r w:rsidR="0082491D">
              <w:t>P</w:t>
            </w:r>
            <w:r w:rsidRPr="456CC005">
              <w:rPr>
                <w:rFonts w:eastAsia="Arial"/>
                <w:sz w:val="22"/>
              </w:rPr>
              <w:t>lease indicate the total number of programmes and programming hours that will be delivered.</w:t>
            </w:r>
          </w:p>
          <w:p w14:paraId="31A74BEC" w14:textId="77777777" w:rsidR="006B6128" w:rsidRDefault="006B6128" w:rsidP="008047EB"/>
        </w:tc>
        <w:tc>
          <w:tcPr>
            <w:tcW w:w="1560" w:type="dxa"/>
          </w:tcPr>
          <w:p w14:paraId="7A186363" w14:textId="77777777" w:rsidR="006B6128" w:rsidRDefault="006B6128" w:rsidP="008047EB">
            <w:pPr>
              <w:jc w:val="both"/>
            </w:pPr>
            <w:r>
              <w:t>Programmes</w:t>
            </w:r>
          </w:p>
        </w:tc>
        <w:tc>
          <w:tcPr>
            <w:tcW w:w="1529" w:type="dxa"/>
          </w:tcPr>
          <w:p w14:paraId="14A9D82F" w14:textId="77777777" w:rsidR="006B6128" w:rsidRDefault="006B6128" w:rsidP="008047EB">
            <w:r>
              <w:t>Total Hours</w:t>
            </w:r>
          </w:p>
        </w:tc>
      </w:tr>
      <w:tr w:rsidR="006B6128" w14:paraId="2F6E93CD" w14:textId="77777777" w:rsidTr="456CC005">
        <w:trPr>
          <w:trHeight w:val="368"/>
        </w:trPr>
        <w:tc>
          <w:tcPr>
            <w:tcW w:w="6120" w:type="dxa"/>
            <w:vMerge/>
          </w:tcPr>
          <w:p w14:paraId="2828F04E" w14:textId="77777777" w:rsidR="006B6128" w:rsidRDefault="006B6128" w:rsidP="008047EB"/>
        </w:tc>
        <w:tc>
          <w:tcPr>
            <w:tcW w:w="1560" w:type="dxa"/>
          </w:tcPr>
          <w:p w14:paraId="4597B707" w14:textId="77777777" w:rsidR="006B6128" w:rsidRDefault="006B6128" w:rsidP="008047EB"/>
        </w:tc>
        <w:tc>
          <w:tcPr>
            <w:tcW w:w="1529" w:type="dxa"/>
          </w:tcPr>
          <w:p w14:paraId="68556773" w14:textId="77777777" w:rsidR="006B6128" w:rsidRDefault="006B6128" w:rsidP="008047EB"/>
        </w:tc>
      </w:tr>
    </w:tbl>
    <w:p w14:paraId="4028DDF7" w14:textId="77777777" w:rsidR="001E6451" w:rsidRDefault="001E6451"/>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1841F9" w:rsidRPr="00812DBA" w14:paraId="22E24028" w14:textId="77777777" w:rsidTr="456CC005">
        <w:trPr>
          <w:trHeight w:val="737"/>
        </w:trPr>
        <w:tc>
          <w:tcPr>
            <w:tcW w:w="9242" w:type="dxa"/>
            <w:shd w:val="clear" w:color="auto" w:fill="F2F2F2" w:themeFill="background1" w:themeFillShade="F2"/>
          </w:tcPr>
          <w:p w14:paraId="7AD812EF" w14:textId="1577673F" w:rsidR="009A5E2E" w:rsidRPr="009A5E2E" w:rsidRDefault="5393AE32" w:rsidP="00B419A6">
            <w:r w:rsidRPr="456CC005">
              <w:rPr>
                <w:b/>
                <w:bCs/>
              </w:rPr>
              <w:t>2.</w:t>
            </w:r>
            <w:r w:rsidR="68A285E5" w:rsidRPr="456CC005">
              <w:rPr>
                <w:b/>
                <w:bCs/>
              </w:rPr>
              <w:t>8</w:t>
            </w:r>
            <w:r w:rsidRPr="456CC005">
              <w:rPr>
                <w:b/>
                <w:bCs/>
              </w:rPr>
              <w:t xml:space="preserve"> </w:t>
            </w:r>
            <w:r w:rsidR="7075F324">
              <w:t>Ha</w:t>
            </w:r>
            <w:r w:rsidR="1C7BFE34">
              <w:t xml:space="preserve">s the Applicant </w:t>
            </w:r>
            <w:r w:rsidR="7075F324">
              <w:t>received funding under any Government or EU grant s</w:t>
            </w:r>
            <w:r>
              <w:t xml:space="preserve">cheme </w:t>
            </w:r>
            <w:r w:rsidR="7075F324">
              <w:t>in the last three years?</w:t>
            </w:r>
            <w:r w:rsidR="79417386">
              <w:t xml:space="preserve">  </w:t>
            </w:r>
            <w:r w:rsidR="7075F324">
              <w:t>If yes, please give details</w:t>
            </w:r>
            <w:r w:rsidR="3735B987">
              <w:t xml:space="preserve"> including </w:t>
            </w:r>
            <w:r w:rsidR="3EF708E9">
              <w:t xml:space="preserve">the </w:t>
            </w:r>
            <w:r w:rsidR="3735B987">
              <w:t xml:space="preserve">purpose of </w:t>
            </w:r>
            <w:r w:rsidR="58CFC98B">
              <w:t xml:space="preserve">the </w:t>
            </w:r>
            <w:r w:rsidR="3735B987">
              <w:t>funding</w:t>
            </w:r>
            <w:r w:rsidR="1F12ACA4">
              <w:t xml:space="preserve">, </w:t>
            </w:r>
            <w:r w:rsidR="3735B987">
              <w:t>amount received</w:t>
            </w:r>
            <w:r w:rsidR="77F2DA07">
              <w:t xml:space="preserve"> and current status of grant.</w:t>
            </w:r>
            <w:r w:rsidR="00C7134A">
              <w:t xml:space="preserve">  This includes any BAI grants, including Sound &amp; Vision.</w:t>
            </w:r>
          </w:p>
        </w:tc>
      </w:tr>
      <w:tr w:rsidR="456CC005" w14:paraId="74A30320" w14:textId="77777777" w:rsidTr="456CC005">
        <w:trPr>
          <w:trHeight w:val="737"/>
        </w:trPr>
        <w:tc>
          <w:tcPr>
            <w:tcW w:w="9242" w:type="dxa"/>
          </w:tcPr>
          <w:p w14:paraId="067D0962" w14:textId="2299500D" w:rsidR="456CC005" w:rsidRDefault="456CC005" w:rsidP="456CC005">
            <w:pPr>
              <w:rPr>
                <w:b/>
                <w:bCs/>
              </w:rPr>
            </w:pPr>
          </w:p>
        </w:tc>
      </w:tr>
    </w:tbl>
    <w:p w14:paraId="5CC3F753" w14:textId="77777777" w:rsidR="00E936C5" w:rsidRDefault="00E936C5" w:rsidP="00E936C5">
      <w:bookmarkStart w:id="3" w:name="_Toc325643786"/>
    </w:p>
    <w:p w14:paraId="15C1CD08" w14:textId="77777777" w:rsidR="006507AE" w:rsidRDefault="006507AE">
      <w:pPr>
        <w:spacing w:line="240" w:lineRule="auto"/>
        <w:rPr>
          <w:b/>
          <w:bCs/>
          <w:sz w:val="24"/>
          <w:szCs w:val="26"/>
        </w:rPr>
      </w:pPr>
      <w:r>
        <w:br w:type="page"/>
      </w:r>
    </w:p>
    <w:p w14:paraId="64F41F37" w14:textId="4D99864B" w:rsidR="009105E5" w:rsidRPr="00812DBA" w:rsidRDefault="0047373E" w:rsidP="00234959">
      <w:pPr>
        <w:pStyle w:val="Heading2"/>
        <w:keepNext w:val="0"/>
        <w:keepLines w:val="0"/>
        <w:widowControl w:val="0"/>
        <w:numPr>
          <w:ilvl w:val="0"/>
          <w:numId w:val="9"/>
        </w:numPr>
        <w:spacing w:before="360" w:after="240"/>
        <w:ind w:hanging="938"/>
        <w:rPr>
          <w:rFonts w:cs="Arial"/>
        </w:rPr>
      </w:pPr>
      <w:bookmarkStart w:id="4" w:name="_Toc43883057"/>
      <w:r w:rsidRPr="12CF1837">
        <w:rPr>
          <w:rFonts w:cs="Arial"/>
        </w:rPr>
        <w:lastRenderedPageBreak/>
        <w:t>Details of Proposal</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8E0337" w:rsidRPr="00812DBA" w14:paraId="34E2C409" w14:textId="77777777" w:rsidTr="456CC005">
        <w:trPr>
          <w:trHeight w:val="454"/>
        </w:trPr>
        <w:tc>
          <w:tcPr>
            <w:tcW w:w="9242" w:type="dxa"/>
            <w:shd w:val="clear" w:color="auto" w:fill="000000" w:themeFill="text1"/>
          </w:tcPr>
          <w:p w14:paraId="045E68AF" w14:textId="77777777" w:rsidR="008E0337" w:rsidRPr="00676951" w:rsidRDefault="007A2D21" w:rsidP="00676951">
            <w:pPr>
              <w:rPr>
                <w:b/>
                <w:bCs/>
                <w:szCs w:val="20"/>
              </w:rPr>
            </w:pPr>
            <w:r w:rsidRPr="00676951">
              <w:rPr>
                <w:b/>
                <w:bCs/>
                <w:szCs w:val="20"/>
              </w:rPr>
              <w:t xml:space="preserve">Outline the station’s reasons for applying for </w:t>
            </w:r>
            <w:r w:rsidR="00543A72" w:rsidRPr="00676951">
              <w:rPr>
                <w:b/>
                <w:bCs/>
                <w:szCs w:val="20"/>
              </w:rPr>
              <w:t>funding</w:t>
            </w:r>
            <w:r w:rsidR="009A5E2E" w:rsidRPr="00676951">
              <w:rPr>
                <w:b/>
                <w:bCs/>
                <w:szCs w:val="20"/>
              </w:rPr>
              <w:t xml:space="preserve"> and the </w:t>
            </w:r>
            <w:r w:rsidR="006D2395" w:rsidRPr="00676951">
              <w:rPr>
                <w:b/>
                <w:bCs/>
                <w:szCs w:val="20"/>
              </w:rPr>
              <w:t xml:space="preserve">Applicant’s Approach to </w:t>
            </w:r>
            <w:r w:rsidR="00D971D2" w:rsidRPr="00676951">
              <w:rPr>
                <w:b/>
                <w:bCs/>
                <w:szCs w:val="20"/>
              </w:rPr>
              <w:t xml:space="preserve">Providing </w:t>
            </w:r>
            <w:r w:rsidR="00F3015B" w:rsidRPr="00676951">
              <w:rPr>
                <w:b/>
                <w:bCs/>
                <w:szCs w:val="20"/>
              </w:rPr>
              <w:t xml:space="preserve">the Proposed </w:t>
            </w:r>
            <w:r w:rsidR="0007223B" w:rsidRPr="00676951">
              <w:rPr>
                <w:b/>
                <w:bCs/>
                <w:szCs w:val="20"/>
              </w:rPr>
              <w:t>Project</w:t>
            </w:r>
            <w:r w:rsidR="00F03441" w:rsidRPr="00676951">
              <w:rPr>
                <w:b/>
                <w:bCs/>
                <w:szCs w:val="20"/>
              </w:rPr>
              <w:t>/s</w:t>
            </w:r>
            <w:r w:rsidR="0007223B" w:rsidRPr="00676951">
              <w:rPr>
                <w:b/>
                <w:bCs/>
                <w:szCs w:val="20"/>
              </w:rPr>
              <w:t xml:space="preserve"> / Activity</w:t>
            </w:r>
            <w:r w:rsidR="002D5796" w:rsidRPr="00676951">
              <w:rPr>
                <w:b/>
                <w:bCs/>
                <w:szCs w:val="20"/>
              </w:rPr>
              <w:t xml:space="preserve"> </w:t>
            </w:r>
            <w:r w:rsidR="00F03441" w:rsidRPr="00676951">
              <w:rPr>
                <w:b/>
                <w:bCs/>
                <w:szCs w:val="20"/>
              </w:rPr>
              <w:t xml:space="preserve">/ Activities </w:t>
            </w:r>
            <w:r w:rsidR="002D5796" w:rsidRPr="00676951">
              <w:rPr>
                <w:b/>
                <w:bCs/>
                <w:szCs w:val="20"/>
              </w:rPr>
              <w:t xml:space="preserve">and the intended </w:t>
            </w:r>
            <w:r w:rsidR="00F03441" w:rsidRPr="00676951">
              <w:rPr>
                <w:b/>
                <w:bCs/>
                <w:szCs w:val="20"/>
              </w:rPr>
              <w:t xml:space="preserve">aims, objectives, </w:t>
            </w:r>
            <w:r w:rsidR="002D5796" w:rsidRPr="00676951">
              <w:rPr>
                <w:b/>
                <w:bCs/>
                <w:szCs w:val="20"/>
              </w:rPr>
              <w:t>outputs and outcomes.</w:t>
            </w:r>
          </w:p>
        </w:tc>
      </w:tr>
      <w:tr w:rsidR="00610991" w:rsidRPr="00812DBA" w14:paraId="6562957B" w14:textId="77777777" w:rsidTr="456CC005">
        <w:trPr>
          <w:trHeight w:val="567"/>
        </w:trPr>
        <w:tc>
          <w:tcPr>
            <w:tcW w:w="9242" w:type="dxa"/>
            <w:shd w:val="clear" w:color="auto" w:fill="F2F2F2" w:themeFill="background1" w:themeFillShade="F2"/>
          </w:tcPr>
          <w:p w14:paraId="7A876B87" w14:textId="02939C7D" w:rsidR="00CD4808" w:rsidRDefault="0B8A7F70" w:rsidP="00B12CBE">
            <w:pPr>
              <w:jc w:val="both"/>
            </w:pPr>
            <w:r w:rsidRPr="0B8A7F70">
              <w:rPr>
                <w:b/>
                <w:bCs/>
              </w:rPr>
              <w:t xml:space="preserve">3.1 </w:t>
            </w:r>
            <w:r>
              <w:t>Please explain what the grant is for.  If there are a number of projects or activities, please separate them out and provide an overall cost for each.  Please indicate the number of programme hours that will be produced under each of the projects/activities.</w:t>
            </w:r>
            <w:r w:rsidR="007471FE">
              <w:t xml:space="preserve">  Also please indicate any programming output in the Irish language</w:t>
            </w:r>
            <w:r w:rsidR="00255E60">
              <w:t xml:space="preserve"> if applicable.</w:t>
            </w:r>
          </w:p>
          <w:p w14:paraId="38350737" w14:textId="0E4D8BB9" w:rsidR="005B3193" w:rsidRPr="00812DBA" w:rsidRDefault="005B3193" w:rsidP="00B507B9">
            <w:pPr>
              <w:jc w:val="both"/>
              <w:rPr>
                <w:szCs w:val="20"/>
              </w:rPr>
            </w:pPr>
            <w:r w:rsidRPr="002D5796">
              <w:rPr>
                <w:i/>
                <w:iCs/>
                <w:szCs w:val="20"/>
              </w:rPr>
              <w:t xml:space="preserve">If you propose to use funds for </w:t>
            </w:r>
            <w:r w:rsidR="00262A8C" w:rsidRPr="002D5796">
              <w:rPr>
                <w:i/>
                <w:iCs/>
                <w:szCs w:val="20"/>
              </w:rPr>
              <w:t>training and development</w:t>
            </w:r>
            <w:r w:rsidR="00266DB0" w:rsidRPr="002D5796">
              <w:rPr>
                <w:i/>
                <w:iCs/>
                <w:szCs w:val="20"/>
              </w:rPr>
              <w:t>,</w:t>
            </w:r>
            <w:r w:rsidR="00262A8C" w:rsidRPr="002D5796">
              <w:rPr>
                <w:i/>
                <w:iCs/>
                <w:szCs w:val="20"/>
              </w:rPr>
              <w:t xml:space="preserve"> </w:t>
            </w:r>
            <w:r w:rsidRPr="002D5796">
              <w:rPr>
                <w:i/>
                <w:iCs/>
                <w:szCs w:val="20"/>
              </w:rPr>
              <w:t xml:space="preserve">please set out in general terms the need and intended outcomes of the </w:t>
            </w:r>
            <w:r w:rsidR="00266DB0" w:rsidRPr="002D5796">
              <w:rPr>
                <w:i/>
                <w:iCs/>
                <w:szCs w:val="20"/>
              </w:rPr>
              <w:t xml:space="preserve">trainee </w:t>
            </w:r>
            <w:r w:rsidRPr="002D5796">
              <w:rPr>
                <w:i/>
                <w:iCs/>
                <w:szCs w:val="20"/>
              </w:rPr>
              <w:t>role</w:t>
            </w:r>
            <w:r w:rsidR="009F7AA9">
              <w:rPr>
                <w:i/>
                <w:iCs/>
                <w:szCs w:val="20"/>
              </w:rPr>
              <w:t>(s)</w:t>
            </w:r>
            <w:r w:rsidRPr="002D5796">
              <w:rPr>
                <w:i/>
                <w:iCs/>
                <w:szCs w:val="20"/>
              </w:rPr>
              <w:t xml:space="preserve"> and attach a </w:t>
            </w:r>
            <w:r w:rsidR="00262A8C" w:rsidRPr="002D5796">
              <w:rPr>
                <w:i/>
                <w:iCs/>
                <w:szCs w:val="20"/>
              </w:rPr>
              <w:t xml:space="preserve">short </w:t>
            </w:r>
            <w:r w:rsidRPr="002D5796">
              <w:rPr>
                <w:i/>
                <w:iCs/>
                <w:szCs w:val="20"/>
              </w:rPr>
              <w:t>job description</w:t>
            </w:r>
            <w:r w:rsidR="009F7AA9">
              <w:rPr>
                <w:i/>
                <w:iCs/>
                <w:szCs w:val="20"/>
              </w:rPr>
              <w:t>(s)</w:t>
            </w:r>
            <w:r w:rsidRPr="002D5796">
              <w:rPr>
                <w:i/>
                <w:iCs/>
                <w:szCs w:val="20"/>
              </w:rPr>
              <w:t xml:space="preserve"> and workplan</w:t>
            </w:r>
            <w:r w:rsidR="009F7AA9">
              <w:rPr>
                <w:i/>
                <w:iCs/>
                <w:szCs w:val="20"/>
              </w:rPr>
              <w:t>(s)</w:t>
            </w:r>
            <w:r w:rsidRPr="002D5796">
              <w:rPr>
                <w:i/>
                <w:iCs/>
                <w:szCs w:val="20"/>
              </w:rPr>
              <w:t xml:space="preserve"> outline with your application.  </w:t>
            </w:r>
            <w:r w:rsidR="00515D07">
              <w:rPr>
                <w:i/>
                <w:iCs/>
                <w:szCs w:val="20"/>
              </w:rPr>
              <w:t xml:space="preserve">The BAI is cognisant that training can greatly assist a community radio station to build sustainability and/ or capacity.  If training is part of your proposal, you must submit details on the type of training to be </w:t>
            </w:r>
            <w:proofErr w:type="spellStart"/>
            <w:r w:rsidR="00515D07">
              <w:rPr>
                <w:i/>
                <w:iCs/>
                <w:szCs w:val="20"/>
              </w:rPr>
              <w:t>provided</w:t>
            </w:r>
            <w:r w:rsidR="001F1A4E">
              <w:rPr>
                <w:i/>
                <w:iCs/>
                <w:szCs w:val="20"/>
              </w:rPr>
              <w:t>:</w:t>
            </w:r>
            <w:r w:rsidR="000C52FE">
              <w:rPr>
                <w:i/>
                <w:iCs/>
                <w:szCs w:val="20"/>
              </w:rPr>
              <w:t>training</w:t>
            </w:r>
            <w:proofErr w:type="spellEnd"/>
            <w:r w:rsidR="000C52FE">
              <w:rPr>
                <w:i/>
                <w:iCs/>
                <w:szCs w:val="20"/>
              </w:rPr>
              <w:t xml:space="preserve"> provider</w:t>
            </w:r>
            <w:r w:rsidR="00515D07">
              <w:rPr>
                <w:i/>
                <w:iCs/>
                <w:szCs w:val="20"/>
              </w:rPr>
              <w:t>, delivery and duration</w:t>
            </w:r>
            <w:r w:rsidR="000C52FE">
              <w:rPr>
                <w:i/>
                <w:iCs/>
                <w:szCs w:val="20"/>
              </w:rPr>
              <w:t xml:space="preserve"> as well as expected outcomes of the training.</w:t>
            </w:r>
            <w:r w:rsidR="00515D07">
              <w:rPr>
                <w:i/>
                <w:iCs/>
                <w:szCs w:val="20"/>
              </w:rPr>
              <w:t xml:space="preserve"> </w:t>
            </w:r>
          </w:p>
        </w:tc>
      </w:tr>
      <w:tr w:rsidR="00610991" w:rsidRPr="00812DBA" w14:paraId="75601A51" w14:textId="77777777" w:rsidTr="456CC005">
        <w:trPr>
          <w:trHeight w:val="737"/>
        </w:trPr>
        <w:tc>
          <w:tcPr>
            <w:tcW w:w="9242" w:type="dxa"/>
            <w:shd w:val="clear" w:color="auto" w:fill="auto"/>
          </w:tcPr>
          <w:p w14:paraId="120D7AFC" w14:textId="77777777" w:rsidR="009A5E2E" w:rsidRDefault="009A5E2E" w:rsidP="00B12CBE">
            <w:pPr>
              <w:jc w:val="both"/>
              <w:rPr>
                <w:b/>
                <w:bCs/>
                <w:szCs w:val="20"/>
              </w:rPr>
            </w:pPr>
          </w:p>
          <w:p w14:paraId="2A33CD38" w14:textId="77777777" w:rsidR="00CD4808" w:rsidRDefault="00CD4808" w:rsidP="00B12CBE">
            <w:pPr>
              <w:jc w:val="both"/>
              <w:rPr>
                <w:b/>
                <w:bCs/>
                <w:szCs w:val="20"/>
              </w:rPr>
            </w:pPr>
          </w:p>
          <w:p w14:paraId="2054B59D" w14:textId="77777777" w:rsidR="00CD4808" w:rsidRDefault="00CD4808" w:rsidP="00B12CBE">
            <w:pPr>
              <w:jc w:val="both"/>
              <w:rPr>
                <w:b/>
                <w:bCs/>
                <w:szCs w:val="20"/>
              </w:rPr>
            </w:pPr>
          </w:p>
          <w:p w14:paraId="6CC7FA76" w14:textId="77777777" w:rsidR="00CD4808" w:rsidRDefault="00CD4808" w:rsidP="58F25E71">
            <w:pPr>
              <w:jc w:val="both"/>
              <w:rPr>
                <w:b/>
                <w:bCs/>
              </w:rPr>
            </w:pPr>
          </w:p>
          <w:p w14:paraId="06F26F52" w14:textId="1A54D3E3" w:rsidR="58F25E71" w:rsidRDefault="58F25E71" w:rsidP="58F25E71">
            <w:pPr>
              <w:jc w:val="both"/>
              <w:rPr>
                <w:b/>
                <w:bCs/>
              </w:rPr>
            </w:pPr>
          </w:p>
          <w:p w14:paraId="1B8C37C9" w14:textId="5060778F" w:rsidR="58F25E71" w:rsidRDefault="58F25E71" w:rsidP="58F25E71">
            <w:pPr>
              <w:jc w:val="both"/>
              <w:rPr>
                <w:b/>
                <w:bCs/>
              </w:rPr>
            </w:pPr>
          </w:p>
          <w:p w14:paraId="4E19842A" w14:textId="3A05803A" w:rsidR="58F25E71" w:rsidRDefault="58F25E71" w:rsidP="58F25E71">
            <w:pPr>
              <w:jc w:val="both"/>
              <w:rPr>
                <w:b/>
                <w:bCs/>
              </w:rPr>
            </w:pPr>
          </w:p>
          <w:p w14:paraId="40C34028" w14:textId="3FC25C6A" w:rsidR="58F25E71" w:rsidRDefault="58F25E71" w:rsidP="58F25E71">
            <w:pPr>
              <w:jc w:val="both"/>
              <w:rPr>
                <w:b/>
                <w:bCs/>
              </w:rPr>
            </w:pPr>
          </w:p>
          <w:p w14:paraId="4EE06412" w14:textId="77777777" w:rsidR="009A5E2E" w:rsidRDefault="009A5E2E" w:rsidP="00B12CBE">
            <w:pPr>
              <w:jc w:val="both"/>
              <w:rPr>
                <w:b/>
                <w:bCs/>
                <w:szCs w:val="20"/>
              </w:rPr>
            </w:pPr>
          </w:p>
          <w:p w14:paraId="116BF343" w14:textId="77777777" w:rsidR="009A5E2E" w:rsidRPr="00DB6A58" w:rsidRDefault="009A5E2E" w:rsidP="00B12CBE">
            <w:pPr>
              <w:jc w:val="both"/>
              <w:rPr>
                <w:b/>
                <w:bCs/>
                <w:szCs w:val="20"/>
              </w:rPr>
            </w:pPr>
          </w:p>
        </w:tc>
      </w:tr>
    </w:tbl>
    <w:p w14:paraId="2FA658AB" w14:textId="488BA641" w:rsidR="00F03441" w:rsidRDefault="00F03441" w:rsidP="456CC005">
      <w:pPr>
        <w:spacing w:after="160" w:line="259"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ED17F2" w:rsidRPr="00812DBA" w14:paraId="0CE04820" w14:textId="77777777" w:rsidTr="456CC005">
        <w:trPr>
          <w:trHeight w:val="340"/>
        </w:trPr>
        <w:tc>
          <w:tcPr>
            <w:tcW w:w="9242" w:type="dxa"/>
            <w:shd w:val="clear" w:color="auto" w:fill="F2F2F2" w:themeFill="background1" w:themeFillShade="F2"/>
          </w:tcPr>
          <w:p w14:paraId="10AA2860" w14:textId="77777777" w:rsidR="00ED17F2" w:rsidRDefault="00ED17F2" w:rsidP="00A01475">
            <w:pPr>
              <w:jc w:val="both"/>
              <w:rPr>
                <w:i/>
                <w:iCs/>
                <w:szCs w:val="20"/>
              </w:rPr>
            </w:pPr>
            <w:r w:rsidRPr="00812DBA">
              <w:rPr>
                <w:b/>
                <w:szCs w:val="20"/>
              </w:rPr>
              <w:t>3.</w:t>
            </w:r>
            <w:r>
              <w:rPr>
                <w:b/>
                <w:szCs w:val="20"/>
              </w:rPr>
              <w:t>2</w:t>
            </w:r>
            <w:r w:rsidRPr="00812DBA">
              <w:rPr>
                <w:b/>
                <w:szCs w:val="20"/>
              </w:rPr>
              <w:t xml:space="preserve"> </w:t>
            </w:r>
            <w:r w:rsidRPr="00812DBA">
              <w:rPr>
                <w:szCs w:val="20"/>
              </w:rPr>
              <w:t xml:space="preserve">Please </w:t>
            </w:r>
            <w:r>
              <w:rPr>
                <w:szCs w:val="20"/>
              </w:rPr>
              <w:t xml:space="preserve">summarise </w:t>
            </w:r>
            <w:r w:rsidR="00F03441">
              <w:rPr>
                <w:szCs w:val="20"/>
              </w:rPr>
              <w:t>your aims, objectives and outcomes; what are your goals, ambitions and what do you want to achieve</w:t>
            </w:r>
            <w:r w:rsidR="00B60396">
              <w:rPr>
                <w:szCs w:val="20"/>
              </w:rPr>
              <w:t>?</w:t>
            </w:r>
            <w:r w:rsidR="000F4243">
              <w:rPr>
                <w:szCs w:val="20"/>
              </w:rPr>
              <w:t xml:space="preserve">  Why is/are the project/s or activity / activities needed and what will it / they achieve?  </w:t>
            </w:r>
            <w:r w:rsidR="00B60396">
              <w:rPr>
                <w:i/>
                <w:iCs/>
                <w:szCs w:val="20"/>
              </w:rPr>
              <w:t xml:space="preserve">This should include </w:t>
            </w:r>
            <w:r w:rsidR="009334FB">
              <w:rPr>
                <w:i/>
                <w:iCs/>
                <w:szCs w:val="20"/>
              </w:rPr>
              <w:t xml:space="preserve">regard to how the project/s, </w:t>
            </w:r>
            <w:r w:rsidR="005F2CD6" w:rsidRPr="005F2CD6">
              <w:rPr>
                <w:i/>
                <w:iCs/>
                <w:szCs w:val="20"/>
              </w:rPr>
              <w:t xml:space="preserve">activity or activities will assist in </w:t>
            </w:r>
            <w:r w:rsidR="00100FF1">
              <w:rPr>
                <w:i/>
                <w:iCs/>
                <w:szCs w:val="20"/>
              </w:rPr>
              <w:t xml:space="preserve">achieving </w:t>
            </w:r>
            <w:r w:rsidR="00CE1DBA">
              <w:rPr>
                <w:i/>
                <w:iCs/>
                <w:szCs w:val="20"/>
              </w:rPr>
              <w:t>social benefit for your community</w:t>
            </w:r>
            <w:r w:rsidR="007471FE">
              <w:rPr>
                <w:i/>
                <w:iCs/>
                <w:szCs w:val="20"/>
              </w:rPr>
              <w:t xml:space="preserve">, </w:t>
            </w:r>
            <w:r w:rsidR="00100FF1">
              <w:rPr>
                <w:i/>
                <w:iCs/>
                <w:szCs w:val="20"/>
              </w:rPr>
              <w:t xml:space="preserve">address </w:t>
            </w:r>
            <w:r w:rsidR="00CE1DBA">
              <w:rPr>
                <w:i/>
                <w:iCs/>
                <w:szCs w:val="20"/>
              </w:rPr>
              <w:t>their needs</w:t>
            </w:r>
            <w:r w:rsidR="007471FE">
              <w:rPr>
                <w:i/>
                <w:iCs/>
                <w:szCs w:val="20"/>
              </w:rPr>
              <w:t xml:space="preserve"> and how it aligns with your station’s Programme Policy Statement.  This can also have regard to how the project/s or activity / activities could enhance gender equality, develop partnerships</w:t>
            </w:r>
            <w:r w:rsidR="006A2340">
              <w:rPr>
                <w:i/>
                <w:iCs/>
                <w:szCs w:val="20"/>
              </w:rPr>
              <w:t xml:space="preserve"> and support skills and personal development initiatives.</w:t>
            </w:r>
            <w:r w:rsidR="00E879BF">
              <w:rPr>
                <w:i/>
                <w:iCs/>
                <w:szCs w:val="20"/>
              </w:rPr>
              <w:t xml:space="preserve">  </w:t>
            </w:r>
          </w:p>
          <w:p w14:paraId="1BA465C0" w14:textId="249FB2F5" w:rsidR="00DA4697" w:rsidRPr="005F2CD6" w:rsidRDefault="002801AA" w:rsidP="00A01475">
            <w:pPr>
              <w:jc w:val="both"/>
              <w:rPr>
                <w:i/>
                <w:iCs/>
                <w:szCs w:val="20"/>
              </w:rPr>
            </w:pPr>
            <w:r>
              <w:rPr>
                <w:i/>
                <w:iCs/>
                <w:szCs w:val="20"/>
              </w:rPr>
              <w:t>You should always connect the station’s activities back to your community</w:t>
            </w:r>
            <w:r w:rsidR="000E5C62">
              <w:rPr>
                <w:i/>
                <w:iCs/>
                <w:szCs w:val="20"/>
              </w:rPr>
              <w:t xml:space="preserve"> (volunteers, listeners, wider connections to the general community</w:t>
            </w:r>
            <w:r w:rsidR="00070AE0">
              <w:rPr>
                <w:i/>
                <w:iCs/>
                <w:szCs w:val="20"/>
              </w:rPr>
              <w:t xml:space="preserve">) and this will enable support </w:t>
            </w:r>
            <w:r w:rsidR="005E2BCD">
              <w:rPr>
                <w:i/>
                <w:iCs/>
                <w:szCs w:val="20"/>
              </w:rPr>
              <w:t>of how your station provides social benefit.</w:t>
            </w:r>
          </w:p>
        </w:tc>
      </w:tr>
      <w:tr w:rsidR="00ED17F2" w:rsidRPr="00812DBA" w14:paraId="740790C9" w14:textId="77777777" w:rsidTr="456CC005">
        <w:trPr>
          <w:trHeight w:val="737"/>
        </w:trPr>
        <w:tc>
          <w:tcPr>
            <w:tcW w:w="9242" w:type="dxa"/>
            <w:shd w:val="clear" w:color="auto" w:fill="auto"/>
          </w:tcPr>
          <w:p w14:paraId="7D4CBBBC" w14:textId="6970E303" w:rsidR="00ED17F2" w:rsidRPr="00812DBA" w:rsidRDefault="00ED17F2" w:rsidP="00B759C7">
            <w:pPr>
              <w:jc w:val="both"/>
            </w:pPr>
          </w:p>
          <w:p w14:paraId="7DD41582" w14:textId="41303B3B" w:rsidR="00ED17F2" w:rsidRPr="00812DBA" w:rsidRDefault="00ED17F2" w:rsidP="58F25E71">
            <w:pPr>
              <w:jc w:val="both"/>
            </w:pPr>
          </w:p>
          <w:p w14:paraId="57A8492A" w14:textId="64AAB53B" w:rsidR="00ED17F2" w:rsidRPr="00812DBA" w:rsidRDefault="00ED17F2" w:rsidP="58F25E71">
            <w:pPr>
              <w:jc w:val="both"/>
            </w:pPr>
          </w:p>
          <w:p w14:paraId="064A0FC5" w14:textId="2934F75E" w:rsidR="00ED17F2" w:rsidRPr="00812DBA" w:rsidRDefault="00ED17F2" w:rsidP="58F25E71">
            <w:pPr>
              <w:jc w:val="both"/>
            </w:pPr>
          </w:p>
          <w:p w14:paraId="37124E7A" w14:textId="565D9220" w:rsidR="00ED17F2" w:rsidRPr="00812DBA" w:rsidRDefault="00ED17F2" w:rsidP="58F25E71">
            <w:pPr>
              <w:jc w:val="both"/>
            </w:pPr>
          </w:p>
          <w:p w14:paraId="1AB09A27" w14:textId="24B8306D" w:rsidR="00ED17F2" w:rsidRPr="00812DBA" w:rsidRDefault="00ED17F2" w:rsidP="58F25E71">
            <w:pPr>
              <w:jc w:val="both"/>
            </w:pPr>
          </w:p>
          <w:p w14:paraId="7DBBB4E4" w14:textId="14B64317" w:rsidR="00ED17F2" w:rsidRPr="00812DBA" w:rsidRDefault="00ED17F2" w:rsidP="58F25E71">
            <w:pPr>
              <w:jc w:val="both"/>
            </w:pPr>
          </w:p>
          <w:p w14:paraId="2405A9A8" w14:textId="5CB3CA2E" w:rsidR="00ED17F2" w:rsidRPr="00812DBA" w:rsidRDefault="00ED17F2" w:rsidP="58F25E71">
            <w:pPr>
              <w:jc w:val="both"/>
            </w:pPr>
          </w:p>
          <w:p w14:paraId="133BB125" w14:textId="3A1F954B" w:rsidR="00ED17F2" w:rsidRPr="00812DBA" w:rsidRDefault="00ED17F2" w:rsidP="58F25E71">
            <w:pPr>
              <w:jc w:val="both"/>
            </w:pPr>
          </w:p>
        </w:tc>
      </w:tr>
    </w:tbl>
    <w:p w14:paraId="394CF25A" w14:textId="2934D8F9" w:rsidR="6D03DE6C" w:rsidRDefault="6D03DE6C" w:rsidP="6D03DE6C"/>
    <w:p w14:paraId="02C4565C" w14:textId="77777777" w:rsidR="009B560B" w:rsidRDefault="009B560B" w:rsidP="009B56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9B560B" w:rsidRPr="00812DBA" w14:paraId="2C491651" w14:textId="77777777" w:rsidTr="456CC005">
        <w:trPr>
          <w:trHeight w:val="567"/>
        </w:trPr>
        <w:tc>
          <w:tcPr>
            <w:tcW w:w="9242" w:type="dxa"/>
            <w:shd w:val="clear" w:color="auto" w:fill="F2F2F2" w:themeFill="background1" w:themeFillShade="F2"/>
          </w:tcPr>
          <w:p w14:paraId="4131BDBF" w14:textId="56F52DF4" w:rsidR="009B560B" w:rsidRPr="00812DBA" w:rsidRDefault="009B560B" w:rsidP="00CA4E15">
            <w:pPr>
              <w:jc w:val="both"/>
              <w:rPr>
                <w:szCs w:val="20"/>
              </w:rPr>
            </w:pPr>
            <w:r w:rsidRPr="00812DBA">
              <w:rPr>
                <w:b/>
                <w:szCs w:val="20"/>
              </w:rPr>
              <w:t>3</w:t>
            </w:r>
            <w:r w:rsidRPr="009D0CC9">
              <w:rPr>
                <w:b/>
                <w:szCs w:val="20"/>
              </w:rPr>
              <w:t>.</w:t>
            </w:r>
            <w:r w:rsidR="00E879BF">
              <w:rPr>
                <w:b/>
                <w:szCs w:val="20"/>
              </w:rPr>
              <w:t>3</w:t>
            </w:r>
            <w:r w:rsidRPr="009D0CC9">
              <w:rPr>
                <w:b/>
                <w:szCs w:val="20"/>
              </w:rPr>
              <w:t xml:space="preserve"> </w:t>
            </w:r>
            <w:r w:rsidR="00722C84" w:rsidRPr="00722C84">
              <w:rPr>
                <w:bCs/>
                <w:szCs w:val="20"/>
              </w:rPr>
              <w:t>Please</w:t>
            </w:r>
            <w:r w:rsidR="00722C84">
              <w:rPr>
                <w:szCs w:val="20"/>
              </w:rPr>
              <w:t xml:space="preserve"> set out the </w:t>
            </w:r>
            <w:r w:rsidR="00E879BF">
              <w:rPr>
                <w:szCs w:val="20"/>
              </w:rPr>
              <w:t>potential impact of your proposal on the range of individuals</w:t>
            </w:r>
            <w:r w:rsidR="00F30F44">
              <w:rPr>
                <w:szCs w:val="20"/>
              </w:rPr>
              <w:t xml:space="preserve">, </w:t>
            </w:r>
            <w:r w:rsidR="00E879BF">
              <w:rPr>
                <w:szCs w:val="20"/>
              </w:rPr>
              <w:t xml:space="preserve">groups </w:t>
            </w:r>
            <w:r w:rsidR="00F30F44">
              <w:rPr>
                <w:szCs w:val="20"/>
              </w:rPr>
              <w:t xml:space="preserve">or community actors, or any other stakeholders, </w:t>
            </w:r>
            <w:r w:rsidR="00E879BF">
              <w:rPr>
                <w:szCs w:val="20"/>
              </w:rPr>
              <w:t>actively participating at the station.</w:t>
            </w:r>
          </w:p>
        </w:tc>
      </w:tr>
      <w:tr w:rsidR="009B560B" w:rsidRPr="00812DBA" w14:paraId="5FAD00A0" w14:textId="77777777" w:rsidTr="456CC005">
        <w:trPr>
          <w:trHeight w:val="737"/>
        </w:trPr>
        <w:tc>
          <w:tcPr>
            <w:tcW w:w="9242" w:type="dxa"/>
            <w:shd w:val="clear" w:color="auto" w:fill="auto"/>
          </w:tcPr>
          <w:p w14:paraId="0AE9E850" w14:textId="77777777" w:rsidR="009B560B" w:rsidRPr="002D1AB1" w:rsidRDefault="009B560B" w:rsidP="00CA4E15">
            <w:pPr>
              <w:jc w:val="both"/>
            </w:pPr>
          </w:p>
          <w:p w14:paraId="3E3FD38E" w14:textId="2C9AEADC" w:rsidR="58F25E71" w:rsidRDefault="58F25E71" w:rsidP="58F25E71">
            <w:pPr>
              <w:jc w:val="both"/>
            </w:pPr>
          </w:p>
          <w:p w14:paraId="05C3AC92" w14:textId="170DD722" w:rsidR="58F25E71" w:rsidRDefault="58F25E71" w:rsidP="58F25E71">
            <w:pPr>
              <w:jc w:val="both"/>
            </w:pPr>
          </w:p>
          <w:p w14:paraId="0C708DF6" w14:textId="0265A3AB" w:rsidR="58F25E71" w:rsidRDefault="58F25E71" w:rsidP="58F25E71">
            <w:pPr>
              <w:jc w:val="both"/>
            </w:pPr>
          </w:p>
          <w:p w14:paraId="578EA5D7" w14:textId="33CED671" w:rsidR="58F25E71" w:rsidRDefault="58F25E71" w:rsidP="58F25E71">
            <w:pPr>
              <w:jc w:val="both"/>
            </w:pPr>
          </w:p>
          <w:p w14:paraId="39A76BEC" w14:textId="76237413" w:rsidR="58F25E71" w:rsidRDefault="58F25E71" w:rsidP="58F25E71">
            <w:pPr>
              <w:jc w:val="both"/>
            </w:pPr>
          </w:p>
          <w:p w14:paraId="4A81F218" w14:textId="77777777" w:rsidR="009B560B" w:rsidRPr="002D1AB1" w:rsidRDefault="009B560B" w:rsidP="00CA4E15">
            <w:pPr>
              <w:jc w:val="both"/>
              <w:rPr>
                <w:szCs w:val="20"/>
              </w:rPr>
            </w:pPr>
          </w:p>
          <w:p w14:paraId="763162EC" w14:textId="77777777" w:rsidR="009B560B" w:rsidRPr="007A2D21" w:rsidRDefault="009B560B" w:rsidP="00CA4E15">
            <w:pPr>
              <w:jc w:val="both"/>
              <w:rPr>
                <w:b/>
                <w:bCs/>
                <w:szCs w:val="20"/>
              </w:rPr>
            </w:pPr>
          </w:p>
        </w:tc>
      </w:tr>
    </w:tbl>
    <w:p w14:paraId="0AFDF4F0" w14:textId="77777777" w:rsidR="009B560B" w:rsidRDefault="009B560B" w:rsidP="009B56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E879BF" w:rsidRPr="00812DBA" w14:paraId="1D57E82D" w14:textId="77777777" w:rsidTr="456CC005">
        <w:trPr>
          <w:trHeight w:val="567"/>
        </w:trPr>
        <w:tc>
          <w:tcPr>
            <w:tcW w:w="9242" w:type="dxa"/>
            <w:shd w:val="clear" w:color="auto" w:fill="F2F2F2" w:themeFill="background1" w:themeFillShade="F2"/>
          </w:tcPr>
          <w:p w14:paraId="5A3E2680" w14:textId="7E598C48" w:rsidR="00C16C22" w:rsidRPr="00C807A1" w:rsidRDefault="00E879BF" w:rsidP="00FE2EED">
            <w:pPr>
              <w:jc w:val="both"/>
              <w:rPr>
                <w:i/>
                <w:iCs/>
                <w:szCs w:val="20"/>
              </w:rPr>
            </w:pPr>
            <w:r w:rsidRPr="00812DBA">
              <w:rPr>
                <w:b/>
                <w:szCs w:val="20"/>
              </w:rPr>
              <w:t>3.</w:t>
            </w:r>
            <w:r>
              <w:rPr>
                <w:b/>
                <w:szCs w:val="20"/>
              </w:rPr>
              <w:t>4</w:t>
            </w:r>
            <w:r w:rsidRPr="00812DBA">
              <w:rPr>
                <w:b/>
                <w:szCs w:val="20"/>
              </w:rPr>
              <w:t xml:space="preserve"> </w:t>
            </w:r>
            <w:r w:rsidRPr="00812DBA">
              <w:rPr>
                <w:szCs w:val="20"/>
              </w:rPr>
              <w:t xml:space="preserve">Please set out how </w:t>
            </w:r>
            <w:r>
              <w:rPr>
                <w:szCs w:val="20"/>
              </w:rPr>
              <w:t xml:space="preserve">important the funding requested is for the capacity of the station to </w:t>
            </w:r>
            <w:r w:rsidR="002B2698">
              <w:rPr>
                <w:szCs w:val="20"/>
              </w:rPr>
              <w:t>address the interests of, and provide a social benefit to, its community</w:t>
            </w:r>
            <w:r>
              <w:rPr>
                <w:szCs w:val="20"/>
              </w:rPr>
              <w:t>.</w:t>
            </w:r>
          </w:p>
        </w:tc>
      </w:tr>
      <w:tr w:rsidR="00E879BF" w:rsidRPr="00812DBA" w14:paraId="342F868C" w14:textId="77777777" w:rsidTr="456CC005">
        <w:trPr>
          <w:trHeight w:val="737"/>
        </w:trPr>
        <w:tc>
          <w:tcPr>
            <w:tcW w:w="9242" w:type="dxa"/>
            <w:shd w:val="clear" w:color="auto" w:fill="auto"/>
          </w:tcPr>
          <w:p w14:paraId="5072BA7F" w14:textId="77777777" w:rsidR="00E879BF" w:rsidRPr="002D1AB1" w:rsidRDefault="00E879BF" w:rsidP="00C33247">
            <w:pPr>
              <w:jc w:val="both"/>
              <w:rPr>
                <w:szCs w:val="20"/>
              </w:rPr>
            </w:pPr>
          </w:p>
          <w:p w14:paraId="5C698429" w14:textId="77777777" w:rsidR="00E879BF" w:rsidRPr="002D1AB1" w:rsidRDefault="00E879BF" w:rsidP="00C33247">
            <w:pPr>
              <w:jc w:val="both"/>
            </w:pPr>
          </w:p>
          <w:p w14:paraId="6B8A063E" w14:textId="578558D7" w:rsidR="58F25E71" w:rsidRDefault="58F25E71" w:rsidP="58F25E71">
            <w:pPr>
              <w:jc w:val="both"/>
            </w:pPr>
          </w:p>
          <w:p w14:paraId="4833491F" w14:textId="0344DB1C" w:rsidR="58F25E71" w:rsidRDefault="58F25E71" w:rsidP="58F25E71">
            <w:pPr>
              <w:jc w:val="both"/>
            </w:pPr>
          </w:p>
          <w:p w14:paraId="6DB10F22" w14:textId="4CFE6409" w:rsidR="58F25E71" w:rsidRDefault="58F25E71" w:rsidP="58F25E71">
            <w:pPr>
              <w:jc w:val="both"/>
            </w:pPr>
          </w:p>
          <w:p w14:paraId="27856374" w14:textId="3FD5D999" w:rsidR="58F25E71" w:rsidRDefault="58F25E71" w:rsidP="58F25E71">
            <w:pPr>
              <w:jc w:val="both"/>
            </w:pPr>
          </w:p>
          <w:p w14:paraId="0D863C79" w14:textId="78CEAE89" w:rsidR="58F25E71" w:rsidRDefault="58F25E71" w:rsidP="58F25E71">
            <w:pPr>
              <w:jc w:val="both"/>
            </w:pPr>
          </w:p>
          <w:p w14:paraId="56FFF38F" w14:textId="77777777" w:rsidR="00E879BF" w:rsidRPr="007A2D21" w:rsidRDefault="00E879BF" w:rsidP="00C33247">
            <w:pPr>
              <w:jc w:val="both"/>
              <w:rPr>
                <w:b/>
                <w:bCs/>
                <w:szCs w:val="20"/>
              </w:rPr>
            </w:pPr>
          </w:p>
        </w:tc>
      </w:tr>
    </w:tbl>
    <w:p w14:paraId="1E497B48" w14:textId="77777777" w:rsidR="00E879BF" w:rsidRDefault="00E879BF" w:rsidP="00E879BF"/>
    <w:p w14:paraId="4BAA4380" w14:textId="77777777" w:rsidR="009B560B" w:rsidRDefault="009B560B" w:rsidP="009B56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9B560B" w:rsidRPr="00812DBA" w14:paraId="4E7A30A4" w14:textId="77777777" w:rsidTr="456CC005">
        <w:trPr>
          <w:trHeight w:val="567"/>
        </w:trPr>
        <w:tc>
          <w:tcPr>
            <w:tcW w:w="9242" w:type="dxa"/>
            <w:shd w:val="clear" w:color="auto" w:fill="F2F2F2" w:themeFill="background1" w:themeFillShade="F2"/>
          </w:tcPr>
          <w:p w14:paraId="5DEC54B3" w14:textId="77777777" w:rsidR="009B560B" w:rsidRPr="009D0CC9" w:rsidRDefault="009B560B" w:rsidP="00CA4E15">
            <w:pPr>
              <w:jc w:val="both"/>
              <w:rPr>
                <w:szCs w:val="20"/>
              </w:rPr>
            </w:pPr>
            <w:r w:rsidRPr="009D0CC9">
              <w:rPr>
                <w:b/>
                <w:szCs w:val="20"/>
              </w:rPr>
              <w:t xml:space="preserve">3.5 </w:t>
            </w:r>
            <w:r w:rsidRPr="009D0CC9">
              <w:rPr>
                <w:bCs/>
                <w:szCs w:val="20"/>
              </w:rPr>
              <w:t>If you propose to distribute any programming via online means on your station’s website further to the SV4 digital first principle, please set out the rationale for such an approach and how it will enhance your proposal.  If this digital first principle is part of your proposal, please also set out any accessibility initiatives for people who are hard of hearing or deaf.</w:t>
            </w:r>
            <w:r w:rsidRPr="009D0CC9">
              <w:rPr>
                <w:szCs w:val="20"/>
              </w:rPr>
              <w:t xml:space="preserve"> </w:t>
            </w:r>
          </w:p>
        </w:tc>
      </w:tr>
      <w:tr w:rsidR="009B560B" w:rsidRPr="00812DBA" w14:paraId="229CFFD6" w14:textId="77777777" w:rsidTr="456CC005">
        <w:trPr>
          <w:trHeight w:val="737"/>
        </w:trPr>
        <w:tc>
          <w:tcPr>
            <w:tcW w:w="9242" w:type="dxa"/>
            <w:shd w:val="clear" w:color="auto" w:fill="auto"/>
          </w:tcPr>
          <w:p w14:paraId="40A8E6B5" w14:textId="77777777" w:rsidR="009B560B" w:rsidRPr="009D0CC9" w:rsidRDefault="009B560B" w:rsidP="00CA4E15">
            <w:pPr>
              <w:jc w:val="both"/>
            </w:pPr>
          </w:p>
          <w:p w14:paraId="04729BF4" w14:textId="0F4CB9F4" w:rsidR="58F25E71" w:rsidRDefault="58F25E71" w:rsidP="58F25E71">
            <w:pPr>
              <w:jc w:val="both"/>
            </w:pPr>
          </w:p>
          <w:p w14:paraId="4578FDC1" w14:textId="3A97A876" w:rsidR="58F25E71" w:rsidRDefault="58F25E71" w:rsidP="58F25E71">
            <w:pPr>
              <w:jc w:val="both"/>
            </w:pPr>
          </w:p>
          <w:p w14:paraId="71B668BA" w14:textId="78201C3F" w:rsidR="58F25E71" w:rsidRDefault="58F25E71" w:rsidP="58F25E71">
            <w:pPr>
              <w:jc w:val="both"/>
            </w:pPr>
          </w:p>
          <w:p w14:paraId="4862D81A" w14:textId="56BE54D0" w:rsidR="58F25E71" w:rsidRDefault="58F25E71" w:rsidP="58F25E71">
            <w:pPr>
              <w:jc w:val="both"/>
            </w:pPr>
          </w:p>
          <w:p w14:paraId="2AA79382" w14:textId="397D1B06" w:rsidR="009B560B" w:rsidRPr="009D0CC9" w:rsidRDefault="009B560B" w:rsidP="456CC005">
            <w:pPr>
              <w:jc w:val="both"/>
            </w:pPr>
          </w:p>
          <w:p w14:paraId="79D2AF53" w14:textId="77777777" w:rsidR="009B560B" w:rsidRPr="009D0CC9" w:rsidRDefault="009B560B" w:rsidP="00CA4E15">
            <w:pPr>
              <w:jc w:val="both"/>
              <w:rPr>
                <w:b/>
                <w:bCs/>
                <w:szCs w:val="20"/>
              </w:rPr>
            </w:pPr>
          </w:p>
        </w:tc>
      </w:tr>
    </w:tbl>
    <w:p w14:paraId="7C0F71CE" w14:textId="77777777" w:rsidR="00C26754" w:rsidRDefault="00C26754"/>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58F25E71" w14:paraId="51B4AFC2" w14:textId="77777777" w:rsidTr="00F27939">
        <w:trPr>
          <w:trHeight w:val="567"/>
        </w:trPr>
        <w:tc>
          <w:tcPr>
            <w:tcW w:w="9209" w:type="dxa"/>
            <w:shd w:val="clear" w:color="auto" w:fill="F2F2F2" w:themeFill="background1" w:themeFillShade="F2"/>
          </w:tcPr>
          <w:p w14:paraId="16D885AC" w14:textId="7B3A9AEB" w:rsidR="58F25E71" w:rsidRDefault="58F25E71" w:rsidP="58F25E71">
            <w:pPr>
              <w:jc w:val="both"/>
            </w:pPr>
            <w:r w:rsidRPr="456CC005">
              <w:rPr>
                <w:b/>
                <w:bCs/>
              </w:rPr>
              <w:t xml:space="preserve">3.6 </w:t>
            </w:r>
            <w:r>
              <w:t xml:space="preserve">Please </w:t>
            </w:r>
            <w:r w:rsidR="72F5184D">
              <w:t xml:space="preserve">detail </w:t>
            </w:r>
            <w:r>
              <w:t xml:space="preserve">the </w:t>
            </w:r>
            <w:r w:rsidR="2604A591">
              <w:t>measures that will be taken to manage the project(s)</w:t>
            </w:r>
            <w:r>
              <w:t xml:space="preserve">.    </w:t>
            </w:r>
          </w:p>
        </w:tc>
      </w:tr>
      <w:tr w:rsidR="58F25E71" w14:paraId="6C630F2F" w14:textId="77777777" w:rsidTr="00F27939">
        <w:trPr>
          <w:trHeight w:val="737"/>
        </w:trPr>
        <w:tc>
          <w:tcPr>
            <w:tcW w:w="9209" w:type="dxa"/>
            <w:shd w:val="clear" w:color="auto" w:fill="auto"/>
          </w:tcPr>
          <w:p w14:paraId="49D1CE64" w14:textId="77777777" w:rsidR="58F25E71" w:rsidRDefault="58F25E71" w:rsidP="58F25E71">
            <w:pPr>
              <w:jc w:val="both"/>
            </w:pPr>
          </w:p>
          <w:p w14:paraId="6AB2ACEF" w14:textId="77777777" w:rsidR="58F25E71" w:rsidRDefault="58F25E71" w:rsidP="58F25E71">
            <w:pPr>
              <w:jc w:val="both"/>
            </w:pPr>
          </w:p>
          <w:p w14:paraId="0379521A" w14:textId="6CB0BA61" w:rsidR="58F25E71" w:rsidRDefault="58F25E71" w:rsidP="58F25E71">
            <w:pPr>
              <w:jc w:val="both"/>
              <w:rPr>
                <w:b/>
                <w:bCs/>
              </w:rPr>
            </w:pPr>
          </w:p>
          <w:p w14:paraId="58B44959" w14:textId="60AA1B85" w:rsidR="58F25E71" w:rsidRDefault="58F25E71" w:rsidP="58F25E71">
            <w:pPr>
              <w:jc w:val="both"/>
              <w:rPr>
                <w:b/>
                <w:bCs/>
              </w:rPr>
            </w:pPr>
          </w:p>
          <w:p w14:paraId="2AB8741B" w14:textId="5A902619" w:rsidR="58F25E71" w:rsidRDefault="58F25E71" w:rsidP="58F25E71">
            <w:pPr>
              <w:jc w:val="both"/>
              <w:rPr>
                <w:b/>
                <w:bCs/>
              </w:rPr>
            </w:pPr>
          </w:p>
          <w:p w14:paraId="2624873C" w14:textId="40DF5FC0" w:rsidR="58F25E71" w:rsidRDefault="58F25E71" w:rsidP="58F25E71">
            <w:pPr>
              <w:jc w:val="both"/>
              <w:rPr>
                <w:b/>
                <w:bCs/>
              </w:rPr>
            </w:pPr>
          </w:p>
        </w:tc>
      </w:tr>
    </w:tbl>
    <w:p w14:paraId="2DE974E1" w14:textId="187B22AB" w:rsidR="58F25E71" w:rsidRDefault="58F25E71" w:rsidP="58F25E7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610991" w:rsidRPr="00812DBA" w14:paraId="783BDE76" w14:textId="77777777" w:rsidTr="456CC005">
        <w:trPr>
          <w:trHeight w:val="567"/>
        </w:trPr>
        <w:tc>
          <w:tcPr>
            <w:tcW w:w="9242" w:type="dxa"/>
            <w:shd w:val="clear" w:color="auto" w:fill="F2F2F2" w:themeFill="background1" w:themeFillShade="F2"/>
          </w:tcPr>
          <w:p w14:paraId="1ADBAB00" w14:textId="077C1571" w:rsidR="00610991" w:rsidRPr="00812DBA" w:rsidRDefault="20DDCCC0" w:rsidP="00B12CBE">
            <w:pPr>
              <w:jc w:val="both"/>
            </w:pPr>
            <w:r w:rsidRPr="456CC005">
              <w:rPr>
                <w:b/>
                <w:bCs/>
              </w:rPr>
              <w:lastRenderedPageBreak/>
              <w:t>3.</w:t>
            </w:r>
            <w:r w:rsidR="2AFC07EF" w:rsidRPr="456CC005">
              <w:rPr>
                <w:b/>
                <w:bCs/>
              </w:rPr>
              <w:t>7</w:t>
            </w:r>
            <w:r w:rsidRPr="456CC005">
              <w:rPr>
                <w:b/>
                <w:bCs/>
              </w:rPr>
              <w:t xml:space="preserve"> </w:t>
            </w:r>
            <w:r w:rsidR="65CE837A">
              <w:t xml:space="preserve">Please outline the skills and experience of the team assigned to manage and implement the project/s, activity/activities. </w:t>
            </w:r>
            <w:r w:rsidR="057E15EE">
              <w:t xml:space="preserve"> </w:t>
            </w:r>
            <w:r w:rsidR="5DE05A9E">
              <w:t xml:space="preserve">  </w:t>
            </w:r>
          </w:p>
        </w:tc>
      </w:tr>
      <w:tr w:rsidR="00610991" w:rsidRPr="00812DBA" w14:paraId="582DA91E" w14:textId="77777777" w:rsidTr="456CC005">
        <w:trPr>
          <w:trHeight w:val="737"/>
        </w:trPr>
        <w:tc>
          <w:tcPr>
            <w:tcW w:w="9242" w:type="dxa"/>
            <w:shd w:val="clear" w:color="auto" w:fill="auto"/>
          </w:tcPr>
          <w:p w14:paraId="2BD24F4D" w14:textId="77777777" w:rsidR="005673B0" w:rsidRPr="002D1AB1" w:rsidRDefault="005673B0" w:rsidP="00742F05">
            <w:pPr>
              <w:jc w:val="both"/>
              <w:rPr>
                <w:szCs w:val="20"/>
              </w:rPr>
            </w:pPr>
          </w:p>
          <w:p w14:paraId="3E390F52" w14:textId="77777777" w:rsidR="002D1AB1" w:rsidRPr="002D1AB1" w:rsidRDefault="002D1AB1" w:rsidP="00742F05">
            <w:pPr>
              <w:jc w:val="both"/>
            </w:pPr>
          </w:p>
          <w:p w14:paraId="2FECF828" w14:textId="6489F296" w:rsidR="58F25E71" w:rsidRDefault="58F25E71" w:rsidP="58F25E71">
            <w:pPr>
              <w:jc w:val="both"/>
            </w:pPr>
          </w:p>
          <w:p w14:paraId="7D607784" w14:textId="5D41A71C" w:rsidR="58F25E71" w:rsidRDefault="58F25E71" w:rsidP="58F25E71">
            <w:pPr>
              <w:jc w:val="both"/>
            </w:pPr>
          </w:p>
          <w:p w14:paraId="44D0459D" w14:textId="4BB3A2F8" w:rsidR="58F25E71" w:rsidRDefault="58F25E71" w:rsidP="58F25E71">
            <w:pPr>
              <w:jc w:val="both"/>
            </w:pPr>
          </w:p>
          <w:p w14:paraId="743BB102" w14:textId="021216E2" w:rsidR="58F25E71" w:rsidRDefault="58F25E71" w:rsidP="58F25E71">
            <w:pPr>
              <w:jc w:val="both"/>
            </w:pPr>
          </w:p>
          <w:p w14:paraId="2E0D882B" w14:textId="77777777" w:rsidR="005673B0" w:rsidRPr="007A2D21" w:rsidRDefault="005673B0" w:rsidP="00742F05">
            <w:pPr>
              <w:jc w:val="both"/>
              <w:rPr>
                <w:b/>
                <w:bCs/>
                <w:szCs w:val="20"/>
              </w:rPr>
            </w:pPr>
          </w:p>
        </w:tc>
      </w:tr>
    </w:tbl>
    <w:p w14:paraId="10497D9D" w14:textId="1F27A582" w:rsidR="00ED17F2" w:rsidRPr="00812DBA" w:rsidRDefault="00ED17F2" w:rsidP="456CC00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CD4808" w:rsidRPr="00812DBA" w14:paraId="27E4331D" w14:textId="77777777" w:rsidTr="456CC005">
        <w:trPr>
          <w:trHeight w:val="567"/>
        </w:trPr>
        <w:tc>
          <w:tcPr>
            <w:tcW w:w="9242" w:type="dxa"/>
            <w:shd w:val="clear" w:color="auto" w:fill="F2F2F2" w:themeFill="background1" w:themeFillShade="F2"/>
          </w:tcPr>
          <w:p w14:paraId="6E64B0EC" w14:textId="3EACBFC2" w:rsidR="00CD4808" w:rsidRPr="00812DBA" w:rsidRDefault="5DE05A9E" w:rsidP="00CD4808">
            <w:pPr>
              <w:jc w:val="both"/>
            </w:pPr>
            <w:r w:rsidRPr="456CC005">
              <w:rPr>
                <w:b/>
                <w:bCs/>
              </w:rPr>
              <w:t>3.</w:t>
            </w:r>
            <w:r w:rsidR="0F0914C5" w:rsidRPr="456CC005">
              <w:rPr>
                <w:b/>
                <w:bCs/>
              </w:rPr>
              <w:t>8</w:t>
            </w:r>
            <w:r w:rsidRPr="456CC005">
              <w:rPr>
                <w:b/>
                <w:bCs/>
              </w:rPr>
              <w:t xml:space="preserve"> </w:t>
            </w:r>
            <w:r>
              <w:t>If the Authority awards you less funding than you requested, how would this impact on your pr</w:t>
            </w:r>
            <w:r w:rsidR="0C708358">
              <w:t>oposal</w:t>
            </w:r>
            <w:r>
              <w:t xml:space="preserve">?  </w:t>
            </w:r>
          </w:p>
        </w:tc>
      </w:tr>
      <w:tr w:rsidR="00CD4808" w:rsidRPr="00812DBA" w14:paraId="553AB953" w14:textId="77777777" w:rsidTr="456CC005">
        <w:trPr>
          <w:trHeight w:val="737"/>
        </w:trPr>
        <w:tc>
          <w:tcPr>
            <w:tcW w:w="9242" w:type="dxa"/>
            <w:shd w:val="clear" w:color="auto" w:fill="auto"/>
          </w:tcPr>
          <w:p w14:paraId="0C77FC37" w14:textId="28BCC25F" w:rsidR="00CD4808" w:rsidRPr="00812DBA" w:rsidRDefault="00CD4808" w:rsidP="00D95A76">
            <w:pPr>
              <w:jc w:val="both"/>
            </w:pPr>
          </w:p>
          <w:p w14:paraId="34768052" w14:textId="559492D9" w:rsidR="00CD4808" w:rsidRPr="00812DBA" w:rsidRDefault="00CD4808" w:rsidP="58F25E71">
            <w:pPr>
              <w:jc w:val="both"/>
            </w:pPr>
          </w:p>
          <w:p w14:paraId="61FF130A" w14:textId="5A6C8ABA" w:rsidR="00CD4808" w:rsidRPr="00812DBA" w:rsidRDefault="00CD4808" w:rsidP="58F25E71">
            <w:pPr>
              <w:jc w:val="both"/>
            </w:pPr>
          </w:p>
          <w:p w14:paraId="28AB82E5" w14:textId="6EC0E2F2" w:rsidR="00CD4808" w:rsidRPr="00812DBA" w:rsidRDefault="00CD4808" w:rsidP="58F25E71">
            <w:pPr>
              <w:jc w:val="both"/>
            </w:pPr>
          </w:p>
          <w:p w14:paraId="6F73CB18" w14:textId="48DE49DB" w:rsidR="00CD4808" w:rsidRPr="00812DBA" w:rsidRDefault="00CD4808" w:rsidP="58F25E71">
            <w:pPr>
              <w:jc w:val="both"/>
            </w:pPr>
          </w:p>
          <w:p w14:paraId="626E724D" w14:textId="62978E1A" w:rsidR="00CD4808" w:rsidRPr="00812DBA" w:rsidRDefault="00CD4808" w:rsidP="58F25E71">
            <w:pPr>
              <w:jc w:val="both"/>
            </w:pPr>
          </w:p>
          <w:p w14:paraId="51484E5E" w14:textId="65F1473A" w:rsidR="00CD4808" w:rsidRPr="00812DBA" w:rsidRDefault="00CD4808" w:rsidP="58F25E71">
            <w:pPr>
              <w:jc w:val="both"/>
            </w:pPr>
          </w:p>
          <w:p w14:paraId="7889B03B" w14:textId="73C0B277" w:rsidR="00CD4808" w:rsidRPr="00812DBA" w:rsidRDefault="00CD4808" w:rsidP="58F25E71">
            <w:pPr>
              <w:jc w:val="both"/>
            </w:pPr>
          </w:p>
        </w:tc>
      </w:tr>
    </w:tbl>
    <w:p w14:paraId="48E48296" w14:textId="77777777" w:rsidR="00CD4808" w:rsidRPr="00812DBA" w:rsidRDefault="00CD4808" w:rsidP="00CD4808"/>
    <w:p w14:paraId="1C0B618F" w14:textId="77777777" w:rsidR="006507AE" w:rsidRDefault="006507AE">
      <w:pPr>
        <w:spacing w:line="240" w:lineRule="auto"/>
        <w:rPr>
          <w:b/>
          <w:bCs/>
          <w:sz w:val="24"/>
          <w:szCs w:val="26"/>
        </w:rPr>
      </w:pPr>
      <w:bookmarkStart w:id="5" w:name="_Toc325643789"/>
      <w:r>
        <w:br w:type="page"/>
      </w:r>
    </w:p>
    <w:p w14:paraId="0172A1BE" w14:textId="592AC17C" w:rsidR="001768CE" w:rsidRDefault="01861285" w:rsidP="456CC005">
      <w:pPr>
        <w:pStyle w:val="Heading2"/>
        <w:numPr>
          <w:ilvl w:val="0"/>
          <w:numId w:val="9"/>
        </w:numPr>
        <w:spacing w:after="240"/>
        <w:ind w:hanging="938"/>
        <w:rPr>
          <w:rFonts w:cs="Arial"/>
        </w:rPr>
      </w:pPr>
      <w:bookmarkStart w:id="6" w:name="_Toc43883058"/>
      <w:r w:rsidRPr="58F25E71">
        <w:rPr>
          <w:rFonts w:cs="Arial"/>
        </w:rPr>
        <w:lastRenderedPageBreak/>
        <w:t>Financial</w:t>
      </w:r>
      <w:bookmarkEnd w:id="5"/>
      <w:r w:rsidR="3361F843" w:rsidRPr="58F25E71">
        <w:rPr>
          <w:rFonts w:cs="Arial"/>
        </w:rPr>
        <w:t xml:space="preserve"> Information</w:t>
      </w:r>
      <w:bookmarkEnd w:id="6"/>
    </w:p>
    <w:p w14:paraId="0447892B" w14:textId="2409DF9E" w:rsidR="00C62098" w:rsidRPr="00C62098" w:rsidRDefault="0E2AC6E5" w:rsidP="12CF1837">
      <w:pPr>
        <w:pStyle w:val="ListParagraph"/>
        <w:numPr>
          <w:ilvl w:val="0"/>
          <w:numId w:val="2"/>
        </w:numPr>
        <w:jc w:val="both"/>
        <w:rPr>
          <w:rFonts w:eastAsia="Arial"/>
        </w:rPr>
      </w:pPr>
      <w:r>
        <w:t>Please attach</w:t>
      </w:r>
      <w:r w:rsidR="027E731F">
        <w:t xml:space="preserve"> as an appendix to the application</w:t>
      </w:r>
      <w:r>
        <w:t xml:space="preserve"> up-to-date Management Accounts and most recent audited* annual accounts for the station, </w:t>
      </w:r>
      <w:r w:rsidR="3CF9D6FB">
        <w:t>*</w:t>
      </w:r>
      <w:r>
        <w:t>or equivalent</w:t>
      </w:r>
      <w:r w:rsidR="15BD4C89">
        <w:t xml:space="preserve"> at the end of this application</w:t>
      </w:r>
      <w:r>
        <w:t xml:space="preserve"> </w:t>
      </w:r>
    </w:p>
    <w:p w14:paraId="5AEFD127" w14:textId="3CF7AAA8" w:rsidR="456CC005" w:rsidRDefault="456CC005" w:rsidP="485CCD2C">
      <w:pPr>
        <w:ind w:left="360"/>
        <w:jc w:val="both"/>
        <w:rPr>
          <w:i/>
          <w:iCs/>
        </w:rPr>
      </w:pPr>
    </w:p>
    <w:p w14:paraId="131EDC05" w14:textId="6CB5E589" w:rsidR="58F25E71" w:rsidRDefault="0E2AC6E5" w:rsidP="485CCD2C">
      <w:pPr>
        <w:ind w:left="720"/>
        <w:jc w:val="both"/>
        <w:rPr>
          <w:i/>
          <w:iCs/>
        </w:rPr>
      </w:pPr>
      <w:r w:rsidRPr="485CCD2C">
        <w:rPr>
          <w:i/>
          <w:iCs/>
        </w:rPr>
        <w:t>(If such documentation has recently been provided to the BAI under another process within the past 9 months, you do not have to resubmit.  In this instance, identify the BAI process or processes for which you have recently submitted such data).</w:t>
      </w:r>
    </w:p>
    <w:p w14:paraId="05059D26" w14:textId="7972D470" w:rsidR="456CC005" w:rsidRDefault="456CC005"/>
    <w:p w14:paraId="7991B64C" w14:textId="77777777" w:rsidR="00D42541" w:rsidRDefault="00D42541" w:rsidP="00D42541">
      <w:pPr>
        <w:pStyle w:val="ListParagraph"/>
        <w:numPr>
          <w:ilvl w:val="0"/>
          <w:numId w:val="43"/>
        </w:numPr>
        <w:spacing w:after="240"/>
        <w:ind w:left="714" w:hanging="357"/>
      </w:pPr>
      <w:r>
        <w:t>Please provide details of the financial costs for your proposal.</w:t>
      </w:r>
    </w:p>
    <w:p w14:paraId="7F4698AC" w14:textId="125A7347" w:rsidR="00344843" w:rsidRDefault="002C4DED" w:rsidP="12CF1837">
      <w:pPr>
        <w:pStyle w:val="ListParagraph"/>
        <w:numPr>
          <w:ilvl w:val="1"/>
          <w:numId w:val="1"/>
        </w:numPr>
        <w:spacing w:after="240"/>
        <w:jc w:val="both"/>
        <w:rPr>
          <w:rFonts w:eastAsia="Arial"/>
        </w:rPr>
      </w:pPr>
      <w:r w:rsidRPr="0082491D">
        <w:t xml:space="preserve">You may use the budget template below, </w:t>
      </w:r>
      <w:r w:rsidR="2C8D9C54" w:rsidRPr="0082491D">
        <w:t>however,</w:t>
      </w:r>
      <w:r w:rsidR="54DF6597" w:rsidRPr="0082491D">
        <w:t xml:space="preserve"> </w:t>
      </w:r>
      <w:r w:rsidRPr="0082491D">
        <w:t>if you prefer to use a software</w:t>
      </w:r>
      <w:r>
        <w:t xml:space="preserve"> programme ordinarily used by the station, please do so and attach as an appendix to your application marked ‘Budget’.</w:t>
      </w:r>
      <w:r w:rsidR="00D67A83">
        <w:t xml:space="preserve">  </w:t>
      </w:r>
      <w:r w:rsidR="4C27F9EE">
        <w:t>If using an alternative to the budget template provided</w:t>
      </w:r>
      <w:r w:rsidR="205B89E4">
        <w:t>,</w:t>
      </w:r>
      <w:r w:rsidR="4C27F9EE">
        <w:t xml:space="preserve"> please ensure headings follow </w:t>
      </w:r>
      <w:r w:rsidR="72C86358">
        <w:t>the budget template provided below</w:t>
      </w:r>
      <w:r w:rsidR="5B49DDB9">
        <w:t>.</w:t>
      </w:r>
    </w:p>
    <w:p w14:paraId="1CB69007" w14:textId="241F92C7" w:rsidR="00344843" w:rsidRDefault="5C6C1899" w:rsidP="12CF1837">
      <w:pPr>
        <w:pStyle w:val="ListParagraph"/>
        <w:numPr>
          <w:ilvl w:val="1"/>
          <w:numId w:val="1"/>
        </w:numPr>
        <w:spacing w:after="240"/>
        <w:jc w:val="both"/>
        <w:rPr>
          <w:rFonts w:eastAsia="Arial"/>
        </w:rPr>
      </w:pPr>
      <w:r>
        <w:t>Please</w:t>
      </w:r>
      <w:r w:rsidR="00D67A83">
        <w:t xml:space="preserve"> provide associated budget notes</w:t>
      </w:r>
      <w:r w:rsidR="43DA94D0">
        <w:t xml:space="preserve"> that explain </w:t>
      </w:r>
      <w:r w:rsidR="69B67028">
        <w:t xml:space="preserve">each </w:t>
      </w:r>
      <w:r w:rsidR="43DA94D0">
        <w:t xml:space="preserve">line item and why it is required at the amount </w:t>
      </w:r>
      <w:r w:rsidR="2F39D2CA">
        <w:t>indicated.</w:t>
      </w:r>
    </w:p>
    <w:p w14:paraId="7EA3FBFE" w14:textId="0DB1F531" w:rsidR="00344843" w:rsidRDefault="00BB416F" w:rsidP="12CF1837">
      <w:pPr>
        <w:pStyle w:val="ListParagraph"/>
        <w:numPr>
          <w:ilvl w:val="1"/>
          <w:numId w:val="1"/>
        </w:numPr>
        <w:spacing w:after="240"/>
        <w:jc w:val="both"/>
        <w:rPr>
          <w:rFonts w:eastAsia="Arial"/>
        </w:rPr>
      </w:pPr>
      <w:r>
        <w:t>VAT: Line items in the Budget must be submitted exclusive of VAT.</w:t>
      </w:r>
    </w:p>
    <w:p w14:paraId="0D200B5C" w14:textId="50E8EB74" w:rsidR="00344843" w:rsidRDefault="6A441F1D" w:rsidP="12CF1837">
      <w:pPr>
        <w:pStyle w:val="ListParagraph"/>
        <w:numPr>
          <w:ilvl w:val="1"/>
          <w:numId w:val="1"/>
        </w:numPr>
        <w:spacing w:after="240"/>
        <w:jc w:val="both"/>
        <w:rPr>
          <w:rFonts w:eastAsia="Arial"/>
        </w:rPr>
      </w:pPr>
      <w:r>
        <w:t xml:space="preserve">Any </w:t>
      </w:r>
      <w:r w:rsidR="72D7DE18">
        <w:t xml:space="preserve">in-kind contributions </w:t>
      </w:r>
      <w:r w:rsidR="6794A97F">
        <w:t xml:space="preserve">towards the project </w:t>
      </w:r>
      <w:r w:rsidR="72D7DE18">
        <w:t xml:space="preserve">should </w:t>
      </w:r>
      <w:r w:rsidR="2596A50D">
        <w:t xml:space="preserve">also </w:t>
      </w:r>
      <w:r w:rsidR="72D7DE18">
        <w:t xml:space="preserve">be </w:t>
      </w:r>
      <w:r w:rsidR="2BF513FB">
        <w:t xml:space="preserve">included </w:t>
      </w:r>
      <w:r w:rsidR="72D7DE18">
        <w:t>in the budget</w:t>
      </w:r>
      <w:r w:rsidR="06F581A8">
        <w:t xml:space="preserve"> and explained in the budget notes</w:t>
      </w:r>
      <w:r w:rsidR="72D7DE18">
        <w:t>.</w:t>
      </w:r>
    </w:p>
    <w:p w14:paraId="591A32D1" w14:textId="556E2B42" w:rsidR="00344843" w:rsidRDefault="00BB416F" w:rsidP="12CF1837">
      <w:pPr>
        <w:pStyle w:val="ListParagraph"/>
        <w:numPr>
          <w:ilvl w:val="1"/>
          <w:numId w:val="1"/>
        </w:numPr>
        <w:spacing w:after="240"/>
        <w:jc w:val="both"/>
        <w:rPr>
          <w:rFonts w:eastAsia="Arial"/>
        </w:rPr>
      </w:pPr>
      <w:r>
        <w:t xml:space="preserve">Travel cost should be in line with the current Civil Service rates – circular here </w:t>
      </w:r>
      <w:hyperlink r:id="rId16">
        <w:r w:rsidRPr="485CCD2C">
          <w:rPr>
            <w:rStyle w:val="Hyperlink"/>
          </w:rPr>
          <w:t>http://circulars.gov.ie/pdf/circular/per/2017/05.pdf</w:t>
        </w:r>
      </w:hyperlink>
      <w:r w:rsidR="3428B8C5">
        <w:t>.</w:t>
      </w:r>
    </w:p>
    <w:p w14:paraId="1F411591" w14:textId="6CE81434" w:rsidR="00344843" w:rsidRDefault="00BB416F" w:rsidP="12CF1837">
      <w:pPr>
        <w:pStyle w:val="ListParagraph"/>
        <w:numPr>
          <w:ilvl w:val="1"/>
          <w:numId w:val="1"/>
        </w:numPr>
        <w:spacing w:after="240"/>
        <w:rPr>
          <w:rFonts w:eastAsia="Arial"/>
        </w:rPr>
      </w:pPr>
      <w:r>
        <w:t xml:space="preserve">Subsistence costs should be in line with the most recent Civil Service rates – circulars as follows: </w:t>
      </w:r>
      <w:hyperlink r:id="rId17">
        <w:r w:rsidR="00344843" w:rsidRPr="485CCD2C">
          <w:rPr>
            <w:rStyle w:val="Hyperlink"/>
          </w:rPr>
          <w:t>https://circulars.gov.ie/pdf/circular/per/2017/06.pdf</w:t>
        </w:r>
      </w:hyperlink>
      <w:r w:rsidR="10C9269B">
        <w:t>.</w:t>
      </w:r>
    </w:p>
    <w:p w14:paraId="31083105" w14:textId="790961DE" w:rsidR="00344843" w:rsidRDefault="00344843" w:rsidP="12CF1837">
      <w:pPr>
        <w:pStyle w:val="ListParagraph"/>
        <w:numPr>
          <w:ilvl w:val="1"/>
          <w:numId w:val="1"/>
        </w:numPr>
        <w:spacing w:after="240"/>
        <w:jc w:val="both"/>
        <w:rPr>
          <w:rFonts w:eastAsia="Arial"/>
        </w:rPr>
      </w:pPr>
      <w:r>
        <w:t xml:space="preserve">Accounts Provision must be made in the budget for the cost of an accountant’s report of the project under the M45 – Grant Claim standard </w:t>
      </w:r>
      <w:proofErr w:type="gramStart"/>
      <w:r>
        <w:t>i.e.</w:t>
      </w:r>
      <w:proofErr w:type="gramEnd"/>
      <w:r>
        <w:t xml:space="preserve"> the engagement of a qualified person to examine and sign off on a final cost statement etc.4</w:t>
      </w:r>
      <w:r w:rsidR="3B5EDD56">
        <w:t>.</w:t>
      </w:r>
      <w:r>
        <w:t xml:space="preserve"> Guidance on the M45 Grant Claim Standard is available on request from the BAI.</w:t>
      </w:r>
    </w:p>
    <w:p w14:paraId="7D0CAF08" w14:textId="5C01C100" w:rsidR="00344843" w:rsidRDefault="0B8A7F70" w:rsidP="12CF1837">
      <w:pPr>
        <w:pStyle w:val="ListParagraph"/>
        <w:numPr>
          <w:ilvl w:val="1"/>
          <w:numId w:val="1"/>
        </w:numPr>
        <w:spacing w:after="240"/>
        <w:jc w:val="both"/>
      </w:pPr>
      <w:r>
        <w:t xml:space="preserve">Archiving &amp; Subtitling (BAI Delivery):  Programming funded under the Scheme will be archived by the BAI; provision should be made for this cost.  For radio </w:t>
      </w:r>
      <w:r w:rsidR="0064713A">
        <w:t>a CD</w:t>
      </w:r>
      <w:r>
        <w:t xml:space="preserve"> copy </w:t>
      </w:r>
      <w:r w:rsidR="00AE4519">
        <w:t xml:space="preserve">or CDs with copies </w:t>
      </w:r>
      <w:r>
        <w:t>of the programme</w:t>
      </w:r>
      <w:r w:rsidR="00AE4519">
        <w:t xml:space="preserve">/s, </w:t>
      </w:r>
      <w:r w:rsidR="0064713A">
        <w:t>or a</w:t>
      </w:r>
      <w:r w:rsidR="00AE4519">
        <w:t xml:space="preserve"> compilation of</w:t>
      </w:r>
      <w:r>
        <w:t xml:space="preserve"> the programming, including digital versions, depending on volume will be required.  Regarding subtitling, this only applies in instances where the grantee had regard to access provisions for funded programme content that was distributed online further to the digital first principle. </w:t>
      </w:r>
    </w:p>
    <w:p w14:paraId="7CAAC4FE" w14:textId="2B89ACFA" w:rsidR="00B8606F" w:rsidRPr="006A074E" w:rsidRDefault="00B8606F" w:rsidP="12CF1837">
      <w:pPr>
        <w:jc w:val="both"/>
      </w:pPr>
    </w:p>
    <w:p w14:paraId="66CA7531" w14:textId="19F42F43" w:rsidR="12CF1837" w:rsidRDefault="12CF1837" w:rsidP="12CF1837"/>
    <w:p w14:paraId="778AFDFF" w14:textId="3B8C2E09" w:rsidR="002C4DED" w:rsidRDefault="002C4DED" w:rsidP="12CF1837">
      <w:pPr>
        <w:jc w:val="both"/>
      </w:pPr>
    </w:p>
    <w:p w14:paraId="534F22CF" w14:textId="77777777" w:rsidR="006507AE" w:rsidRDefault="006507AE">
      <w:pPr>
        <w:rPr>
          <w:b/>
          <w:bCs/>
          <w:sz w:val="24"/>
          <w:szCs w:val="24"/>
        </w:rPr>
      </w:pPr>
    </w:p>
    <w:p w14:paraId="78D80B8A" w14:textId="77777777" w:rsidR="00B80582" w:rsidRDefault="00B80582">
      <w:pPr>
        <w:rPr>
          <w:b/>
          <w:bCs/>
          <w:sz w:val="24"/>
          <w:szCs w:val="24"/>
        </w:rPr>
      </w:pPr>
    </w:p>
    <w:p w14:paraId="2A3F052B" w14:textId="01857B4E" w:rsidR="00CD2EF3" w:rsidRPr="00D01256" w:rsidRDefault="00CD2EF3">
      <w:pPr>
        <w:rPr>
          <w:b/>
          <w:bCs/>
          <w:sz w:val="24"/>
          <w:szCs w:val="24"/>
        </w:rPr>
      </w:pPr>
      <w:r w:rsidRPr="12CF1837">
        <w:rPr>
          <w:b/>
          <w:bCs/>
          <w:sz w:val="24"/>
          <w:szCs w:val="24"/>
        </w:rPr>
        <w:lastRenderedPageBreak/>
        <w:t>Budget Template</w:t>
      </w:r>
      <w:r w:rsidR="00D01256" w:rsidRPr="12CF1837">
        <w:rPr>
          <w:b/>
          <w:bCs/>
          <w:sz w:val="24"/>
          <w:szCs w:val="24"/>
        </w:rPr>
        <w:t>:</w:t>
      </w:r>
    </w:p>
    <w:p w14:paraId="4EB5FAE4" w14:textId="77777777" w:rsidR="00CD2EF3" w:rsidRPr="00E96105" w:rsidRDefault="00CD2EF3">
      <w:pPr>
        <w:rPr>
          <w:color w:val="ED7D31"/>
        </w:rPr>
      </w:pPr>
    </w:p>
    <w:p w14:paraId="3666E67A" w14:textId="621C03CF" w:rsidR="006C7B48" w:rsidRDefault="006C7B48" w:rsidP="006C7B48">
      <w:pPr>
        <w:jc w:val="center"/>
        <w:rPr>
          <w:b/>
          <w:szCs w:val="20"/>
        </w:rPr>
      </w:pPr>
      <w:r>
        <w:rPr>
          <w:b/>
          <w:szCs w:val="20"/>
        </w:rPr>
        <w:t xml:space="preserve">Mandatory Budget Form for </w:t>
      </w:r>
      <w:r w:rsidR="00437736">
        <w:rPr>
          <w:b/>
          <w:szCs w:val="20"/>
        </w:rPr>
        <w:t>Proposals</w:t>
      </w:r>
      <w:r>
        <w:rPr>
          <w:rStyle w:val="FootnoteReference"/>
          <w:b/>
          <w:szCs w:val="20"/>
        </w:rPr>
        <w:footnoteReference w:id="1"/>
      </w:r>
    </w:p>
    <w:p w14:paraId="24A4B482" w14:textId="77777777" w:rsidR="006C7B48" w:rsidRDefault="006C7B48"/>
    <w:p w14:paraId="5DAD9F10" w14:textId="1A1B1671" w:rsidR="00967D7F" w:rsidRDefault="00967D7F" w:rsidP="00967D7F">
      <w:pPr>
        <w:rPr>
          <w:i/>
          <w:iCs/>
        </w:rPr>
      </w:pPr>
      <w:r w:rsidRPr="12CF1837">
        <w:rPr>
          <w:i/>
          <w:iCs/>
        </w:rPr>
        <w:t xml:space="preserve">The budget form </w:t>
      </w:r>
      <w:r w:rsidR="00596A21" w:rsidRPr="12CF1837">
        <w:rPr>
          <w:i/>
          <w:iCs/>
        </w:rPr>
        <w:t xml:space="preserve">on the following page </w:t>
      </w:r>
      <w:r w:rsidRPr="12CF1837">
        <w:rPr>
          <w:i/>
          <w:iCs/>
        </w:rPr>
        <w:t xml:space="preserve">provides the category of costs that the applicant must set out.  If you wish to use a software programme to compile your budget you may do so, but please ensure that it follows the structure as set out </w:t>
      </w:r>
      <w:r w:rsidR="00596A21" w:rsidRPr="12CF1837">
        <w:rPr>
          <w:i/>
          <w:iCs/>
        </w:rPr>
        <w:t>on the following page</w:t>
      </w:r>
      <w:r w:rsidRPr="12CF1837">
        <w:rPr>
          <w:i/>
          <w:iCs/>
        </w:rPr>
        <w:t xml:space="preserve"> and includes budgetary notes for each line item.  You should then attach the completed budget to your application form and clearly mark the attachment as ‘Budget’.</w:t>
      </w:r>
    </w:p>
    <w:p w14:paraId="0DD7C358" w14:textId="690D1D97" w:rsidR="006507AE" w:rsidRDefault="006507AE" w:rsidP="12CF1837"/>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1"/>
        <w:gridCol w:w="2310"/>
        <w:gridCol w:w="2562"/>
      </w:tblGrid>
      <w:tr w:rsidR="001D5325" w:rsidRPr="00812DBA" w14:paraId="160DB0AE" w14:textId="77777777" w:rsidTr="12CF1837">
        <w:trPr>
          <w:trHeight w:val="680"/>
        </w:trPr>
        <w:tc>
          <w:tcPr>
            <w:tcW w:w="9493" w:type="dxa"/>
            <w:gridSpan w:val="3"/>
            <w:shd w:val="clear" w:color="auto" w:fill="000000" w:themeFill="text1"/>
          </w:tcPr>
          <w:p w14:paraId="288D367C" w14:textId="77777777" w:rsidR="001D5325" w:rsidRPr="00F52E43" w:rsidRDefault="001D5325" w:rsidP="00F52E43">
            <w:pPr>
              <w:rPr>
                <w:b/>
                <w:bCs/>
              </w:rPr>
            </w:pPr>
            <w:r w:rsidRPr="00F52E43">
              <w:rPr>
                <w:b/>
                <w:bCs/>
              </w:rPr>
              <w:t>BUDGET</w:t>
            </w:r>
          </w:p>
          <w:p w14:paraId="0060A103" w14:textId="0EEEBB1D" w:rsidR="00437736" w:rsidRPr="00437736" w:rsidRDefault="00437736" w:rsidP="12CF1837">
            <w:pPr>
              <w:spacing w:line="240" w:lineRule="atLeast"/>
              <w:rPr>
                <w:i/>
                <w:iCs/>
              </w:rPr>
            </w:pPr>
            <w:r w:rsidRPr="12CF1837">
              <w:rPr>
                <w:i/>
                <w:iCs/>
              </w:rPr>
              <w:t xml:space="preserve">Your budget </w:t>
            </w:r>
            <w:r w:rsidR="3858D24C" w:rsidRPr="12CF1837">
              <w:rPr>
                <w:i/>
                <w:iCs/>
              </w:rPr>
              <w:t>must be</w:t>
            </w:r>
            <w:r w:rsidR="2203C2C1" w:rsidRPr="12CF1837">
              <w:rPr>
                <w:i/>
                <w:iCs/>
              </w:rPr>
              <w:t xml:space="preserve"> ref</w:t>
            </w:r>
            <w:r w:rsidR="1690F4AD" w:rsidRPr="12CF1837">
              <w:rPr>
                <w:i/>
                <w:iCs/>
              </w:rPr>
              <w:t>l</w:t>
            </w:r>
            <w:r w:rsidR="2203C2C1" w:rsidRPr="12CF1837">
              <w:rPr>
                <w:i/>
                <w:iCs/>
              </w:rPr>
              <w:t>ect</w:t>
            </w:r>
            <w:r w:rsidR="6E019C66" w:rsidRPr="12CF1837">
              <w:rPr>
                <w:i/>
                <w:iCs/>
              </w:rPr>
              <w:t>i</w:t>
            </w:r>
            <w:r w:rsidR="2203C2C1" w:rsidRPr="12CF1837">
              <w:rPr>
                <w:i/>
                <w:iCs/>
              </w:rPr>
              <w:t xml:space="preserve">ve of the </w:t>
            </w:r>
            <w:r w:rsidRPr="12CF1837">
              <w:rPr>
                <w:i/>
                <w:iCs/>
              </w:rPr>
              <w:t>proposal</w:t>
            </w:r>
            <w:r w:rsidR="6B3E75FB" w:rsidRPr="12CF1837">
              <w:rPr>
                <w:i/>
                <w:iCs/>
              </w:rPr>
              <w:t xml:space="preserve"> which you have </w:t>
            </w:r>
            <w:r w:rsidR="3FB49FAF" w:rsidRPr="12CF1837">
              <w:rPr>
                <w:i/>
                <w:iCs/>
              </w:rPr>
              <w:t xml:space="preserve">set out in </w:t>
            </w:r>
            <w:r w:rsidRPr="12CF1837">
              <w:rPr>
                <w:i/>
                <w:iCs/>
              </w:rPr>
              <w:t xml:space="preserve">sections 2 and 3 of </w:t>
            </w:r>
            <w:r w:rsidR="10D4D892" w:rsidRPr="12CF1837">
              <w:rPr>
                <w:i/>
                <w:iCs/>
              </w:rPr>
              <w:t>this application.</w:t>
            </w:r>
          </w:p>
        </w:tc>
      </w:tr>
      <w:tr w:rsidR="001D5325" w:rsidRPr="00812DBA" w14:paraId="789D77F4" w14:textId="77777777" w:rsidTr="12CF1837">
        <w:tc>
          <w:tcPr>
            <w:tcW w:w="9493" w:type="dxa"/>
            <w:gridSpan w:val="3"/>
            <w:shd w:val="clear" w:color="auto" w:fill="F2F2F2" w:themeFill="background1" w:themeFillShade="F2"/>
          </w:tcPr>
          <w:p w14:paraId="263FCCB8" w14:textId="3B3955EB" w:rsidR="001D5325" w:rsidRPr="00812DBA" w:rsidRDefault="001D5325" w:rsidP="00BA1C19">
            <w:pPr>
              <w:keepNext/>
              <w:spacing w:line="280" w:lineRule="exact"/>
              <w:jc w:val="both"/>
              <w:outlineLvl w:val="8"/>
              <w:rPr>
                <w:szCs w:val="20"/>
              </w:rPr>
            </w:pPr>
            <w:r w:rsidRPr="00812DBA">
              <w:rPr>
                <w:szCs w:val="20"/>
              </w:rPr>
              <w:t xml:space="preserve">Please provide </w:t>
            </w:r>
            <w:r>
              <w:rPr>
                <w:szCs w:val="20"/>
              </w:rPr>
              <w:t xml:space="preserve">a detailed breakdown of the costs of the </w:t>
            </w:r>
            <w:r w:rsidR="00A337A1">
              <w:rPr>
                <w:szCs w:val="20"/>
              </w:rPr>
              <w:t xml:space="preserve">project or </w:t>
            </w:r>
            <w:r>
              <w:rPr>
                <w:szCs w:val="20"/>
              </w:rPr>
              <w:t>activity</w:t>
            </w:r>
            <w:r w:rsidR="009B42F9">
              <w:rPr>
                <w:szCs w:val="20"/>
              </w:rPr>
              <w:t>.</w:t>
            </w:r>
          </w:p>
        </w:tc>
      </w:tr>
      <w:tr w:rsidR="001D5325" w:rsidRPr="00812DBA" w14:paraId="695E917D" w14:textId="77777777" w:rsidTr="12CF1837">
        <w:trPr>
          <w:trHeight w:val="340"/>
        </w:trPr>
        <w:tc>
          <w:tcPr>
            <w:tcW w:w="4621" w:type="dxa"/>
            <w:shd w:val="clear" w:color="auto" w:fill="auto"/>
            <w:vAlign w:val="center"/>
          </w:tcPr>
          <w:p w14:paraId="4C0FB823" w14:textId="77777777" w:rsidR="001D5325" w:rsidRPr="00812DBA" w:rsidRDefault="001D5325" w:rsidP="00BA1C19">
            <w:pPr>
              <w:pStyle w:val="BodyTextIndent"/>
              <w:spacing w:after="0" w:line="280" w:lineRule="exact"/>
              <w:ind w:left="0"/>
              <w:jc w:val="right"/>
              <w:rPr>
                <w:rFonts w:cs="Arial"/>
                <w:szCs w:val="20"/>
              </w:rPr>
            </w:pPr>
            <w:r>
              <w:rPr>
                <w:rFonts w:cs="Arial"/>
                <w:szCs w:val="20"/>
              </w:rPr>
              <w:t>Item</w:t>
            </w:r>
          </w:p>
        </w:tc>
        <w:tc>
          <w:tcPr>
            <w:tcW w:w="2310" w:type="dxa"/>
            <w:shd w:val="clear" w:color="auto" w:fill="auto"/>
          </w:tcPr>
          <w:p w14:paraId="1217F128" w14:textId="77777777" w:rsidR="001D5325" w:rsidRPr="00812DBA" w:rsidRDefault="001D5325" w:rsidP="00BA1C19">
            <w:pPr>
              <w:pStyle w:val="BodyTextIndent"/>
              <w:spacing w:after="0" w:line="280" w:lineRule="exact"/>
              <w:ind w:left="0"/>
              <w:jc w:val="both"/>
              <w:rPr>
                <w:rFonts w:cs="Arial"/>
                <w:szCs w:val="20"/>
              </w:rPr>
            </w:pPr>
            <w:r>
              <w:rPr>
                <w:rFonts w:cs="Arial"/>
                <w:szCs w:val="20"/>
              </w:rPr>
              <w:t xml:space="preserve"> Cost </w:t>
            </w:r>
            <w:r w:rsidRPr="00812DBA">
              <w:rPr>
                <w:rFonts w:cs="Arial"/>
                <w:szCs w:val="20"/>
              </w:rPr>
              <w:t>€</w:t>
            </w:r>
          </w:p>
        </w:tc>
        <w:tc>
          <w:tcPr>
            <w:tcW w:w="2562" w:type="dxa"/>
            <w:shd w:val="clear" w:color="auto" w:fill="auto"/>
          </w:tcPr>
          <w:p w14:paraId="3B8B4839" w14:textId="77777777" w:rsidR="001D5325" w:rsidRPr="00812DBA" w:rsidRDefault="001D5325" w:rsidP="00BA1C19">
            <w:pPr>
              <w:pStyle w:val="BodyTextIndent"/>
              <w:spacing w:after="0" w:line="280" w:lineRule="exact"/>
              <w:ind w:left="0"/>
              <w:jc w:val="both"/>
              <w:rPr>
                <w:rFonts w:cs="Arial"/>
                <w:szCs w:val="20"/>
              </w:rPr>
            </w:pPr>
            <w:r>
              <w:rPr>
                <w:rFonts w:cs="Arial"/>
                <w:szCs w:val="20"/>
              </w:rPr>
              <w:t>Notes</w:t>
            </w:r>
          </w:p>
        </w:tc>
      </w:tr>
      <w:tr w:rsidR="001D5325" w:rsidRPr="00812DBA" w14:paraId="5E0BC738" w14:textId="77777777" w:rsidTr="12CF1837">
        <w:trPr>
          <w:trHeight w:val="20"/>
        </w:trPr>
        <w:tc>
          <w:tcPr>
            <w:tcW w:w="4621" w:type="dxa"/>
            <w:shd w:val="clear" w:color="auto" w:fill="D9D9D9" w:themeFill="background1" w:themeFillShade="D9"/>
          </w:tcPr>
          <w:p w14:paraId="6C005FFE" w14:textId="77777777" w:rsidR="001D5325" w:rsidRPr="00812DBA" w:rsidRDefault="00820572" w:rsidP="00820572">
            <w:pPr>
              <w:numPr>
                <w:ilvl w:val="0"/>
                <w:numId w:val="41"/>
              </w:numPr>
              <w:jc w:val="both"/>
              <w:rPr>
                <w:szCs w:val="20"/>
              </w:rPr>
            </w:pPr>
            <w:r>
              <w:rPr>
                <w:szCs w:val="20"/>
              </w:rPr>
              <w:t>Personnel</w:t>
            </w:r>
            <w:r w:rsidR="001B7A30">
              <w:rPr>
                <w:szCs w:val="20"/>
              </w:rPr>
              <w:t xml:space="preserve"> &amp; Training</w:t>
            </w:r>
          </w:p>
        </w:tc>
        <w:tc>
          <w:tcPr>
            <w:tcW w:w="2310" w:type="dxa"/>
            <w:shd w:val="clear" w:color="auto" w:fill="D9D9D9" w:themeFill="background1" w:themeFillShade="D9"/>
          </w:tcPr>
          <w:p w14:paraId="656F8F94" w14:textId="77777777" w:rsidR="001D5325" w:rsidRPr="00812DBA" w:rsidRDefault="001D5325" w:rsidP="00BA1C19">
            <w:pPr>
              <w:jc w:val="both"/>
              <w:rPr>
                <w:szCs w:val="20"/>
              </w:rPr>
            </w:pPr>
          </w:p>
        </w:tc>
        <w:tc>
          <w:tcPr>
            <w:tcW w:w="2562" w:type="dxa"/>
            <w:shd w:val="clear" w:color="auto" w:fill="D9D9D9" w:themeFill="background1" w:themeFillShade="D9"/>
          </w:tcPr>
          <w:p w14:paraId="03E407CC" w14:textId="77777777" w:rsidR="001D5325" w:rsidRPr="00812DBA" w:rsidRDefault="001D5325" w:rsidP="00BA1C19">
            <w:pPr>
              <w:jc w:val="both"/>
              <w:rPr>
                <w:szCs w:val="20"/>
              </w:rPr>
            </w:pPr>
          </w:p>
        </w:tc>
      </w:tr>
      <w:tr w:rsidR="001D5325" w:rsidRPr="00812DBA" w14:paraId="5A1CCA08" w14:textId="77777777" w:rsidTr="12CF1837">
        <w:trPr>
          <w:trHeight w:val="40"/>
        </w:trPr>
        <w:tc>
          <w:tcPr>
            <w:tcW w:w="4621" w:type="dxa"/>
            <w:shd w:val="clear" w:color="auto" w:fill="auto"/>
          </w:tcPr>
          <w:p w14:paraId="04E68C55" w14:textId="77777777" w:rsidR="001D5325" w:rsidRPr="00812DBA" w:rsidRDefault="00820572" w:rsidP="00BA1C19">
            <w:pPr>
              <w:jc w:val="both"/>
              <w:rPr>
                <w:szCs w:val="20"/>
              </w:rPr>
            </w:pPr>
            <w:r>
              <w:rPr>
                <w:szCs w:val="20"/>
              </w:rPr>
              <w:t>1.1 Staff Salaries</w:t>
            </w:r>
          </w:p>
        </w:tc>
        <w:tc>
          <w:tcPr>
            <w:tcW w:w="2310" w:type="dxa"/>
            <w:shd w:val="clear" w:color="auto" w:fill="auto"/>
          </w:tcPr>
          <w:p w14:paraId="1BA25C51" w14:textId="77777777" w:rsidR="001D5325" w:rsidRPr="00812DBA" w:rsidRDefault="001D5325" w:rsidP="00BA1C19">
            <w:pPr>
              <w:jc w:val="both"/>
              <w:rPr>
                <w:szCs w:val="20"/>
              </w:rPr>
            </w:pPr>
            <w:r w:rsidRPr="00812DBA">
              <w:rPr>
                <w:szCs w:val="20"/>
              </w:rPr>
              <w:t>€</w:t>
            </w:r>
          </w:p>
        </w:tc>
        <w:tc>
          <w:tcPr>
            <w:tcW w:w="2562" w:type="dxa"/>
            <w:shd w:val="clear" w:color="auto" w:fill="auto"/>
          </w:tcPr>
          <w:p w14:paraId="3EBC552F" w14:textId="77777777" w:rsidR="001D5325" w:rsidRPr="00812DBA" w:rsidRDefault="001D5325" w:rsidP="00BA1C19">
            <w:pPr>
              <w:jc w:val="both"/>
              <w:rPr>
                <w:szCs w:val="20"/>
              </w:rPr>
            </w:pPr>
          </w:p>
        </w:tc>
      </w:tr>
      <w:tr w:rsidR="001D5325" w:rsidRPr="00812DBA" w14:paraId="54414E08" w14:textId="77777777" w:rsidTr="12CF1837">
        <w:trPr>
          <w:trHeight w:val="40"/>
        </w:trPr>
        <w:tc>
          <w:tcPr>
            <w:tcW w:w="4621" w:type="dxa"/>
            <w:shd w:val="clear" w:color="auto" w:fill="auto"/>
          </w:tcPr>
          <w:p w14:paraId="1D7F8C92" w14:textId="77777777" w:rsidR="001D5325" w:rsidRPr="00812DBA" w:rsidRDefault="00820572" w:rsidP="00BA1C19">
            <w:pPr>
              <w:jc w:val="both"/>
              <w:rPr>
                <w:szCs w:val="20"/>
              </w:rPr>
            </w:pPr>
            <w:r>
              <w:rPr>
                <w:szCs w:val="20"/>
              </w:rPr>
              <w:t>1.2 Other Staff Cost</w:t>
            </w:r>
            <w:r w:rsidR="008369EC">
              <w:rPr>
                <w:szCs w:val="20"/>
              </w:rPr>
              <w:t>s</w:t>
            </w:r>
          </w:p>
        </w:tc>
        <w:tc>
          <w:tcPr>
            <w:tcW w:w="2310" w:type="dxa"/>
            <w:shd w:val="clear" w:color="auto" w:fill="auto"/>
          </w:tcPr>
          <w:p w14:paraId="41407396" w14:textId="77777777" w:rsidR="001D5325" w:rsidRPr="00812DBA" w:rsidRDefault="001D5325" w:rsidP="00BA1C19">
            <w:pPr>
              <w:jc w:val="both"/>
              <w:rPr>
                <w:szCs w:val="20"/>
              </w:rPr>
            </w:pPr>
            <w:r w:rsidRPr="00812DBA">
              <w:rPr>
                <w:szCs w:val="20"/>
              </w:rPr>
              <w:t>€</w:t>
            </w:r>
          </w:p>
        </w:tc>
        <w:tc>
          <w:tcPr>
            <w:tcW w:w="2562" w:type="dxa"/>
            <w:shd w:val="clear" w:color="auto" w:fill="auto"/>
          </w:tcPr>
          <w:p w14:paraId="609F2452" w14:textId="77777777" w:rsidR="001D5325" w:rsidRPr="00812DBA" w:rsidRDefault="001D5325" w:rsidP="00BA1C19">
            <w:pPr>
              <w:jc w:val="both"/>
              <w:rPr>
                <w:szCs w:val="20"/>
              </w:rPr>
            </w:pPr>
          </w:p>
        </w:tc>
      </w:tr>
      <w:tr w:rsidR="001D5325" w:rsidRPr="00812DBA" w14:paraId="41700B78" w14:textId="77777777" w:rsidTr="12CF1837">
        <w:trPr>
          <w:trHeight w:val="40"/>
        </w:trPr>
        <w:tc>
          <w:tcPr>
            <w:tcW w:w="4621" w:type="dxa"/>
            <w:shd w:val="clear" w:color="auto" w:fill="auto"/>
          </w:tcPr>
          <w:p w14:paraId="685B667D" w14:textId="77777777" w:rsidR="001D5325" w:rsidRPr="00812DBA" w:rsidRDefault="00820572" w:rsidP="00BA1C19">
            <w:pPr>
              <w:jc w:val="both"/>
              <w:rPr>
                <w:szCs w:val="20"/>
              </w:rPr>
            </w:pPr>
            <w:r>
              <w:rPr>
                <w:szCs w:val="20"/>
              </w:rPr>
              <w:t>1.3 Governmen</w:t>
            </w:r>
            <w:r w:rsidR="008369EC">
              <w:rPr>
                <w:szCs w:val="20"/>
              </w:rPr>
              <w:t xml:space="preserve">t </w:t>
            </w:r>
            <w:r>
              <w:rPr>
                <w:szCs w:val="20"/>
              </w:rPr>
              <w:t>Levies</w:t>
            </w:r>
          </w:p>
        </w:tc>
        <w:tc>
          <w:tcPr>
            <w:tcW w:w="2310" w:type="dxa"/>
            <w:shd w:val="clear" w:color="auto" w:fill="auto"/>
          </w:tcPr>
          <w:p w14:paraId="1577C498" w14:textId="77777777" w:rsidR="001D5325" w:rsidRPr="00812DBA" w:rsidRDefault="001D5325" w:rsidP="00BA1C19">
            <w:pPr>
              <w:jc w:val="both"/>
              <w:rPr>
                <w:szCs w:val="20"/>
              </w:rPr>
            </w:pPr>
            <w:r w:rsidRPr="00812DBA">
              <w:rPr>
                <w:szCs w:val="20"/>
              </w:rPr>
              <w:t>€</w:t>
            </w:r>
          </w:p>
        </w:tc>
        <w:tc>
          <w:tcPr>
            <w:tcW w:w="2562" w:type="dxa"/>
            <w:shd w:val="clear" w:color="auto" w:fill="auto"/>
          </w:tcPr>
          <w:p w14:paraId="2EBDC660" w14:textId="77777777" w:rsidR="001D5325" w:rsidRPr="00812DBA" w:rsidRDefault="001D5325" w:rsidP="00BA1C19">
            <w:pPr>
              <w:jc w:val="both"/>
              <w:rPr>
                <w:szCs w:val="20"/>
              </w:rPr>
            </w:pPr>
          </w:p>
        </w:tc>
      </w:tr>
      <w:tr w:rsidR="00820572" w:rsidRPr="00812DBA" w14:paraId="3C78153C" w14:textId="77777777" w:rsidTr="12CF1837">
        <w:trPr>
          <w:trHeight w:val="40"/>
        </w:trPr>
        <w:tc>
          <w:tcPr>
            <w:tcW w:w="4621" w:type="dxa"/>
            <w:shd w:val="clear" w:color="auto" w:fill="auto"/>
          </w:tcPr>
          <w:p w14:paraId="0274D616" w14:textId="77777777" w:rsidR="00820572" w:rsidRPr="00812DBA" w:rsidRDefault="00820572" w:rsidP="00820572">
            <w:pPr>
              <w:jc w:val="both"/>
              <w:rPr>
                <w:szCs w:val="20"/>
              </w:rPr>
            </w:pPr>
            <w:r>
              <w:rPr>
                <w:szCs w:val="20"/>
              </w:rPr>
              <w:t>1.4 Training &amp; Development</w:t>
            </w:r>
            <w:r w:rsidR="001B7A30">
              <w:rPr>
                <w:szCs w:val="20"/>
              </w:rPr>
              <w:t xml:space="preserve"> (if applicable)</w:t>
            </w:r>
          </w:p>
        </w:tc>
        <w:tc>
          <w:tcPr>
            <w:tcW w:w="2310" w:type="dxa"/>
            <w:shd w:val="clear" w:color="auto" w:fill="auto"/>
          </w:tcPr>
          <w:p w14:paraId="5745B526" w14:textId="77777777" w:rsidR="00820572" w:rsidRPr="00812DBA" w:rsidRDefault="00820572" w:rsidP="00820572">
            <w:pPr>
              <w:jc w:val="both"/>
              <w:rPr>
                <w:szCs w:val="20"/>
              </w:rPr>
            </w:pPr>
            <w:r w:rsidRPr="00812DBA">
              <w:rPr>
                <w:szCs w:val="20"/>
              </w:rPr>
              <w:t>€</w:t>
            </w:r>
          </w:p>
        </w:tc>
        <w:tc>
          <w:tcPr>
            <w:tcW w:w="2562" w:type="dxa"/>
            <w:shd w:val="clear" w:color="auto" w:fill="auto"/>
          </w:tcPr>
          <w:p w14:paraId="284364A0" w14:textId="77777777" w:rsidR="00820572" w:rsidRPr="00812DBA" w:rsidRDefault="00820572" w:rsidP="00820572">
            <w:pPr>
              <w:jc w:val="both"/>
              <w:rPr>
                <w:szCs w:val="20"/>
              </w:rPr>
            </w:pPr>
          </w:p>
        </w:tc>
      </w:tr>
      <w:tr w:rsidR="00820572" w:rsidRPr="00812DBA" w14:paraId="7FCEFE3F" w14:textId="77777777" w:rsidTr="12CF1837">
        <w:trPr>
          <w:trHeight w:val="40"/>
        </w:trPr>
        <w:tc>
          <w:tcPr>
            <w:tcW w:w="4621" w:type="dxa"/>
            <w:shd w:val="clear" w:color="auto" w:fill="auto"/>
          </w:tcPr>
          <w:p w14:paraId="65D360BB" w14:textId="77777777" w:rsidR="00820572" w:rsidRPr="00812DBA" w:rsidRDefault="00820572" w:rsidP="00820572">
            <w:pPr>
              <w:jc w:val="both"/>
              <w:rPr>
                <w:szCs w:val="20"/>
              </w:rPr>
            </w:pPr>
            <w:r>
              <w:rPr>
                <w:szCs w:val="20"/>
              </w:rPr>
              <w:t xml:space="preserve">1.5 </w:t>
            </w:r>
            <w:r w:rsidR="00E3203A">
              <w:rPr>
                <w:szCs w:val="20"/>
              </w:rPr>
              <w:t>Specialist Services / Advice</w:t>
            </w:r>
          </w:p>
        </w:tc>
        <w:tc>
          <w:tcPr>
            <w:tcW w:w="2310" w:type="dxa"/>
            <w:shd w:val="clear" w:color="auto" w:fill="auto"/>
          </w:tcPr>
          <w:p w14:paraId="7932E023" w14:textId="77777777" w:rsidR="00820572" w:rsidRPr="00812DBA" w:rsidRDefault="00820572" w:rsidP="00820572">
            <w:pPr>
              <w:jc w:val="both"/>
              <w:rPr>
                <w:szCs w:val="20"/>
              </w:rPr>
            </w:pPr>
            <w:r w:rsidRPr="00812DBA">
              <w:rPr>
                <w:szCs w:val="20"/>
              </w:rPr>
              <w:t>€</w:t>
            </w:r>
          </w:p>
        </w:tc>
        <w:tc>
          <w:tcPr>
            <w:tcW w:w="2562" w:type="dxa"/>
            <w:shd w:val="clear" w:color="auto" w:fill="auto"/>
          </w:tcPr>
          <w:p w14:paraId="2FCDA8BC" w14:textId="77777777" w:rsidR="00820572" w:rsidRPr="00812DBA" w:rsidRDefault="00820572" w:rsidP="00820572">
            <w:pPr>
              <w:jc w:val="both"/>
              <w:rPr>
                <w:szCs w:val="20"/>
              </w:rPr>
            </w:pPr>
          </w:p>
        </w:tc>
      </w:tr>
      <w:tr w:rsidR="00E3203A" w:rsidRPr="00812DBA" w14:paraId="444967FA" w14:textId="77777777" w:rsidTr="12CF1837">
        <w:trPr>
          <w:trHeight w:val="40"/>
        </w:trPr>
        <w:tc>
          <w:tcPr>
            <w:tcW w:w="4621" w:type="dxa"/>
            <w:shd w:val="clear" w:color="auto" w:fill="auto"/>
          </w:tcPr>
          <w:p w14:paraId="42FCC1CE" w14:textId="77777777" w:rsidR="00E3203A" w:rsidRDefault="00E3203A" w:rsidP="00820572">
            <w:pPr>
              <w:jc w:val="both"/>
              <w:rPr>
                <w:szCs w:val="20"/>
              </w:rPr>
            </w:pPr>
            <w:r>
              <w:rPr>
                <w:szCs w:val="20"/>
              </w:rPr>
              <w:t>1.6 Other</w:t>
            </w:r>
          </w:p>
        </w:tc>
        <w:tc>
          <w:tcPr>
            <w:tcW w:w="2310" w:type="dxa"/>
            <w:shd w:val="clear" w:color="auto" w:fill="auto"/>
          </w:tcPr>
          <w:p w14:paraId="75A3CCAE" w14:textId="77777777" w:rsidR="00E3203A" w:rsidRPr="00812DBA" w:rsidRDefault="00E3203A" w:rsidP="00820572">
            <w:pPr>
              <w:jc w:val="both"/>
              <w:rPr>
                <w:szCs w:val="20"/>
              </w:rPr>
            </w:pPr>
            <w:r w:rsidRPr="00812DBA">
              <w:rPr>
                <w:szCs w:val="20"/>
              </w:rPr>
              <w:t>€</w:t>
            </w:r>
          </w:p>
        </w:tc>
        <w:tc>
          <w:tcPr>
            <w:tcW w:w="2562" w:type="dxa"/>
            <w:shd w:val="clear" w:color="auto" w:fill="auto"/>
          </w:tcPr>
          <w:p w14:paraId="27F02F0A" w14:textId="77777777" w:rsidR="00E3203A" w:rsidRPr="00812DBA" w:rsidRDefault="00E3203A" w:rsidP="00820572">
            <w:pPr>
              <w:jc w:val="both"/>
              <w:rPr>
                <w:szCs w:val="20"/>
              </w:rPr>
            </w:pPr>
          </w:p>
        </w:tc>
      </w:tr>
      <w:tr w:rsidR="00820572" w:rsidRPr="00812DBA" w14:paraId="00D81259" w14:textId="77777777" w:rsidTr="12CF1837">
        <w:trPr>
          <w:trHeight w:val="40"/>
        </w:trPr>
        <w:tc>
          <w:tcPr>
            <w:tcW w:w="4621" w:type="dxa"/>
            <w:shd w:val="clear" w:color="auto" w:fill="auto"/>
          </w:tcPr>
          <w:p w14:paraId="4F26B763" w14:textId="77777777" w:rsidR="00820572" w:rsidRPr="00812DBA" w:rsidRDefault="00820572" w:rsidP="00820572">
            <w:pPr>
              <w:jc w:val="both"/>
              <w:rPr>
                <w:szCs w:val="20"/>
              </w:rPr>
            </w:pPr>
            <w:r>
              <w:rPr>
                <w:szCs w:val="20"/>
              </w:rPr>
              <w:t>1.</w:t>
            </w:r>
            <w:r w:rsidR="00E3203A">
              <w:rPr>
                <w:szCs w:val="20"/>
              </w:rPr>
              <w:t>7 Other</w:t>
            </w:r>
          </w:p>
        </w:tc>
        <w:tc>
          <w:tcPr>
            <w:tcW w:w="2310" w:type="dxa"/>
            <w:shd w:val="clear" w:color="auto" w:fill="auto"/>
          </w:tcPr>
          <w:p w14:paraId="1B563B71" w14:textId="77777777" w:rsidR="00820572" w:rsidRPr="00812DBA" w:rsidRDefault="00E3203A" w:rsidP="00820572">
            <w:pPr>
              <w:jc w:val="both"/>
              <w:rPr>
                <w:szCs w:val="20"/>
              </w:rPr>
            </w:pPr>
            <w:r w:rsidRPr="00812DBA">
              <w:rPr>
                <w:szCs w:val="20"/>
              </w:rPr>
              <w:t>€</w:t>
            </w:r>
          </w:p>
        </w:tc>
        <w:tc>
          <w:tcPr>
            <w:tcW w:w="2562" w:type="dxa"/>
            <w:shd w:val="clear" w:color="auto" w:fill="auto"/>
          </w:tcPr>
          <w:p w14:paraId="563315CC" w14:textId="77777777" w:rsidR="00820572" w:rsidRPr="00812DBA" w:rsidRDefault="00820572" w:rsidP="00820572">
            <w:pPr>
              <w:jc w:val="both"/>
              <w:rPr>
                <w:szCs w:val="20"/>
              </w:rPr>
            </w:pPr>
          </w:p>
        </w:tc>
      </w:tr>
      <w:tr w:rsidR="00832D63" w:rsidRPr="00812DBA" w14:paraId="418EA036" w14:textId="77777777" w:rsidTr="12CF1837">
        <w:trPr>
          <w:trHeight w:val="40"/>
        </w:trPr>
        <w:tc>
          <w:tcPr>
            <w:tcW w:w="4621" w:type="dxa"/>
            <w:shd w:val="clear" w:color="auto" w:fill="auto"/>
          </w:tcPr>
          <w:p w14:paraId="70743427" w14:textId="77777777" w:rsidR="00832D63" w:rsidRPr="00812DBA" w:rsidRDefault="00832D63" w:rsidP="00832D63">
            <w:pPr>
              <w:jc w:val="right"/>
              <w:rPr>
                <w:szCs w:val="20"/>
              </w:rPr>
            </w:pPr>
            <w:r>
              <w:rPr>
                <w:szCs w:val="20"/>
              </w:rPr>
              <w:t>Total Costs Personnel &amp; Training</w:t>
            </w:r>
          </w:p>
        </w:tc>
        <w:tc>
          <w:tcPr>
            <w:tcW w:w="2310" w:type="dxa"/>
            <w:shd w:val="clear" w:color="auto" w:fill="auto"/>
          </w:tcPr>
          <w:p w14:paraId="3501C091" w14:textId="77777777" w:rsidR="00832D63" w:rsidRPr="00812DBA" w:rsidRDefault="00832D63" w:rsidP="00820572">
            <w:pPr>
              <w:jc w:val="both"/>
              <w:rPr>
                <w:szCs w:val="20"/>
              </w:rPr>
            </w:pPr>
            <w:r>
              <w:rPr>
                <w:szCs w:val="20"/>
              </w:rPr>
              <w:t>€</w:t>
            </w:r>
          </w:p>
        </w:tc>
        <w:tc>
          <w:tcPr>
            <w:tcW w:w="2562" w:type="dxa"/>
            <w:shd w:val="clear" w:color="auto" w:fill="auto"/>
          </w:tcPr>
          <w:p w14:paraId="1F455305" w14:textId="77777777" w:rsidR="00832D63" w:rsidRPr="00812DBA" w:rsidRDefault="00832D63" w:rsidP="00820572">
            <w:pPr>
              <w:jc w:val="both"/>
              <w:rPr>
                <w:szCs w:val="20"/>
              </w:rPr>
            </w:pPr>
          </w:p>
        </w:tc>
      </w:tr>
      <w:tr w:rsidR="00820572" w:rsidRPr="00812DBA" w14:paraId="0856E915" w14:textId="77777777" w:rsidTr="12CF1837">
        <w:trPr>
          <w:trHeight w:val="40"/>
        </w:trPr>
        <w:tc>
          <w:tcPr>
            <w:tcW w:w="4621" w:type="dxa"/>
            <w:shd w:val="clear" w:color="auto" w:fill="D9D9D9" w:themeFill="background1" w:themeFillShade="D9"/>
          </w:tcPr>
          <w:p w14:paraId="17A516B4" w14:textId="77777777" w:rsidR="00820572" w:rsidRPr="00812DBA" w:rsidRDefault="0B8A7F70" w:rsidP="0B8A7F70">
            <w:pPr>
              <w:numPr>
                <w:ilvl w:val="0"/>
                <w:numId w:val="41"/>
              </w:numPr>
              <w:jc w:val="both"/>
            </w:pPr>
            <w:r>
              <w:t>Production / Administration / Overheads</w:t>
            </w:r>
          </w:p>
        </w:tc>
        <w:tc>
          <w:tcPr>
            <w:tcW w:w="2310" w:type="dxa"/>
            <w:shd w:val="clear" w:color="auto" w:fill="D9D9D9" w:themeFill="background1" w:themeFillShade="D9"/>
          </w:tcPr>
          <w:p w14:paraId="3364BE20" w14:textId="77777777" w:rsidR="00820572" w:rsidRPr="00812DBA" w:rsidRDefault="00820572" w:rsidP="00820572">
            <w:pPr>
              <w:jc w:val="both"/>
              <w:rPr>
                <w:szCs w:val="20"/>
              </w:rPr>
            </w:pPr>
          </w:p>
        </w:tc>
        <w:tc>
          <w:tcPr>
            <w:tcW w:w="2562" w:type="dxa"/>
            <w:shd w:val="clear" w:color="auto" w:fill="D9D9D9" w:themeFill="background1" w:themeFillShade="D9"/>
          </w:tcPr>
          <w:p w14:paraId="3ADE9716" w14:textId="77777777" w:rsidR="00820572" w:rsidRPr="00812DBA" w:rsidRDefault="00820572" w:rsidP="00820572">
            <w:pPr>
              <w:jc w:val="both"/>
              <w:rPr>
                <w:szCs w:val="20"/>
              </w:rPr>
            </w:pPr>
          </w:p>
        </w:tc>
      </w:tr>
      <w:tr w:rsidR="00E3203A" w:rsidRPr="00812DBA" w14:paraId="38A6FF9F" w14:textId="77777777" w:rsidTr="12CF1837">
        <w:trPr>
          <w:trHeight w:val="40"/>
        </w:trPr>
        <w:tc>
          <w:tcPr>
            <w:tcW w:w="4621" w:type="dxa"/>
            <w:shd w:val="clear" w:color="auto" w:fill="auto"/>
          </w:tcPr>
          <w:p w14:paraId="0938860D" w14:textId="77777777" w:rsidR="00E3203A" w:rsidRPr="00812DBA" w:rsidRDefault="00E3203A" w:rsidP="00E3203A">
            <w:pPr>
              <w:jc w:val="both"/>
              <w:rPr>
                <w:szCs w:val="20"/>
              </w:rPr>
            </w:pPr>
            <w:r>
              <w:rPr>
                <w:szCs w:val="20"/>
              </w:rPr>
              <w:t xml:space="preserve">2.1 Programme Development &amp; Pre-production </w:t>
            </w:r>
          </w:p>
        </w:tc>
        <w:tc>
          <w:tcPr>
            <w:tcW w:w="2310" w:type="dxa"/>
            <w:shd w:val="clear" w:color="auto" w:fill="auto"/>
          </w:tcPr>
          <w:p w14:paraId="587B55C5" w14:textId="77777777" w:rsidR="00E3203A" w:rsidRPr="00812DBA" w:rsidRDefault="00E3203A" w:rsidP="00E3203A">
            <w:pPr>
              <w:jc w:val="both"/>
              <w:rPr>
                <w:szCs w:val="20"/>
              </w:rPr>
            </w:pPr>
            <w:r w:rsidRPr="00812DBA">
              <w:rPr>
                <w:szCs w:val="20"/>
              </w:rPr>
              <w:t>€</w:t>
            </w:r>
          </w:p>
        </w:tc>
        <w:tc>
          <w:tcPr>
            <w:tcW w:w="2562" w:type="dxa"/>
            <w:shd w:val="clear" w:color="auto" w:fill="auto"/>
          </w:tcPr>
          <w:p w14:paraId="0E96577D" w14:textId="77777777" w:rsidR="00E3203A" w:rsidRPr="00812DBA" w:rsidRDefault="00E3203A" w:rsidP="00E3203A">
            <w:pPr>
              <w:jc w:val="both"/>
              <w:rPr>
                <w:szCs w:val="20"/>
              </w:rPr>
            </w:pPr>
          </w:p>
        </w:tc>
      </w:tr>
      <w:tr w:rsidR="00E3203A" w:rsidRPr="00812DBA" w14:paraId="7F7A748B" w14:textId="77777777" w:rsidTr="12CF1837">
        <w:trPr>
          <w:trHeight w:val="40"/>
        </w:trPr>
        <w:tc>
          <w:tcPr>
            <w:tcW w:w="4621" w:type="dxa"/>
            <w:shd w:val="clear" w:color="auto" w:fill="auto"/>
          </w:tcPr>
          <w:p w14:paraId="79A94CDA" w14:textId="77777777" w:rsidR="00E3203A" w:rsidRPr="00812DBA" w:rsidRDefault="00E3203A" w:rsidP="00E3203A">
            <w:pPr>
              <w:jc w:val="both"/>
              <w:rPr>
                <w:szCs w:val="20"/>
              </w:rPr>
            </w:pPr>
            <w:r>
              <w:rPr>
                <w:szCs w:val="20"/>
              </w:rPr>
              <w:t>2.2 Programme Production</w:t>
            </w:r>
          </w:p>
        </w:tc>
        <w:tc>
          <w:tcPr>
            <w:tcW w:w="2310" w:type="dxa"/>
            <w:shd w:val="clear" w:color="auto" w:fill="auto"/>
          </w:tcPr>
          <w:p w14:paraId="6EF63C15" w14:textId="77777777" w:rsidR="00E3203A" w:rsidRPr="00812DBA" w:rsidRDefault="00E3203A" w:rsidP="00E3203A">
            <w:pPr>
              <w:jc w:val="both"/>
              <w:rPr>
                <w:szCs w:val="20"/>
              </w:rPr>
            </w:pPr>
            <w:r w:rsidRPr="00812DBA">
              <w:rPr>
                <w:szCs w:val="20"/>
              </w:rPr>
              <w:t>€</w:t>
            </w:r>
          </w:p>
        </w:tc>
        <w:tc>
          <w:tcPr>
            <w:tcW w:w="2562" w:type="dxa"/>
            <w:shd w:val="clear" w:color="auto" w:fill="auto"/>
          </w:tcPr>
          <w:p w14:paraId="776BD940" w14:textId="77777777" w:rsidR="00E3203A" w:rsidRPr="00812DBA" w:rsidRDefault="00E3203A" w:rsidP="00E3203A">
            <w:pPr>
              <w:jc w:val="both"/>
              <w:rPr>
                <w:szCs w:val="20"/>
              </w:rPr>
            </w:pPr>
          </w:p>
        </w:tc>
      </w:tr>
      <w:tr w:rsidR="00E3203A" w:rsidRPr="00812DBA" w14:paraId="5AD71B59" w14:textId="77777777" w:rsidTr="12CF1837">
        <w:trPr>
          <w:trHeight w:val="40"/>
        </w:trPr>
        <w:tc>
          <w:tcPr>
            <w:tcW w:w="4621" w:type="dxa"/>
            <w:shd w:val="clear" w:color="auto" w:fill="auto"/>
          </w:tcPr>
          <w:p w14:paraId="17D5E1EC" w14:textId="77777777" w:rsidR="00E3203A" w:rsidRPr="00812DBA" w:rsidRDefault="00E3203A" w:rsidP="00E3203A">
            <w:pPr>
              <w:jc w:val="both"/>
              <w:rPr>
                <w:szCs w:val="20"/>
              </w:rPr>
            </w:pPr>
            <w:r>
              <w:rPr>
                <w:szCs w:val="20"/>
              </w:rPr>
              <w:t>2.3 Digital First Principle (if applicable)</w:t>
            </w:r>
          </w:p>
        </w:tc>
        <w:tc>
          <w:tcPr>
            <w:tcW w:w="2310" w:type="dxa"/>
            <w:shd w:val="clear" w:color="auto" w:fill="auto"/>
          </w:tcPr>
          <w:p w14:paraId="0348E418" w14:textId="77777777" w:rsidR="00E3203A" w:rsidRPr="00812DBA" w:rsidRDefault="00E3203A" w:rsidP="00E3203A">
            <w:pPr>
              <w:jc w:val="both"/>
              <w:rPr>
                <w:szCs w:val="20"/>
              </w:rPr>
            </w:pPr>
            <w:r w:rsidRPr="00812DBA">
              <w:rPr>
                <w:szCs w:val="20"/>
              </w:rPr>
              <w:t>€</w:t>
            </w:r>
          </w:p>
        </w:tc>
        <w:tc>
          <w:tcPr>
            <w:tcW w:w="2562" w:type="dxa"/>
            <w:shd w:val="clear" w:color="auto" w:fill="auto"/>
          </w:tcPr>
          <w:p w14:paraId="1E631987" w14:textId="77777777" w:rsidR="00E3203A" w:rsidRPr="00812DBA" w:rsidRDefault="00E3203A" w:rsidP="00E3203A">
            <w:pPr>
              <w:jc w:val="both"/>
              <w:rPr>
                <w:szCs w:val="20"/>
              </w:rPr>
            </w:pPr>
          </w:p>
        </w:tc>
      </w:tr>
      <w:tr w:rsidR="00E07E03" w:rsidRPr="00812DBA" w14:paraId="163EE7CD" w14:textId="77777777" w:rsidTr="12CF1837">
        <w:trPr>
          <w:trHeight w:val="40"/>
        </w:trPr>
        <w:tc>
          <w:tcPr>
            <w:tcW w:w="4621" w:type="dxa"/>
            <w:shd w:val="clear" w:color="auto" w:fill="auto"/>
          </w:tcPr>
          <w:p w14:paraId="05B31089" w14:textId="2F942EB0" w:rsidR="00E07E03" w:rsidRDefault="00E07E03" w:rsidP="00E3203A">
            <w:pPr>
              <w:jc w:val="both"/>
              <w:rPr>
                <w:szCs w:val="20"/>
              </w:rPr>
            </w:pPr>
            <w:r>
              <w:rPr>
                <w:szCs w:val="20"/>
              </w:rPr>
              <w:t xml:space="preserve">2.4 </w:t>
            </w:r>
            <w:r w:rsidR="00AE4519">
              <w:rPr>
                <w:szCs w:val="20"/>
              </w:rPr>
              <w:t>Studio Costs</w:t>
            </w:r>
          </w:p>
        </w:tc>
        <w:tc>
          <w:tcPr>
            <w:tcW w:w="2310" w:type="dxa"/>
            <w:shd w:val="clear" w:color="auto" w:fill="auto"/>
          </w:tcPr>
          <w:p w14:paraId="418E1536" w14:textId="0360553F" w:rsidR="00E07E03" w:rsidRPr="00812DBA" w:rsidRDefault="00AE4519" w:rsidP="00E3203A">
            <w:pPr>
              <w:jc w:val="both"/>
              <w:rPr>
                <w:szCs w:val="20"/>
              </w:rPr>
            </w:pPr>
            <w:r w:rsidRPr="00812DBA">
              <w:rPr>
                <w:szCs w:val="20"/>
              </w:rPr>
              <w:t>€</w:t>
            </w:r>
          </w:p>
        </w:tc>
        <w:tc>
          <w:tcPr>
            <w:tcW w:w="2562" w:type="dxa"/>
            <w:shd w:val="clear" w:color="auto" w:fill="auto"/>
          </w:tcPr>
          <w:p w14:paraId="02D0905D" w14:textId="77777777" w:rsidR="00E07E03" w:rsidRPr="00812DBA" w:rsidRDefault="00E07E03" w:rsidP="00E3203A">
            <w:pPr>
              <w:jc w:val="both"/>
              <w:rPr>
                <w:szCs w:val="20"/>
              </w:rPr>
            </w:pPr>
          </w:p>
        </w:tc>
      </w:tr>
      <w:tr w:rsidR="002D016B" w:rsidRPr="00812DBA" w14:paraId="27B866DF" w14:textId="77777777" w:rsidTr="12CF1837">
        <w:trPr>
          <w:trHeight w:val="40"/>
        </w:trPr>
        <w:tc>
          <w:tcPr>
            <w:tcW w:w="4621" w:type="dxa"/>
            <w:shd w:val="clear" w:color="auto" w:fill="auto"/>
          </w:tcPr>
          <w:p w14:paraId="094104DF" w14:textId="60F8D5F7" w:rsidR="002D016B" w:rsidRDefault="002D016B" w:rsidP="00E3203A">
            <w:pPr>
              <w:jc w:val="both"/>
              <w:rPr>
                <w:szCs w:val="20"/>
              </w:rPr>
            </w:pPr>
            <w:r>
              <w:rPr>
                <w:szCs w:val="20"/>
              </w:rPr>
              <w:t>2.</w:t>
            </w:r>
            <w:r w:rsidR="00E07E03">
              <w:rPr>
                <w:szCs w:val="20"/>
              </w:rPr>
              <w:t>5</w:t>
            </w:r>
            <w:r>
              <w:rPr>
                <w:szCs w:val="20"/>
              </w:rPr>
              <w:t xml:space="preserve"> Interviewee / Guests Costs</w:t>
            </w:r>
          </w:p>
        </w:tc>
        <w:tc>
          <w:tcPr>
            <w:tcW w:w="2310" w:type="dxa"/>
            <w:shd w:val="clear" w:color="auto" w:fill="auto"/>
          </w:tcPr>
          <w:p w14:paraId="1E6482D4" w14:textId="77777777" w:rsidR="002D016B" w:rsidRPr="00812DBA" w:rsidRDefault="002D016B" w:rsidP="00E3203A">
            <w:pPr>
              <w:jc w:val="both"/>
              <w:rPr>
                <w:szCs w:val="20"/>
              </w:rPr>
            </w:pPr>
            <w:r w:rsidRPr="00812DBA">
              <w:rPr>
                <w:szCs w:val="20"/>
              </w:rPr>
              <w:t>€</w:t>
            </w:r>
          </w:p>
        </w:tc>
        <w:tc>
          <w:tcPr>
            <w:tcW w:w="2562" w:type="dxa"/>
            <w:shd w:val="clear" w:color="auto" w:fill="auto"/>
          </w:tcPr>
          <w:p w14:paraId="10FBD21D" w14:textId="77777777" w:rsidR="002D016B" w:rsidRPr="00812DBA" w:rsidRDefault="002D016B" w:rsidP="00E3203A">
            <w:pPr>
              <w:jc w:val="both"/>
              <w:rPr>
                <w:szCs w:val="20"/>
              </w:rPr>
            </w:pPr>
          </w:p>
        </w:tc>
      </w:tr>
      <w:tr w:rsidR="00E3203A" w:rsidRPr="00812DBA" w14:paraId="15AB062D" w14:textId="77777777" w:rsidTr="12CF1837">
        <w:trPr>
          <w:trHeight w:val="40"/>
        </w:trPr>
        <w:tc>
          <w:tcPr>
            <w:tcW w:w="4621" w:type="dxa"/>
            <w:shd w:val="clear" w:color="auto" w:fill="auto"/>
          </w:tcPr>
          <w:p w14:paraId="684F45A9" w14:textId="45355965" w:rsidR="00E3203A" w:rsidRPr="00812DBA" w:rsidRDefault="00E3203A" w:rsidP="00E3203A">
            <w:pPr>
              <w:jc w:val="both"/>
              <w:rPr>
                <w:szCs w:val="20"/>
              </w:rPr>
            </w:pPr>
            <w:r>
              <w:rPr>
                <w:szCs w:val="20"/>
              </w:rPr>
              <w:t>2.</w:t>
            </w:r>
            <w:r w:rsidR="00E07E03">
              <w:rPr>
                <w:szCs w:val="20"/>
              </w:rPr>
              <w:t>6</w:t>
            </w:r>
            <w:r>
              <w:rPr>
                <w:szCs w:val="20"/>
              </w:rPr>
              <w:t xml:space="preserve"> Administrative Costs</w:t>
            </w:r>
          </w:p>
        </w:tc>
        <w:tc>
          <w:tcPr>
            <w:tcW w:w="2310" w:type="dxa"/>
            <w:shd w:val="clear" w:color="auto" w:fill="auto"/>
          </w:tcPr>
          <w:p w14:paraId="44305DA1" w14:textId="77777777" w:rsidR="00E3203A" w:rsidRPr="00812DBA" w:rsidRDefault="00E3203A" w:rsidP="00E3203A">
            <w:pPr>
              <w:jc w:val="both"/>
              <w:rPr>
                <w:szCs w:val="20"/>
              </w:rPr>
            </w:pPr>
            <w:r w:rsidRPr="00812DBA">
              <w:rPr>
                <w:szCs w:val="20"/>
              </w:rPr>
              <w:t>€</w:t>
            </w:r>
          </w:p>
        </w:tc>
        <w:tc>
          <w:tcPr>
            <w:tcW w:w="2562" w:type="dxa"/>
            <w:shd w:val="clear" w:color="auto" w:fill="auto"/>
          </w:tcPr>
          <w:p w14:paraId="0E84BF49" w14:textId="77777777" w:rsidR="00E3203A" w:rsidRPr="00812DBA" w:rsidRDefault="00E3203A" w:rsidP="00E3203A">
            <w:pPr>
              <w:jc w:val="both"/>
              <w:rPr>
                <w:szCs w:val="20"/>
              </w:rPr>
            </w:pPr>
          </w:p>
        </w:tc>
      </w:tr>
      <w:tr w:rsidR="00E3203A" w:rsidRPr="00812DBA" w14:paraId="1F3C5CD3" w14:textId="77777777" w:rsidTr="12CF1837">
        <w:trPr>
          <w:trHeight w:val="40"/>
        </w:trPr>
        <w:tc>
          <w:tcPr>
            <w:tcW w:w="4621" w:type="dxa"/>
            <w:shd w:val="clear" w:color="auto" w:fill="auto"/>
          </w:tcPr>
          <w:p w14:paraId="5D1897BB" w14:textId="2AB34A6A" w:rsidR="00E3203A" w:rsidRPr="00812DBA" w:rsidRDefault="00E3203A" w:rsidP="00E3203A">
            <w:pPr>
              <w:jc w:val="both"/>
              <w:rPr>
                <w:szCs w:val="20"/>
              </w:rPr>
            </w:pPr>
            <w:r>
              <w:rPr>
                <w:szCs w:val="20"/>
              </w:rPr>
              <w:t>2.</w:t>
            </w:r>
            <w:r w:rsidR="00E07E03">
              <w:rPr>
                <w:szCs w:val="20"/>
              </w:rPr>
              <w:t>7</w:t>
            </w:r>
            <w:r>
              <w:rPr>
                <w:szCs w:val="20"/>
              </w:rPr>
              <w:t xml:space="preserve"> Overheads</w:t>
            </w:r>
          </w:p>
        </w:tc>
        <w:tc>
          <w:tcPr>
            <w:tcW w:w="2310" w:type="dxa"/>
            <w:shd w:val="clear" w:color="auto" w:fill="auto"/>
          </w:tcPr>
          <w:p w14:paraId="1381C14B" w14:textId="77777777" w:rsidR="00E3203A" w:rsidRPr="00812DBA" w:rsidRDefault="00E3203A" w:rsidP="00E3203A">
            <w:pPr>
              <w:jc w:val="both"/>
              <w:rPr>
                <w:szCs w:val="20"/>
              </w:rPr>
            </w:pPr>
            <w:r w:rsidRPr="00812DBA">
              <w:rPr>
                <w:szCs w:val="20"/>
              </w:rPr>
              <w:t>€</w:t>
            </w:r>
          </w:p>
        </w:tc>
        <w:tc>
          <w:tcPr>
            <w:tcW w:w="2562" w:type="dxa"/>
            <w:shd w:val="clear" w:color="auto" w:fill="auto"/>
          </w:tcPr>
          <w:p w14:paraId="73E12459" w14:textId="77777777" w:rsidR="00E3203A" w:rsidRPr="00812DBA" w:rsidRDefault="00E3203A" w:rsidP="00E3203A">
            <w:pPr>
              <w:jc w:val="both"/>
              <w:rPr>
                <w:szCs w:val="20"/>
              </w:rPr>
            </w:pPr>
          </w:p>
        </w:tc>
      </w:tr>
      <w:tr w:rsidR="00E3203A" w:rsidRPr="00812DBA" w14:paraId="202A7306" w14:textId="77777777" w:rsidTr="12CF1837">
        <w:trPr>
          <w:trHeight w:val="40"/>
        </w:trPr>
        <w:tc>
          <w:tcPr>
            <w:tcW w:w="4621" w:type="dxa"/>
            <w:shd w:val="clear" w:color="auto" w:fill="auto"/>
          </w:tcPr>
          <w:p w14:paraId="69C1D31B" w14:textId="3B3A8C5D" w:rsidR="00E3203A" w:rsidRPr="00812DBA" w:rsidRDefault="00E3203A" w:rsidP="00E3203A">
            <w:pPr>
              <w:jc w:val="both"/>
              <w:rPr>
                <w:szCs w:val="20"/>
              </w:rPr>
            </w:pPr>
            <w:r>
              <w:rPr>
                <w:szCs w:val="20"/>
              </w:rPr>
              <w:t>2.</w:t>
            </w:r>
            <w:r w:rsidR="00E07E03">
              <w:rPr>
                <w:szCs w:val="20"/>
              </w:rPr>
              <w:t>8</w:t>
            </w:r>
            <w:r>
              <w:rPr>
                <w:szCs w:val="20"/>
              </w:rPr>
              <w:t xml:space="preserve"> Travel &amp; Expenses</w:t>
            </w:r>
          </w:p>
        </w:tc>
        <w:tc>
          <w:tcPr>
            <w:tcW w:w="2310" w:type="dxa"/>
            <w:shd w:val="clear" w:color="auto" w:fill="auto"/>
          </w:tcPr>
          <w:p w14:paraId="4BCCA573" w14:textId="77777777" w:rsidR="00E3203A" w:rsidRPr="00812DBA" w:rsidRDefault="00E3203A" w:rsidP="00E3203A">
            <w:pPr>
              <w:jc w:val="both"/>
              <w:rPr>
                <w:szCs w:val="20"/>
              </w:rPr>
            </w:pPr>
            <w:r w:rsidRPr="00812DBA">
              <w:rPr>
                <w:szCs w:val="20"/>
              </w:rPr>
              <w:t>€</w:t>
            </w:r>
          </w:p>
        </w:tc>
        <w:tc>
          <w:tcPr>
            <w:tcW w:w="2562" w:type="dxa"/>
            <w:shd w:val="clear" w:color="auto" w:fill="auto"/>
          </w:tcPr>
          <w:p w14:paraId="04F4032C" w14:textId="77777777" w:rsidR="00E3203A" w:rsidRPr="00812DBA" w:rsidRDefault="00E3203A" w:rsidP="00E3203A">
            <w:pPr>
              <w:jc w:val="both"/>
              <w:rPr>
                <w:szCs w:val="20"/>
              </w:rPr>
            </w:pPr>
          </w:p>
        </w:tc>
      </w:tr>
      <w:tr w:rsidR="00E3203A" w:rsidRPr="00812DBA" w14:paraId="43261795" w14:textId="77777777" w:rsidTr="12CF1837">
        <w:trPr>
          <w:trHeight w:val="40"/>
        </w:trPr>
        <w:tc>
          <w:tcPr>
            <w:tcW w:w="4621" w:type="dxa"/>
            <w:shd w:val="clear" w:color="auto" w:fill="auto"/>
          </w:tcPr>
          <w:p w14:paraId="178B5DF6" w14:textId="5027AD0B" w:rsidR="00E3203A" w:rsidRDefault="002D016B" w:rsidP="00E3203A">
            <w:pPr>
              <w:jc w:val="both"/>
              <w:rPr>
                <w:szCs w:val="20"/>
              </w:rPr>
            </w:pPr>
            <w:r>
              <w:rPr>
                <w:szCs w:val="20"/>
              </w:rPr>
              <w:t>2.</w:t>
            </w:r>
            <w:r w:rsidR="00E07E03">
              <w:rPr>
                <w:szCs w:val="20"/>
              </w:rPr>
              <w:t>9</w:t>
            </w:r>
            <w:r>
              <w:rPr>
                <w:szCs w:val="20"/>
              </w:rPr>
              <w:t xml:space="preserve"> Other</w:t>
            </w:r>
          </w:p>
        </w:tc>
        <w:tc>
          <w:tcPr>
            <w:tcW w:w="2310" w:type="dxa"/>
            <w:shd w:val="clear" w:color="auto" w:fill="auto"/>
          </w:tcPr>
          <w:p w14:paraId="58A0635C" w14:textId="77777777" w:rsidR="00E3203A" w:rsidRPr="00812DBA" w:rsidRDefault="00E3203A" w:rsidP="00E3203A">
            <w:pPr>
              <w:jc w:val="both"/>
              <w:rPr>
                <w:szCs w:val="20"/>
              </w:rPr>
            </w:pPr>
            <w:r w:rsidRPr="00812DBA">
              <w:rPr>
                <w:szCs w:val="20"/>
              </w:rPr>
              <w:t>€</w:t>
            </w:r>
          </w:p>
        </w:tc>
        <w:tc>
          <w:tcPr>
            <w:tcW w:w="2562" w:type="dxa"/>
            <w:shd w:val="clear" w:color="auto" w:fill="auto"/>
          </w:tcPr>
          <w:p w14:paraId="1C1094B8" w14:textId="77777777" w:rsidR="00E3203A" w:rsidRPr="00812DBA" w:rsidRDefault="00E3203A" w:rsidP="00E3203A">
            <w:pPr>
              <w:jc w:val="both"/>
              <w:rPr>
                <w:szCs w:val="20"/>
              </w:rPr>
            </w:pPr>
          </w:p>
        </w:tc>
      </w:tr>
      <w:tr w:rsidR="00E3203A" w:rsidRPr="00812DBA" w14:paraId="78FEA1F4" w14:textId="77777777" w:rsidTr="12CF1837">
        <w:trPr>
          <w:trHeight w:val="40"/>
        </w:trPr>
        <w:tc>
          <w:tcPr>
            <w:tcW w:w="4621" w:type="dxa"/>
            <w:shd w:val="clear" w:color="auto" w:fill="auto"/>
          </w:tcPr>
          <w:p w14:paraId="27638692" w14:textId="1D264FFF" w:rsidR="00E3203A" w:rsidRDefault="00E3203A" w:rsidP="00E3203A">
            <w:pPr>
              <w:jc w:val="both"/>
              <w:rPr>
                <w:szCs w:val="20"/>
              </w:rPr>
            </w:pPr>
            <w:r>
              <w:rPr>
                <w:szCs w:val="20"/>
              </w:rPr>
              <w:t>2.</w:t>
            </w:r>
            <w:r w:rsidR="00E07E03">
              <w:rPr>
                <w:szCs w:val="20"/>
              </w:rPr>
              <w:t>10</w:t>
            </w:r>
            <w:r>
              <w:rPr>
                <w:szCs w:val="20"/>
              </w:rPr>
              <w:t xml:space="preserve"> Other</w:t>
            </w:r>
          </w:p>
        </w:tc>
        <w:tc>
          <w:tcPr>
            <w:tcW w:w="2310" w:type="dxa"/>
            <w:shd w:val="clear" w:color="auto" w:fill="auto"/>
          </w:tcPr>
          <w:p w14:paraId="302E67E8" w14:textId="77777777" w:rsidR="00E3203A" w:rsidRPr="00812DBA" w:rsidRDefault="00E3203A" w:rsidP="00E3203A">
            <w:pPr>
              <w:jc w:val="both"/>
              <w:rPr>
                <w:szCs w:val="20"/>
              </w:rPr>
            </w:pPr>
            <w:r>
              <w:rPr>
                <w:szCs w:val="20"/>
              </w:rPr>
              <w:t>€</w:t>
            </w:r>
          </w:p>
        </w:tc>
        <w:tc>
          <w:tcPr>
            <w:tcW w:w="2562" w:type="dxa"/>
            <w:shd w:val="clear" w:color="auto" w:fill="auto"/>
          </w:tcPr>
          <w:p w14:paraId="7F54F316" w14:textId="77777777" w:rsidR="00E3203A" w:rsidRPr="00812DBA" w:rsidRDefault="00E3203A" w:rsidP="00E3203A">
            <w:pPr>
              <w:jc w:val="both"/>
              <w:rPr>
                <w:szCs w:val="20"/>
              </w:rPr>
            </w:pPr>
          </w:p>
        </w:tc>
      </w:tr>
      <w:tr w:rsidR="00832D63" w:rsidRPr="00812DBA" w14:paraId="548CCBEF" w14:textId="77777777" w:rsidTr="12CF1837">
        <w:trPr>
          <w:trHeight w:val="40"/>
        </w:trPr>
        <w:tc>
          <w:tcPr>
            <w:tcW w:w="4621" w:type="dxa"/>
            <w:shd w:val="clear" w:color="auto" w:fill="auto"/>
          </w:tcPr>
          <w:p w14:paraId="4D227ECE" w14:textId="77777777" w:rsidR="00832D63" w:rsidRPr="00B87BEF" w:rsidRDefault="00832D63" w:rsidP="00832D63">
            <w:pPr>
              <w:jc w:val="both"/>
              <w:rPr>
                <w:i/>
                <w:iCs/>
                <w:szCs w:val="20"/>
              </w:rPr>
            </w:pPr>
            <w:r w:rsidRPr="00B87BEF">
              <w:rPr>
                <w:i/>
                <w:iCs/>
                <w:szCs w:val="20"/>
              </w:rPr>
              <w:t>Total Costs Production/Administration/Overheads</w:t>
            </w:r>
          </w:p>
        </w:tc>
        <w:tc>
          <w:tcPr>
            <w:tcW w:w="2310" w:type="dxa"/>
            <w:shd w:val="clear" w:color="auto" w:fill="auto"/>
          </w:tcPr>
          <w:p w14:paraId="3F6791B5" w14:textId="77777777" w:rsidR="00832D63" w:rsidRDefault="00832D63" w:rsidP="00832D63">
            <w:pPr>
              <w:jc w:val="both"/>
              <w:rPr>
                <w:szCs w:val="20"/>
              </w:rPr>
            </w:pPr>
            <w:r>
              <w:rPr>
                <w:szCs w:val="20"/>
              </w:rPr>
              <w:t>€</w:t>
            </w:r>
          </w:p>
        </w:tc>
        <w:tc>
          <w:tcPr>
            <w:tcW w:w="2562" w:type="dxa"/>
            <w:shd w:val="clear" w:color="auto" w:fill="auto"/>
          </w:tcPr>
          <w:p w14:paraId="034DA3AD" w14:textId="77777777" w:rsidR="00832D63" w:rsidRPr="00812DBA" w:rsidRDefault="00832D63" w:rsidP="00832D63">
            <w:pPr>
              <w:jc w:val="both"/>
              <w:rPr>
                <w:szCs w:val="20"/>
              </w:rPr>
            </w:pPr>
          </w:p>
        </w:tc>
      </w:tr>
      <w:tr w:rsidR="00832D63" w:rsidRPr="00812DBA" w14:paraId="7CC39AE1" w14:textId="77777777" w:rsidTr="12CF1837">
        <w:trPr>
          <w:trHeight w:val="40"/>
        </w:trPr>
        <w:tc>
          <w:tcPr>
            <w:tcW w:w="4621" w:type="dxa"/>
            <w:shd w:val="clear" w:color="auto" w:fill="D9D9D9" w:themeFill="background1" w:themeFillShade="D9"/>
          </w:tcPr>
          <w:p w14:paraId="3878707C" w14:textId="77777777" w:rsidR="00832D63" w:rsidRDefault="00832D63" w:rsidP="00832D63">
            <w:pPr>
              <w:numPr>
                <w:ilvl w:val="0"/>
                <w:numId w:val="41"/>
              </w:numPr>
              <w:jc w:val="both"/>
              <w:rPr>
                <w:szCs w:val="20"/>
              </w:rPr>
            </w:pPr>
            <w:r>
              <w:rPr>
                <w:szCs w:val="20"/>
              </w:rPr>
              <w:t>Delivery Costs</w:t>
            </w:r>
          </w:p>
        </w:tc>
        <w:tc>
          <w:tcPr>
            <w:tcW w:w="2310" w:type="dxa"/>
            <w:shd w:val="clear" w:color="auto" w:fill="D9D9D9" w:themeFill="background1" w:themeFillShade="D9"/>
          </w:tcPr>
          <w:p w14:paraId="7F801BA9" w14:textId="77777777" w:rsidR="00832D63" w:rsidRPr="00812DBA" w:rsidRDefault="00832D63" w:rsidP="00832D63">
            <w:pPr>
              <w:jc w:val="both"/>
              <w:rPr>
                <w:szCs w:val="20"/>
              </w:rPr>
            </w:pPr>
          </w:p>
        </w:tc>
        <w:tc>
          <w:tcPr>
            <w:tcW w:w="2562" w:type="dxa"/>
            <w:shd w:val="clear" w:color="auto" w:fill="D9D9D9" w:themeFill="background1" w:themeFillShade="D9"/>
          </w:tcPr>
          <w:p w14:paraId="70B221B2" w14:textId="77777777" w:rsidR="00832D63" w:rsidRPr="00812DBA" w:rsidRDefault="00832D63" w:rsidP="00832D63">
            <w:pPr>
              <w:jc w:val="both"/>
              <w:rPr>
                <w:szCs w:val="20"/>
              </w:rPr>
            </w:pPr>
          </w:p>
        </w:tc>
      </w:tr>
      <w:tr w:rsidR="00832D63" w:rsidRPr="00812DBA" w14:paraId="7417A71A" w14:textId="77777777" w:rsidTr="12CF1837">
        <w:trPr>
          <w:trHeight w:val="40"/>
        </w:trPr>
        <w:tc>
          <w:tcPr>
            <w:tcW w:w="4621" w:type="dxa"/>
            <w:shd w:val="clear" w:color="auto" w:fill="auto"/>
          </w:tcPr>
          <w:p w14:paraId="77199542" w14:textId="77777777" w:rsidR="00832D63" w:rsidRDefault="00832D63" w:rsidP="00832D63">
            <w:pPr>
              <w:jc w:val="both"/>
              <w:rPr>
                <w:szCs w:val="20"/>
              </w:rPr>
            </w:pPr>
            <w:r>
              <w:rPr>
                <w:szCs w:val="20"/>
              </w:rPr>
              <w:t>3.1 Communications &amp; Promotions</w:t>
            </w:r>
          </w:p>
        </w:tc>
        <w:tc>
          <w:tcPr>
            <w:tcW w:w="2310" w:type="dxa"/>
            <w:shd w:val="clear" w:color="auto" w:fill="auto"/>
          </w:tcPr>
          <w:p w14:paraId="2B7FF7FE" w14:textId="77777777" w:rsidR="00832D63" w:rsidRPr="00812DBA" w:rsidRDefault="00832D63" w:rsidP="00832D63">
            <w:pPr>
              <w:jc w:val="both"/>
              <w:rPr>
                <w:szCs w:val="20"/>
              </w:rPr>
            </w:pPr>
            <w:r>
              <w:rPr>
                <w:szCs w:val="20"/>
              </w:rPr>
              <w:t>€</w:t>
            </w:r>
          </w:p>
        </w:tc>
        <w:tc>
          <w:tcPr>
            <w:tcW w:w="2562" w:type="dxa"/>
            <w:shd w:val="clear" w:color="auto" w:fill="auto"/>
          </w:tcPr>
          <w:p w14:paraId="67599E38" w14:textId="77777777" w:rsidR="00832D63" w:rsidRPr="00812DBA" w:rsidRDefault="00832D63" w:rsidP="00832D63">
            <w:pPr>
              <w:jc w:val="both"/>
              <w:rPr>
                <w:szCs w:val="20"/>
              </w:rPr>
            </w:pPr>
          </w:p>
        </w:tc>
      </w:tr>
      <w:tr w:rsidR="00832D63" w:rsidRPr="00812DBA" w14:paraId="60D77B59" w14:textId="77777777" w:rsidTr="12CF1837">
        <w:trPr>
          <w:trHeight w:val="40"/>
        </w:trPr>
        <w:tc>
          <w:tcPr>
            <w:tcW w:w="4621" w:type="dxa"/>
            <w:shd w:val="clear" w:color="auto" w:fill="auto"/>
          </w:tcPr>
          <w:p w14:paraId="4A728BB4" w14:textId="77777777" w:rsidR="00832D63" w:rsidRDefault="00832D63" w:rsidP="00832D63">
            <w:pPr>
              <w:jc w:val="both"/>
              <w:rPr>
                <w:szCs w:val="20"/>
              </w:rPr>
            </w:pPr>
            <w:r>
              <w:rPr>
                <w:szCs w:val="20"/>
              </w:rPr>
              <w:t>3.2 ‘Digital First’ Delivery</w:t>
            </w:r>
          </w:p>
        </w:tc>
        <w:tc>
          <w:tcPr>
            <w:tcW w:w="2310" w:type="dxa"/>
            <w:shd w:val="clear" w:color="auto" w:fill="auto"/>
          </w:tcPr>
          <w:p w14:paraId="27664A97" w14:textId="77777777" w:rsidR="00832D63" w:rsidRPr="00812DBA" w:rsidRDefault="00832D63" w:rsidP="00832D63">
            <w:pPr>
              <w:jc w:val="both"/>
              <w:rPr>
                <w:szCs w:val="20"/>
              </w:rPr>
            </w:pPr>
            <w:r>
              <w:rPr>
                <w:szCs w:val="20"/>
              </w:rPr>
              <w:t>€</w:t>
            </w:r>
          </w:p>
        </w:tc>
        <w:tc>
          <w:tcPr>
            <w:tcW w:w="2562" w:type="dxa"/>
            <w:shd w:val="clear" w:color="auto" w:fill="auto"/>
          </w:tcPr>
          <w:p w14:paraId="1A48404D" w14:textId="77777777" w:rsidR="00832D63" w:rsidRPr="00812DBA" w:rsidRDefault="00832D63" w:rsidP="00832D63">
            <w:pPr>
              <w:jc w:val="both"/>
              <w:rPr>
                <w:szCs w:val="20"/>
              </w:rPr>
            </w:pPr>
          </w:p>
        </w:tc>
      </w:tr>
      <w:tr w:rsidR="00832D63" w:rsidRPr="00812DBA" w14:paraId="5A037040" w14:textId="77777777" w:rsidTr="12CF1837">
        <w:trPr>
          <w:trHeight w:val="40"/>
        </w:trPr>
        <w:tc>
          <w:tcPr>
            <w:tcW w:w="4621" w:type="dxa"/>
            <w:shd w:val="clear" w:color="auto" w:fill="auto"/>
          </w:tcPr>
          <w:p w14:paraId="45A3FA12" w14:textId="77777777" w:rsidR="00832D63" w:rsidRDefault="00832D63" w:rsidP="00832D63">
            <w:pPr>
              <w:jc w:val="both"/>
              <w:rPr>
                <w:szCs w:val="20"/>
              </w:rPr>
            </w:pPr>
            <w:r>
              <w:rPr>
                <w:szCs w:val="20"/>
              </w:rPr>
              <w:t>3.3 Accounts (Mandatory)</w:t>
            </w:r>
          </w:p>
        </w:tc>
        <w:tc>
          <w:tcPr>
            <w:tcW w:w="2310" w:type="dxa"/>
            <w:shd w:val="clear" w:color="auto" w:fill="auto"/>
          </w:tcPr>
          <w:p w14:paraId="3EBD5E3B" w14:textId="77777777" w:rsidR="00832D63" w:rsidRPr="00812DBA" w:rsidRDefault="00832D63" w:rsidP="00832D63">
            <w:pPr>
              <w:jc w:val="both"/>
              <w:rPr>
                <w:szCs w:val="20"/>
              </w:rPr>
            </w:pPr>
            <w:r>
              <w:rPr>
                <w:szCs w:val="20"/>
              </w:rPr>
              <w:t>€</w:t>
            </w:r>
          </w:p>
        </w:tc>
        <w:tc>
          <w:tcPr>
            <w:tcW w:w="2562" w:type="dxa"/>
            <w:shd w:val="clear" w:color="auto" w:fill="auto"/>
          </w:tcPr>
          <w:p w14:paraId="01D4C12C" w14:textId="77777777" w:rsidR="00832D63" w:rsidRPr="00812DBA" w:rsidRDefault="00832D63" w:rsidP="00832D63">
            <w:pPr>
              <w:jc w:val="both"/>
              <w:rPr>
                <w:szCs w:val="20"/>
              </w:rPr>
            </w:pPr>
          </w:p>
        </w:tc>
      </w:tr>
      <w:tr w:rsidR="005B33A0" w:rsidRPr="00812DBA" w14:paraId="45AC8BD8" w14:textId="77777777" w:rsidTr="12CF1837">
        <w:trPr>
          <w:trHeight w:val="40"/>
        </w:trPr>
        <w:tc>
          <w:tcPr>
            <w:tcW w:w="4621" w:type="dxa"/>
            <w:shd w:val="clear" w:color="auto" w:fill="auto"/>
          </w:tcPr>
          <w:p w14:paraId="50F63B17" w14:textId="77777777" w:rsidR="005B33A0" w:rsidRDefault="005B33A0" w:rsidP="00832D63">
            <w:pPr>
              <w:jc w:val="both"/>
              <w:rPr>
                <w:szCs w:val="20"/>
              </w:rPr>
            </w:pPr>
            <w:r>
              <w:rPr>
                <w:szCs w:val="20"/>
              </w:rPr>
              <w:lastRenderedPageBreak/>
              <w:t xml:space="preserve">3.4 Project Report Form </w:t>
            </w:r>
            <w:r w:rsidR="00B179A7">
              <w:rPr>
                <w:szCs w:val="20"/>
              </w:rPr>
              <w:t xml:space="preserve">&amp; associated materials </w:t>
            </w:r>
            <w:r>
              <w:rPr>
                <w:szCs w:val="20"/>
              </w:rPr>
              <w:t>(Mandatory)</w:t>
            </w:r>
          </w:p>
        </w:tc>
        <w:tc>
          <w:tcPr>
            <w:tcW w:w="2310" w:type="dxa"/>
            <w:shd w:val="clear" w:color="auto" w:fill="auto"/>
          </w:tcPr>
          <w:p w14:paraId="1145CB28" w14:textId="77777777" w:rsidR="005B33A0" w:rsidRDefault="005B33A0" w:rsidP="00832D63">
            <w:pPr>
              <w:jc w:val="both"/>
              <w:rPr>
                <w:szCs w:val="20"/>
              </w:rPr>
            </w:pPr>
          </w:p>
        </w:tc>
        <w:tc>
          <w:tcPr>
            <w:tcW w:w="2562" w:type="dxa"/>
            <w:shd w:val="clear" w:color="auto" w:fill="auto"/>
          </w:tcPr>
          <w:p w14:paraId="3D8F834A" w14:textId="77777777" w:rsidR="005B33A0" w:rsidRPr="00812DBA" w:rsidRDefault="005B33A0" w:rsidP="00832D63">
            <w:pPr>
              <w:jc w:val="both"/>
              <w:rPr>
                <w:szCs w:val="20"/>
              </w:rPr>
            </w:pPr>
          </w:p>
        </w:tc>
      </w:tr>
      <w:tr w:rsidR="00832D63" w:rsidRPr="00812DBA" w14:paraId="04F8D11B" w14:textId="77777777" w:rsidTr="12CF1837">
        <w:trPr>
          <w:trHeight w:val="40"/>
        </w:trPr>
        <w:tc>
          <w:tcPr>
            <w:tcW w:w="4621" w:type="dxa"/>
            <w:shd w:val="clear" w:color="auto" w:fill="auto"/>
          </w:tcPr>
          <w:p w14:paraId="077DAEC5" w14:textId="77777777" w:rsidR="00832D63" w:rsidRDefault="00832D63" w:rsidP="00832D63">
            <w:pPr>
              <w:jc w:val="both"/>
              <w:rPr>
                <w:szCs w:val="20"/>
              </w:rPr>
            </w:pPr>
            <w:r>
              <w:rPr>
                <w:szCs w:val="20"/>
              </w:rPr>
              <w:t>3.</w:t>
            </w:r>
            <w:r w:rsidR="005B33A0">
              <w:rPr>
                <w:szCs w:val="20"/>
              </w:rPr>
              <w:t>5</w:t>
            </w:r>
            <w:r>
              <w:rPr>
                <w:szCs w:val="20"/>
              </w:rPr>
              <w:t xml:space="preserve"> Finance &amp; Legal</w:t>
            </w:r>
          </w:p>
        </w:tc>
        <w:tc>
          <w:tcPr>
            <w:tcW w:w="2310" w:type="dxa"/>
            <w:shd w:val="clear" w:color="auto" w:fill="auto"/>
          </w:tcPr>
          <w:p w14:paraId="7BA6721C" w14:textId="77777777" w:rsidR="00832D63" w:rsidRPr="00812DBA" w:rsidRDefault="00832D63" w:rsidP="00832D63">
            <w:pPr>
              <w:jc w:val="both"/>
              <w:rPr>
                <w:szCs w:val="20"/>
              </w:rPr>
            </w:pPr>
            <w:r>
              <w:rPr>
                <w:szCs w:val="20"/>
              </w:rPr>
              <w:t>€</w:t>
            </w:r>
          </w:p>
        </w:tc>
        <w:tc>
          <w:tcPr>
            <w:tcW w:w="2562" w:type="dxa"/>
            <w:shd w:val="clear" w:color="auto" w:fill="auto"/>
          </w:tcPr>
          <w:p w14:paraId="3B74A55E" w14:textId="77777777" w:rsidR="00832D63" w:rsidRPr="00812DBA" w:rsidRDefault="00832D63" w:rsidP="00832D63">
            <w:pPr>
              <w:jc w:val="both"/>
              <w:rPr>
                <w:szCs w:val="20"/>
              </w:rPr>
            </w:pPr>
          </w:p>
        </w:tc>
      </w:tr>
      <w:tr w:rsidR="00832D63" w:rsidRPr="00812DBA" w14:paraId="2AF76E06" w14:textId="77777777" w:rsidTr="12CF1837">
        <w:trPr>
          <w:trHeight w:val="40"/>
        </w:trPr>
        <w:tc>
          <w:tcPr>
            <w:tcW w:w="4621" w:type="dxa"/>
            <w:shd w:val="clear" w:color="auto" w:fill="auto"/>
          </w:tcPr>
          <w:p w14:paraId="587AB6FF" w14:textId="77777777" w:rsidR="00832D63" w:rsidRDefault="00832D63" w:rsidP="00832D63">
            <w:pPr>
              <w:jc w:val="both"/>
              <w:rPr>
                <w:szCs w:val="20"/>
              </w:rPr>
            </w:pPr>
            <w:r>
              <w:rPr>
                <w:szCs w:val="20"/>
              </w:rPr>
              <w:t>3.</w:t>
            </w:r>
            <w:r w:rsidR="005B33A0">
              <w:rPr>
                <w:szCs w:val="20"/>
              </w:rPr>
              <w:t>6</w:t>
            </w:r>
            <w:r>
              <w:rPr>
                <w:szCs w:val="20"/>
              </w:rPr>
              <w:t xml:space="preserve"> Other</w:t>
            </w:r>
          </w:p>
        </w:tc>
        <w:tc>
          <w:tcPr>
            <w:tcW w:w="2310" w:type="dxa"/>
            <w:shd w:val="clear" w:color="auto" w:fill="auto"/>
          </w:tcPr>
          <w:p w14:paraId="76CB4BB2" w14:textId="77777777" w:rsidR="00832D63" w:rsidRPr="00812DBA" w:rsidRDefault="00832D63" w:rsidP="00832D63">
            <w:pPr>
              <w:jc w:val="both"/>
              <w:rPr>
                <w:szCs w:val="20"/>
              </w:rPr>
            </w:pPr>
            <w:r>
              <w:rPr>
                <w:szCs w:val="20"/>
              </w:rPr>
              <w:t>€</w:t>
            </w:r>
          </w:p>
        </w:tc>
        <w:tc>
          <w:tcPr>
            <w:tcW w:w="2562" w:type="dxa"/>
            <w:shd w:val="clear" w:color="auto" w:fill="auto"/>
          </w:tcPr>
          <w:p w14:paraId="7023DD8D" w14:textId="77777777" w:rsidR="00832D63" w:rsidRPr="00812DBA" w:rsidRDefault="00832D63" w:rsidP="00832D63">
            <w:pPr>
              <w:jc w:val="both"/>
              <w:rPr>
                <w:szCs w:val="20"/>
              </w:rPr>
            </w:pPr>
          </w:p>
        </w:tc>
      </w:tr>
      <w:tr w:rsidR="00832D63" w:rsidRPr="00812DBA" w14:paraId="3DBE7E6B" w14:textId="77777777" w:rsidTr="12CF1837">
        <w:trPr>
          <w:trHeight w:val="40"/>
        </w:trPr>
        <w:tc>
          <w:tcPr>
            <w:tcW w:w="4621" w:type="dxa"/>
            <w:shd w:val="clear" w:color="auto" w:fill="auto"/>
          </w:tcPr>
          <w:p w14:paraId="7144A322" w14:textId="77777777" w:rsidR="00832D63" w:rsidRDefault="00832D63" w:rsidP="00832D63">
            <w:pPr>
              <w:jc w:val="both"/>
              <w:rPr>
                <w:szCs w:val="20"/>
              </w:rPr>
            </w:pPr>
            <w:r>
              <w:rPr>
                <w:szCs w:val="20"/>
              </w:rPr>
              <w:t>3.</w:t>
            </w:r>
            <w:r w:rsidR="005B33A0">
              <w:rPr>
                <w:szCs w:val="20"/>
              </w:rPr>
              <w:t>7</w:t>
            </w:r>
            <w:r>
              <w:rPr>
                <w:szCs w:val="20"/>
              </w:rPr>
              <w:t xml:space="preserve"> Other</w:t>
            </w:r>
          </w:p>
        </w:tc>
        <w:tc>
          <w:tcPr>
            <w:tcW w:w="2310" w:type="dxa"/>
            <w:shd w:val="clear" w:color="auto" w:fill="auto"/>
          </w:tcPr>
          <w:p w14:paraId="71335013" w14:textId="77777777" w:rsidR="00832D63" w:rsidRPr="00812DBA" w:rsidRDefault="00832D63" w:rsidP="00832D63">
            <w:pPr>
              <w:jc w:val="both"/>
              <w:rPr>
                <w:szCs w:val="20"/>
              </w:rPr>
            </w:pPr>
            <w:r>
              <w:rPr>
                <w:szCs w:val="20"/>
              </w:rPr>
              <w:t>€</w:t>
            </w:r>
          </w:p>
        </w:tc>
        <w:tc>
          <w:tcPr>
            <w:tcW w:w="2562" w:type="dxa"/>
            <w:shd w:val="clear" w:color="auto" w:fill="auto"/>
          </w:tcPr>
          <w:p w14:paraId="5893EB80" w14:textId="77777777" w:rsidR="00832D63" w:rsidRPr="00812DBA" w:rsidRDefault="00832D63" w:rsidP="00832D63">
            <w:pPr>
              <w:jc w:val="both"/>
              <w:rPr>
                <w:szCs w:val="20"/>
              </w:rPr>
            </w:pPr>
          </w:p>
        </w:tc>
      </w:tr>
      <w:tr w:rsidR="00832D63" w:rsidRPr="00812DBA" w14:paraId="5C3DCB60" w14:textId="77777777" w:rsidTr="12CF1837">
        <w:trPr>
          <w:trHeight w:val="40"/>
        </w:trPr>
        <w:tc>
          <w:tcPr>
            <w:tcW w:w="4621" w:type="dxa"/>
            <w:shd w:val="clear" w:color="auto" w:fill="auto"/>
          </w:tcPr>
          <w:p w14:paraId="50049E72" w14:textId="77777777" w:rsidR="00832D63" w:rsidRDefault="00832D63" w:rsidP="00832D63">
            <w:pPr>
              <w:jc w:val="both"/>
              <w:rPr>
                <w:szCs w:val="20"/>
              </w:rPr>
            </w:pPr>
          </w:p>
        </w:tc>
        <w:tc>
          <w:tcPr>
            <w:tcW w:w="2310" w:type="dxa"/>
            <w:shd w:val="clear" w:color="auto" w:fill="auto"/>
          </w:tcPr>
          <w:p w14:paraId="5C3F5181" w14:textId="77777777" w:rsidR="00832D63" w:rsidRPr="00812DBA" w:rsidRDefault="00832D63" w:rsidP="00832D63">
            <w:pPr>
              <w:jc w:val="both"/>
              <w:rPr>
                <w:szCs w:val="20"/>
              </w:rPr>
            </w:pPr>
          </w:p>
        </w:tc>
        <w:tc>
          <w:tcPr>
            <w:tcW w:w="2562" w:type="dxa"/>
            <w:shd w:val="clear" w:color="auto" w:fill="auto"/>
          </w:tcPr>
          <w:p w14:paraId="0426B6C1" w14:textId="77777777" w:rsidR="00832D63" w:rsidRPr="00812DBA" w:rsidRDefault="00832D63" w:rsidP="00832D63">
            <w:pPr>
              <w:jc w:val="both"/>
              <w:rPr>
                <w:szCs w:val="20"/>
              </w:rPr>
            </w:pPr>
          </w:p>
        </w:tc>
      </w:tr>
      <w:tr w:rsidR="00832D63" w:rsidRPr="00812DBA" w14:paraId="2FFEA3DF" w14:textId="77777777" w:rsidTr="12CF1837">
        <w:trPr>
          <w:trHeight w:val="40"/>
        </w:trPr>
        <w:tc>
          <w:tcPr>
            <w:tcW w:w="4621" w:type="dxa"/>
            <w:shd w:val="clear" w:color="auto" w:fill="auto"/>
          </w:tcPr>
          <w:p w14:paraId="49B003BB" w14:textId="77777777" w:rsidR="00832D63" w:rsidRPr="00B87BEF" w:rsidRDefault="00832D63" w:rsidP="00832D63">
            <w:pPr>
              <w:jc w:val="both"/>
              <w:rPr>
                <w:i/>
                <w:iCs/>
                <w:szCs w:val="20"/>
              </w:rPr>
            </w:pPr>
            <w:r w:rsidRPr="00B87BEF">
              <w:rPr>
                <w:i/>
                <w:iCs/>
                <w:szCs w:val="20"/>
              </w:rPr>
              <w:t>Total Delivery Costs</w:t>
            </w:r>
          </w:p>
        </w:tc>
        <w:tc>
          <w:tcPr>
            <w:tcW w:w="2310" w:type="dxa"/>
            <w:shd w:val="clear" w:color="auto" w:fill="auto"/>
          </w:tcPr>
          <w:p w14:paraId="008BFF52" w14:textId="77777777" w:rsidR="00832D63" w:rsidRPr="00812DBA" w:rsidRDefault="00832D63" w:rsidP="00832D63">
            <w:pPr>
              <w:jc w:val="both"/>
              <w:rPr>
                <w:szCs w:val="20"/>
              </w:rPr>
            </w:pPr>
            <w:r>
              <w:rPr>
                <w:szCs w:val="20"/>
              </w:rPr>
              <w:t>€</w:t>
            </w:r>
          </w:p>
        </w:tc>
        <w:tc>
          <w:tcPr>
            <w:tcW w:w="2562" w:type="dxa"/>
            <w:shd w:val="clear" w:color="auto" w:fill="auto"/>
          </w:tcPr>
          <w:p w14:paraId="15CE8CDC" w14:textId="77777777" w:rsidR="00832D63" w:rsidRPr="00812DBA" w:rsidRDefault="00832D63" w:rsidP="00832D63">
            <w:pPr>
              <w:jc w:val="both"/>
              <w:rPr>
                <w:szCs w:val="20"/>
              </w:rPr>
            </w:pPr>
          </w:p>
        </w:tc>
      </w:tr>
      <w:tr w:rsidR="00832D63" w:rsidRPr="00812DBA" w14:paraId="785E1A3F" w14:textId="77777777" w:rsidTr="12CF1837">
        <w:trPr>
          <w:trHeight w:val="40"/>
        </w:trPr>
        <w:tc>
          <w:tcPr>
            <w:tcW w:w="4621" w:type="dxa"/>
            <w:shd w:val="clear" w:color="auto" w:fill="D9D9D9" w:themeFill="background1" w:themeFillShade="D9"/>
          </w:tcPr>
          <w:p w14:paraId="56E18015" w14:textId="77777777" w:rsidR="00832D63" w:rsidRDefault="00832D63" w:rsidP="00832D63">
            <w:pPr>
              <w:numPr>
                <w:ilvl w:val="0"/>
                <w:numId w:val="41"/>
              </w:numPr>
              <w:jc w:val="both"/>
              <w:rPr>
                <w:szCs w:val="20"/>
              </w:rPr>
            </w:pPr>
          </w:p>
        </w:tc>
        <w:tc>
          <w:tcPr>
            <w:tcW w:w="2310" w:type="dxa"/>
            <w:shd w:val="clear" w:color="auto" w:fill="D9D9D9" w:themeFill="background1" w:themeFillShade="D9"/>
          </w:tcPr>
          <w:p w14:paraId="23FB9490" w14:textId="77777777" w:rsidR="00832D63" w:rsidRPr="00812DBA" w:rsidRDefault="00832D63" w:rsidP="00832D63">
            <w:pPr>
              <w:jc w:val="both"/>
              <w:rPr>
                <w:szCs w:val="20"/>
              </w:rPr>
            </w:pPr>
          </w:p>
        </w:tc>
        <w:tc>
          <w:tcPr>
            <w:tcW w:w="2562" w:type="dxa"/>
            <w:shd w:val="clear" w:color="auto" w:fill="D9D9D9" w:themeFill="background1" w:themeFillShade="D9"/>
          </w:tcPr>
          <w:p w14:paraId="057F1BE7" w14:textId="77777777" w:rsidR="00832D63" w:rsidRPr="00812DBA" w:rsidRDefault="00832D63" w:rsidP="00832D63">
            <w:pPr>
              <w:jc w:val="both"/>
              <w:rPr>
                <w:szCs w:val="20"/>
              </w:rPr>
            </w:pPr>
          </w:p>
        </w:tc>
      </w:tr>
      <w:tr w:rsidR="00832D63" w:rsidRPr="00812DBA" w14:paraId="5BD067E5" w14:textId="77777777" w:rsidTr="12CF1837">
        <w:trPr>
          <w:trHeight w:val="40"/>
        </w:trPr>
        <w:tc>
          <w:tcPr>
            <w:tcW w:w="4621" w:type="dxa"/>
            <w:shd w:val="clear" w:color="auto" w:fill="auto"/>
          </w:tcPr>
          <w:p w14:paraId="4D21DEF8" w14:textId="77777777" w:rsidR="00832D63" w:rsidRDefault="00832D63" w:rsidP="00832D63">
            <w:pPr>
              <w:jc w:val="both"/>
              <w:rPr>
                <w:szCs w:val="20"/>
              </w:rPr>
            </w:pPr>
            <w:r>
              <w:rPr>
                <w:szCs w:val="20"/>
              </w:rPr>
              <w:t>4.</w:t>
            </w:r>
            <w:r w:rsidR="005B33A0">
              <w:rPr>
                <w:szCs w:val="20"/>
              </w:rPr>
              <w:t>1</w:t>
            </w:r>
            <w:r>
              <w:rPr>
                <w:szCs w:val="20"/>
              </w:rPr>
              <w:t xml:space="preserve"> Contingency (up to 5% of budget)</w:t>
            </w:r>
          </w:p>
        </w:tc>
        <w:tc>
          <w:tcPr>
            <w:tcW w:w="2310" w:type="dxa"/>
            <w:shd w:val="clear" w:color="auto" w:fill="auto"/>
          </w:tcPr>
          <w:p w14:paraId="2773A224" w14:textId="77777777" w:rsidR="00832D63" w:rsidRPr="00812DBA" w:rsidRDefault="00832D63" w:rsidP="00832D63">
            <w:pPr>
              <w:jc w:val="both"/>
              <w:rPr>
                <w:szCs w:val="20"/>
              </w:rPr>
            </w:pPr>
          </w:p>
        </w:tc>
        <w:tc>
          <w:tcPr>
            <w:tcW w:w="2562" w:type="dxa"/>
            <w:shd w:val="clear" w:color="auto" w:fill="auto"/>
          </w:tcPr>
          <w:p w14:paraId="1A2014F3" w14:textId="77777777" w:rsidR="00832D63" w:rsidRPr="00812DBA" w:rsidRDefault="00832D63" w:rsidP="00832D63">
            <w:pPr>
              <w:jc w:val="both"/>
              <w:rPr>
                <w:szCs w:val="20"/>
              </w:rPr>
            </w:pPr>
          </w:p>
        </w:tc>
      </w:tr>
      <w:tr w:rsidR="00832D63" w:rsidRPr="00812DBA" w14:paraId="276DB260" w14:textId="77777777" w:rsidTr="12CF1837">
        <w:trPr>
          <w:trHeight w:val="40"/>
        </w:trPr>
        <w:tc>
          <w:tcPr>
            <w:tcW w:w="4621" w:type="dxa"/>
            <w:shd w:val="clear" w:color="auto" w:fill="D9D9D9" w:themeFill="background1" w:themeFillShade="D9"/>
          </w:tcPr>
          <w:p w14:paraId="07FF9F03" w14:textId="77777777" w:rsidR="00832D63" w:rsidRDefault="00832D63" w:rsidP="00832D63">
            <w:pPr>
              <w:jc w:val="both"/>
              <w:rPr>
                <w:szCs w:val="20"/>
              </w:rPr>
            </w:pPr>
          </w:p>
        </w:tc>
        <w:tc>
          <w:tcPr>
            <w:tcW w:w="2310" w:type="dxa"/>
            <w:shd w:val="clear" w:color="auto" w:fill="D9D9D9" w:themeFill="background1" w:themeFillShade="D9"/>
          </w:tcPr>
          <w:p w14:paraId="7483F0C1" w14:textId="77777777" w:rsidR="00832D63" w:rsidRPr="00812DBA" w:rsidRDefault="00832D63" w:rsidP="00832D63">
            <w:pPr>
              <w:jc w:val="both"/>
              <w:rPr>
                <w:szCs w:val="20"/>
              </w:rPr>
            </w:pPr>
          </w:p>
        </w:tc>
        <w:tc>
          <w:tcPr>
            <w:tcW w:w="2562" w:type="dxa"/>
            <w:shd w:val="clear" w:color="auto" w:fill="D9D9D9" w:themeFill="background1" w:themeFillShade="D9"/>
          </w:tcPr>
          <w:p w14:paraId="04B824F0" w14:textId="77777777" w:rsidR="00832D63" w:rsidRPr="00812DBA" w:rsidRDefault="00832D63" w:rsidP="00832D63">
            <w:pPr>
              <w:jc w:val="both"/>
              <w:rPr>
                <w:szCs w:val="20"/>
              </w:rPr>
            </w:pPr>
          </w:p>
        </w:tc>
      </w:tr>
      <w:tr w:rsidR="00832D63" w:rsidRPr="00812DBA" w14:paraId="53D964F9" w14:textId="77777777" w:rsidTr="12CF1837">
        <w:trPr>
          <w:trHeight w:val="40"/>
        </w:trPr>
        <w:tc>
          <w:tcPr>
            <w:tcW w:w="4621" w:type="dxa"/>
            <w:shd w:val="clear" w:color="auto" w:fill="auto"/>
          </w:tcPr>
          <w:p w14:paraId="3660E6A4" w14:textId="77777777" w:rsidR="00832D63" w:rsidRPr="00812DBA" w:rsidRDefault="00832D63" w:rsidP="00832D63">
            <w:pPr>
              <w:jc w:val="right"/>
              <w:rPr>
                <w:szCs w:val="20"/>
              </w:rPr>
            </w:pPr>
            <w:r w:rsidRPr="00812DBA">
              <w:rPr>
                <w:szCs w:val="20"/>
              </w:rPr>
              <w:t>Total</w:t>
            </w:r>
          </w:p>
        </w:tc>
        <w:tc>
          <w:tcPr>
            <w:tcW w:w="2310" w:type="dxa"/>
            <w:shd w:val="clear" w:color="auto" w:fill="auto"/>
          </w:tcPr>
          <w:p w14:paraId="3E7CEC48" w14:textId="77777777" w:rsidR="00832D63" w:rsidRPr="00812DBA" w:rsidRDefault="00832D63" w:rsidP="00832D63">
            <w:pPr>
              <w:jc w:val="both"/>
              <w:rPr>
                <w:szCs w:val="20"/>
              </w:rPr>
            </w:pPr>
            <w:r w:rsidRPr="00812DBA">
              <w:rPr>
                <w:szCs w:val="20"/>
              </w:rPr>
              <w:t>€</w:t>
            </w:r>
          </w:p>
        </w:tc>
        <w:tc>
          <w:tcPr>
            <w:tcW w:w="2562" w:type="dxa"/>
            <w:shd w:val="clear" w:color="auto" w:fill="auto"/>
          </w:tcPr>
          <w:p w14:paraId="598163AA" w14:textId="77777777" w:rsidR="00832D63" w:rsidRPr="00812DBA" w:rsidRDefault="00832D63" w:rsidP="00832D63">
            <w:pPr>
              <w:jc w:val="both"/>
              <w:rPr>
                <w:szCs w:val="20"/>
              </w:rPr>
            </w:pPr>
          </w:p>
        </w:tc>
      </w:tr>
    </w:tbl>
    <w:p w14:paraId="560373BB" w14:textId="77777777" w:rsidR="001D5325" w:rsidRDefault="001D5325"/>
    <w:p w14:paraId="7F1FFF44" w14:textId="6A89684B" w:rsidR="4182939D" w:rsidRDefault="4182939D" w:rsidP="485CCD2C">
      <w:pPr>
        <w:spacing w:after="240" w:line="240" w:lineRule="auto"/>
      </w:pPr>
      <w:r>
        <w:t>Guidance Budget Notes</w:t>
      </w:r>
    </w:p>
    <w:p w14:paraId="54E42475" w14:textId="77777777" w:rsidR="4182939D" w:rsidRDefault="4182939D" w:rsidP="485CCD2C">
      <w:pPr>
        <w:jc w:val="both"/>
        <w:rPr>
          <w:rFonts w:eastAsia="Arial"/>
        </w:rPr>
      </w:pPr>
      <w:r w:rsidRPr="485CCD2C">
        <w:rPr>
          <w:rFonts w:eastAsia="Arial"/>
        </w:rPr>
        <w:t>Use the budget notes to explain how you are going to achieve the proposal described in the application using the resources listed in the budget. Applicants must adequately justify the costs indicated (</w:t>
      </w:r>
      <w:proofErr w:type="gramStart"/>
      <w:r w:rsidRPr="485CCD2C">
        <w:rPr>
          <w:rFonts w:eastAsia="Arial"/>
        </w:rPr>
        <w:t>e.g.</w:t>
      </w:r>
      <w:proofErr w:type="gramEnd"/>
      <w:r w:rsidRPr="485CCD2C">
        <w:rPr>
          <w:rFonts w:eastAsia="Arial"/>
        </w:rPr>
        <w:t xml:space="preserve"> by way of the assumptions underpinning the projected costs), and where necessary, provide a breakdown of each input.  </w:t>
      </w:r>
    </w:p>
    <w:p w14:paraId="38DE99B9" w14:textId="77777777" w:rsidR="485CCD2C" w:rsidRDefault="485CCD2C" w:rsidP="485CCD2C">
      <w:pPr>
        <w:rPr>
          <w:rFonts w:eastAsia="Arial"/>
        </w:rPr>
      </w:pPr>
    </w:p>
    <w:p w14:paraId="34E26C76" w14:textId="29BB7BCD" w:rsidR="4182939D" w:rsidRDefault="4182939D" w:rsidP="485CCD2C">
      <w:pPr>
        <w:jc w:val="both"/>
        <w:rPr>
          <w:rFonts w:eastAsia="Arial"/>
        </w:rPr>
      </w:pPr>
      <w:r w:rsidRPr="485CCD2C">
        <w:rPr>
          <w:rFonts w:eastAsia="Arial"/>
        </w:rPr>
        <w:t>If there are any costs related to additional precautions that must be applied in response to National Emergency obligations, these should be indicated where relevant.</w:t>
      </w:r>
    </w:p>
    <w:p w14:paraId="66E2EE53" w14:textId="77777777" w:rsidR="485CCD2C" w:rsidRDefault="485CCD2C" w:rsidP="485CCD2C">
      <w:pPr>
        <w:rPr>
          <w:rFonts w:eastAsia="Arial"/>
        </w:rPr>
      </w:pPr>
    </w:p>
    <w:p w14:paraId="354D13C8" w14:textId="77777777" w:rsidR="4182939D" w:rsidRDefault="4182939D" w:rsidP="485CCD2C">
      <w:pPr>
        <w:rPr>
          <w:rFonts w:eastAsia="Arial"/>
        </w:rPr>
      </w:pPr>
      <w:r w:rsidRPr="485CCD2C">
        <w:rPr>
          <w:rFonts w:eastAsia="Arial"/>
        </w:rPr>
        <w:t>Staff costs can include those assigned to the project and also, other staff costs, including any costs relating to the staffing, including management or supervision costs excluding any funding received from other sources to cover staff costs.</w:t>
      </w:r>
    </w:p>
    <w:p w14:paraId="74BA658E" w14:textId="77777777" w:rsidR="485CCD2C" w:rsidRDefault="485CCD2C" w:rsidP="485CCD2C">
      <w:pPr>
        <w:rPr>
          <w:rFonts w:eastAsia="Arial"/>
        </w:rPr>
      </w:pPr>
    </w:p>
    <w:p w14:paraId="1BC00A41" w14:textId="77777777" w:rsidR="4182939D" w:rsidRDefault="4182939D" w:rsidP="485CCD2C">
      <w:pPr>
        <w:rPr>
          <w:rFonts w:eastAsia="Arial"/>
        </w:rPr>
      </w:pPr>
      <w:r w:rsidRPr="485CCD2C">
        <w:rPr>
          <w:rFonts w:eastAsia="Arial"/>
        </w:rPr>
        <w:t xml:space="preserve">Clearly identify where the same person fulfils more than one role, </w:t>
      </w:r>
      <w:proofErr w:type="gramStart"/>
      <w:r w:rsidRPr="485CCD2C">
        <w:rPr>
          <w:rFonts w:eastAsia="Arial"/>
        </w:rPr>
        <w:t>and,</w:t>
      </w:r>
      <w:proofErr w:type="gramEnd"/>
      <w:r w:rsidRPr="485CCD2C">
        <w:rPr>
          <w:rFonts w:eastAsia="Arial"/>
        </w:rPr>
        <w:t xml:space="preserve"> indicate rates per day paid and number of days that are proposed for each role. </w:t>
      </w:r>
    </w:p>
    <w:p w14:paraId="45800469" w14:textId="77777777" w:rsidR="485CCD2C" w:rsidRDefault="485CCD2C" w:rsidP="485CCD2C">
      <w:pPr>
        <w:rPr>
          <w:rFonts w:eastAsia="Arial"/>
        </w:rPr>
      </w:pPr>
    </w:p>
    <w:p w14:paraId="23D58C87" w14:textId="77777777" w:rsidR="4182939D" w:rsidRDefault="4182939D" w:rsidP="485CCD2C">
      <w:pPr>
        <w:jc w:val="both"/>
        <w:rPr>
          <w:rFonts w:eastAsia="Arial"/>
        </w:rPr>
      </w:pPr>
      <w:r w:rsidRPr="485CCD2C">
        <w:rPr>
          <w:rFonts w:eastAsia="Arial"/>
        </w:rPr>
        <w:t xml:space="preserve">The notes should provide a breakdown of any costs that are ‘bundled’ in the budget, </w:t>
      </w:r>
      <w:proofErr w:type="gramStart"/>
      <w:r w:rsidRPr="485CCD2C">
        <w:rPr>
          <w:rFonts w:eastAsia="Arial"/>
        </w:rPr>
        <w:t>e.g.</w:t>
      </w:r>
      <w:proofErr w:type="gramEnd"/>
      <w:r w:rsidRPr="485CCD2C">
        <w:rPr>
          <w:rFonts w:eastAsia="Arial"/>
        </w:rPr>
        <w:t xml:space="preserve"> travel and subsistence, and they should explain why particular cost lines are necessary and justified in the context of proposal. </w:t>
      </w:r>
    </w:p>
    <w:p w14:paraId="7AFD9766" w14:textId="77777777" w:rsidR="485CCD2C" w:rsidRDefault="485CCD2C" w:rsidP="485CCD2C">
      <w:pPr>
        <w:rPr>
          <w:rFonts w:eastAsia="Arial"/>
        </w:rPr>
      </w:pPr>
    </w:p>
    <w:p w14:paraId="712EC336" w14:textId="77777777" w:rsidR="4182939D" w:rsidRDefault="4182939D" w:rsidP="485CCD2C">
      <w:pPr>
        <w:jc w:val="both"/>
        <w:rPr>
          <w:rFonts w:eastAsia="Arial"/>
        </w:rPr>
      </w:pPr>
      <w:r w:rsidRPr="485CCD2C">
        <w:rPr>
          <w:rFonts w:eastAsia="Arial"/>
        </w:rPr>
        <w:t xml:space="preserve">The programme production costs should be based on the total number and hours of programme content that you propose to make. </w:t>
      </w:r>
    </w:p>
    <w:p w14:paraId="0E2E341C" w14:textId="77777777" w:rsidR="485CCD2C" w:rsidRDefault="485CCD2C" w:rsidP="485CCD2C">
      <w:pPr>
        <w:jc w:val="both"/>
        <w:rPr>
          <w:rFonts w:eastAsia="Arial"/>
        </w:rPr>
      </w:pPr>
    </w:p>
    <w:p w14:paraId="0E5AF721" w14:textId="77777777" w:rsidR="4182939D" w:rsidRDefault="4182939D" w:rsidP="485CCD2C">
      <w:pPr>
        <w:rPr>
          <w:rFonts w:eastAsia="Arial"/>
        </w:rPr>
      </w:pPr>
      <w:r w:rsidRPr="485CCD2C">
        <w:rPr>
          <w:rFonts w:eastAsia="Arial"/>
        </w:rPr>
        <w:t>If digital first costs are included a rationale for same must be provided and breakdown for such costs must be indicated, including, separately, any access provisions if applicable.</w:t>
      </w:r>
    </w:p>
    <w:p w14:paraId="35353DE5" w14:textId="77777777" w:rsidR="485CCD2C" w:rsidRDefault="485CCD2C" w:rsidP="485CCD2C">
      <w:pPr>
        <w:rPr>
          <w:rFonts w:eastAsia="Arial"/>
        </w:rPr>
      </w:pPr>
    </w:p>
    <w:p w14:paraId="0A20F2FB" w14:textId="77777777" w:rsidR="4182939D" w:rsidRDefault="4182939D" w:rsidP="485CCD2C">
      <w:pPr>
        <w:jc w:val="both"/>
        <w:rPr>
          <w:rFonts w:eastAsia="Arial"/>
        </w:rPr>
      </w:pPr>
      <w:r w:rsidRPr="485CCD2C">
        <w:rPr>
          <w:rFonts w:eastAsia="Arial"/>
        </w:rPr>
        <w:t>Administrative and overhead costs can include any such costs required to support the proposal such as office materials and supplies, phone, reception, insurance and utilities excluding any funding received from other sources that cover administration and overhead costs.</w:t>
      </w:r>
    </w:p>
    <w:p w14:paraId="0BAA2E44" w14:textId="77777777" w:rsidR="485CCD2C" w:rsidRDefault="485CCD2C" w:rsidP="485CCD2C">
      <w:pPr>
        <w:rPr>
          <w:rFonts w:eastAsia="Arial"/>
        </w:rPr>
      </w:pPr>
    </w:p>
    <w:p w14:paraId="53F31921" w14:textId="77777777" w:rsidR="4182939D" w:rsidRDefault="4182939D" w:rsidP="485CCD2C">
      <w:pPr>
        <w:rPr>
          <w:rFonts w:eastAsia="Arial"/>
        </w:rPr>
      </w:pPr>
      <w:r w:rsidRPr="485CCD2C">
        <w:rPr>
          <w:rFonts w:eastAsia="Arial"/>
        </w:rPr>
        <w:t xml:space="preserve">Applicants should also include a summary of the items that have been included in the overhead costs and detail insurance cost indicated.  </w:t>
      </w:r>
    </w:p>
    <w:p w14:paraId="560B6FDC" w14:textId="0216314F" w:rsidR="485CCD2C" w:rsidRDefault="485CCD2C" w:rsidP="485CCD2C">
      <w:pPr>
        <w:rPr>
          <w:rFonts w:eastAsia="Arial"/>
        </w:rPr>
      </w:pPr>
    </w:p>
    <w:p w14:paraId="2C0B33AD" w14:textId="34309FD0" w:rsidR="15B9C90E" w:rsidRDefault="15B9C90E" w:rsidP="485CCD2C">
      <w:pPr>
        <w:rPr>
          <w:rFonts w:eastAsia="Arial"/>
        </w:rPr>
      </w:pPr>
      <w:r w:rsidRPr="485CCD2C">
        <w:rPr>
          <w:rFonts w:eastAsia="Arial"/>
        </w:rPr>
        <w:t>If a cost is being provided in full or part in-kind this should be reflected in the note beside the line.</w:t>
      </w:r>
    </w:p>
    <w:p w14:paraId="1C676830" w14:textId="77777777" w:rsidR="485CCD2C" w:rsidRDefault="485CCD2C" w:rsidP="485CCD2C">
      <w:pPr>
        <w:rPr>
          <w:color w:val="ED7D31" w:themeColor="accent2"/>
        </w:rPr>
      </w:pPr>
    </w:p>
    <w:p w14:paraId="709CA99D" w14:textId="11C3C0CE" w:rsidR="4182939D" w:rsidRDefault="4182939D">
      <w:r w:rsidRPr="485CCD2C">
        <w:rPr>
          <w:rFonts w:eastAsia="Arial"/>
        </w:rPr>
        <w:t>A note for any “other” line included must be provided.</w:t>
      </w:r>
    </w:p>
    <w:p w14:paraId="18DA56EE" w14:textId="76B6D400" w:rsidR="485CCD2C" w:rsidRDefault="485CCD2C">
      <w:r>
        <w:br w:type="page"/>
      </w:r>
    </w:p>
    <w:p w14:paraId="1685E67F" w14:textId="77777777" w:rsidR="00FF78BB" w:rsidRDefault="00FF78BB" w:rsidP="00FF78BB">
      <w:pPr>
        <w:pStyle w:val="Heading2"/>
        <w:numPr>
          <w:ilvl w:val="0"/>
          <w:numId w:val="9"/>
        </w:numPr>
        <w:spacing w:after="240"/>
        <w:rPr>
          <w:rFonts w:cs="Arial"/>
        </w:rPr>
      </w:pPr>
      <w:bookmarkStart w:id="7" w:name="_Toc43883059"/>
      <w:r w:rsidRPr="12CF1837">
        <w:rPr>
          <w:rFonts w:cs="Arial"/>
        </w:rPr>
        <w:lastRenderedPageBreak/>
        <w:t>Finance Plan</w:t>
      </w:r>
      <w:bookmarkEnd w:id="7"/>
    </w:p>
    <w:p w14:paraId="1192F211" w14:textId="79613D85" w:rsidR="00FF78BB" w:rsidRDefault="1DD9A2FF" w:rsidP="58F25E71">
      <w:pPr>
        <w:jc w:val="both"/>
      </w:pPr>
      <w:r>
        <w:t xml:space="preserve">The following matrices provide an example of the possible percentages to be allocated:  </w:t>
      </w:r>
    </w:p>
    <w:p w14:paraId="79A221AD" w14:textId="77777777" w:rsidR="00FF78BB" w:rsidRDefault="00FF78BB" w:rsidP="58F25E71">
      <w:pPr>
        <w:jc w:val="both"/>
      </w:pPr>
    </w:p>
    <w:tbl>
      <w:tblPr>
        <w:tblW w:w="0" w:type="auto"/>
        <w:tblInd w:w="675" w:type="dxa"/>
        <w:tblBorders>
          <w:top w:val="single" w:sz="4" w:space="0" w:color="6D9933"/>
          <w:left w:val="single" w:sz="4" w:space="0" w:color="6D9933"/>
          <w:bottom w:val="single" w:sz="4" w:space="0" w:color="6D9933"/>
          <w:right w:val="single" w:sz="4" w:space="0" w:color="6D9933"/>
          <w:insideH w:val="single" w:sz="4" w:space="0" w:color="6D9933"/>
          <w:insideV w:val="single" w:sz="4" w:space="0" w:color="6D9933"/>
        </w:tblBorders>
        <w:tblLook w:val="04A0" w:firstRow="1" w:lastRow="0" w:firstColumn="1" w:lastColumn="0" w:noHBand="0" w:noVBand="1"/>
      </w:tblPr>
      <w:tblGrid>
        <w:gridCol w:w="2261"/>
        <w:gridCol w:w="2120"/>
        <w:gridCol w:w="3970"/>
      </w:tblGrid>
      <w:tr w:rsidR="58F25E71" w14:paraId="7564B16D" w14:textId="77777777" w:rsidTr="12CF1837">
        <w:trPr>
          <w:trHeight w:val="510"/>
        </w:trPr>
        <w:tc>
          <w:tcPr>
            <w:tcW w:w="2268" w:type="dxa"/>
            <w:tcBorders>
              <w:top w:val="nil"/>
              <w:left w:val="nil"/>
              <w:bottom w:val="single" w:sz="4" w:space="0" w:color="6D9933"/>
              <w:right w:val="nil"/>
            </w:tcBorders>
            <w:shd w:val="clear" w:color="auto" w:fill="000000" w:themeFill="text1"/>
          </w:tcPr>
          <w:p w14:paraId="3BD16495" w14:textId="77777777" w:rsidR="58F25E71" w:rsidRDefault="58F25E71" w:rsidP="58F25E71">
            <w:pPr>
              <w:jc w:val="both"/>
              <w:rPr>
                <w:b/>
                <w:bCs/>
                <w:color w:val="FFFFFF" w:themeColor="background1"/>
                <w:sz w:val="18"/>
                <w:szCs w:val="18"/>
                <w:lang w:val="en-IE"/>
              </w:rPr>
            </w:pPr>
            <w:r w:rsidRPr="12CF1837">
              <w:rPr>
                <w:b/>
                <w:bCs/>
                <w:color w:val="FFFFFF" w:themeColor="background1"/>
                <w:sz w:val="18"/>
                <w:szCs w:val="18"/>
                <w:lang w:val="en-IE"/>
              </w:rPr>
              <w:t>Minimum € Award</w:t>
            </w:r>
          </w:p>
        </w:tc>
        <w:tc>
          <w:tcPr>
            <w:tcW w:w="2127" w:type="dxa"/>
            <w:tcBorders>
              <w:top w:val="nil"/>
              <w:left w:val="nil"/>
              <w:bottom w:val="single" w:sz="4" w:space="0" w:color="6D9933"/>
              <w:right w:val="nil"/>
            </w:tcBorders>
            <w:shd w:val="clear" w:color="auto" w:fill="000000" w:themeFill="text1"/>
          </w:tcPr>
          <w:p w14:paraId="785640C5" w14:textId="77777777" w:rsidR="58F25E71" w:rsidRDefault="58F25E71" w:rsidP="58F25E71">
            <w:pPr>
              <w:jc w:val="both"/>
              <w:rPr>
                <w:b/>
                <w:bCs/>
                <w:color w:val="FFFFFF" w:themeColor="background1"/>
                <w:sz w:val="18"/>
                <w:szCs w:val="18"/>
                <w:lang w:val="en-IE"/>
              </w:rPr>
            </w:pPr>
            <w:r w:rsidRPr="12CF1837">
              <w:rPr>
                <w:b/>
                <w:bCs/>
                <w:color w:val="FFFFFF" w:themeColor="background1"/>
                <w:sz w:val="18"/>
                <w:szCs w:val="18"/>
                <w:lang w:val="en-IE"/>
              </w:rPr>
              <w:t>Maximum € Award</w:t>
            </w:r>
          </w:p>
        </w:tc>
        <w:tc>
          <w:tcPr>
            <w:tcW w:w="3990" w:type="dxa"/>
            <w:tcBorders>
              <w:top w:val="nil"/>
              <w:left w:val="nil"/>
              <w:bottom w:val="single" w:sz="4" w:space="0" w:color="6D9933"/>
              <w:right w:val="nil"/>
            </w:tcBorders>
            <w:shd w:val="clear" w:color="auto" w:fill="000000" w:themeFill="text1"/>
          </w:tcPr>
          <w:p w14:paraId="3D4EDC77" w14:textId="77777777" w:rsidR="58F25E71" w:rsidRDefault="58F25E71" w:rsidP="58F25E71">
            <w:pPr>
              <w:jc w:val="both"/>
              <w:rPr>
                <w:b/>
                <w:bCs/>
                <w:color w:val="FFFFFF" w:themeColor="background1"/>
                <w:sz w:val="18"/>
                <w:szCs w:val="18"/>
                <w:lang w:val="en-IE"/>
              </w:rPr>
            </w:pPr>
            <w:r w:rsidRPr="12CF1837">
              <w:rPr>
                <w:b/>
                <w:bCs/>
                <w:color w:val="FFFFFF" w:themeColor="background1"/>
                <w:sz w:val="18"/>
                <w:szCs w:val="18"/>
                <w:lang w:val="en-IE"/>
              </w:rPr>
              <w:t>Permitted % of Grant Award: Eligible Budget</w:t>
            </w:r>
          </w:p>
        </w:tc>
      </w:tr>
      <w:tr w:rsidR="58F25E71" w14:paraId="5103597F" w14:textId="77777777" w:rsidTr="12CF1837">
        <w:trPr>
          <w:trHeight w:val="454"/>
        </w:trPr>
        <w:tc>
          <w:tcPr>
            <w:tcW w:w="2268" w:type="dxa"/>
            <w:shd w:val="clear" w:color="auto" w:fill="auto"/>
          </w:tcPr>
          <w:p w14:paraId="4898180D" w14:textId="77777777" w:rsidR="58F25E71" w:rsidRDefault="58F25E71" w:rsidP="58F25E71">
            <w:pPr>
              <w:jc w:val="both"/>
              <w:rPr>
                <w:rFonts w:cs="Times New Roman"/>
                <w:lang w:val="en-IE"/>
              </w:rPr>
            </w:pPr>
            <w:r w:rsidRPr="12CF1837">
              <w:rPr>
                <w:rFonts w:cs="Times New Roman"/>
                <w:lang w:val="en-IE"/>
              </w:rPr>
              <w:t>--</w:t>
            </w:r>
          </w:p>
        </w:tc>
        <w:tc>
          <w:tcPr>
            <w:tcW w:w="2127" w:type="dxa"/>
            <w:shd w:val="clear" w:color="auto" w:fill="auto"/>
          </w:tcPr>
          <w:p w14:paraId="38895500" w14:textId="77777777" w:rsidR="58F25E71" w:rsidRDefault="58F25E71" w:rsidP="58F25E71">
            <w:pPr>
              <w:jc w:val="both"/>
              <w:rPr>
                <w:rFonts w:cs="Times New Roman"/>
                <w:lang w:val="en-IE"/>
              </w:rPr>
            </w:pPr>
            <w:r w:rsidRPr="12CF1837">
              <w:rPr>
                <w:rFonts w:cs="Times New Roman"/>
                <w:lang w:val="en-IE"/>
              </w:rPr>
              <w:t>€20,000</w:t>
            </w:r>
          </w:p>
        </w:tc>
        <w:tc>
          <w:tcPr>
            <w:tcW w:w="3990" w:type="dxa"/>
            <w:shd w:val="clear" w:color="auto" w:fill="auto"/>
          </w:tcPr>
          <w:p w14:paraId="4F2C6743" w14:textId="77777777" w:rsidR="58F25E71" w:rsidRDefault="58F25E71" w:rsidP="58F25E71">
            <w:pPr>
              <w:jc w:val="both"/>
              <w:rPr>
                <w:rFonts w:cs="Times New Roman"/>
                <w:lang w:val="en-IE"/>
              </w:rPr>
            </w:pPr>
            <w:r w:rsidRPr="12CF1837">
              <w:rPr>
                <w:rFonts w:cs="Times New Roman"/>
                <w:lang w:val="en-IE"/>
              </w:rPr>
              <w:t>Up to 95%</w:t>
            </w:r>
          </w:p>
        </w:tc>
      </w:tr>
      <w:tr w:rsidR="58F25E71" w14:paraId="67D9CCBE" w14:textId="77777777" w:rsidTr="12CF1837">
        <w:trPr>
          <w:trHeight w:val="454"/>
        </w:trPr>
        <w:tc>
          <w:tcPr>
            <w:tcW w:w="2268" w:type="dxa"/>
            <w:shd w:val="clear" w:color="auto" w:fill="auto"/>
          </w:tcPr>
          <w:p w14:paraId="437D728E" w14:textId="77777777" w:rsidR="58F25E71" w:rsidRDefault="58F25E71" w:rsidP="58F25E71">
            <w:pPr>
              <w:jc w:val="both"/>
              <w:rPr>
                <w:rFonts w:cs="Times New Roman"/>
                <w:lang w:val="en-IE"/>
              </w:rPr>
            </w:pPr>
            <w:r w:rsidRPr="12CF1837">
              <w:rPr>
                <w:rFonts w:cs="Times New Roman"/>
                <w:lang w:val="en-IE"/>
              </w:rPr>
              <w:t>€20,000.01</w:t>
            </w:r>
          </w:p>
        </w:tc>
        <w:tc>
          <w:tcPr>
            <w:tcW w:w="2127" w:type="dxa"/>
            <w:shd w:val="clear" w:color="auto" w:fill="auto"/>
          </w:tcPr>
          <w:p w14:paraId="52457539" w14:textId="77777777" w:rsidR="58F25E71" w:rsidRDefault="58F25E71" w:rsidP="58F25E71">
            <w:pPr>
              <w:jc w:val="both"/>
              <w:rPr>
                <w:rFonts w:cs="Times New Roman"/>
                <w:lang w:val="en-IE"/>
              </w:rPr>
            </w:pPr>
            <w:r w:rsidRPr="12CF1837">
              <w:rPr>
                <w:rFonts w:cs="Times New Roman"/>
                <w:lang w:val="en-IE"/>
              </w:rPr>
              <w:t>€40,000</w:t>
            </w:r>
          </w:p>
        </w:tc>
        <w:tc>
          <w:tcPr>
            <w:tcW w:w="3990" w:type="dxa"/>
            <w:shd w:val="clear" w:color="auto" w:fill="auto"/>
          </w:tcPr>
          <w:p w14:paraId="55A0C307" w14:textId="77777777" w:rsidR="58F25E71" w:rsidRDefault="58F25E71" w:rsidP="58F25E71">
            <w:pPr>
              <w:jc w:val="both"/>
              <w:rPr>
                <w:rFonts w:cs="Times New Roman"/>
                <w:lang w:val="en-IE"/>
              </w:rPr>
            </w:pPr>
            <w:r w:rsidRPr="12CF1837">
              <w:rPr>
                <w:rFonts w:cs="Times New Roman"/>
                <w:lang w:val="en-IE"/>
              </w:rPr>
              <w:t>Up to 90%</w:t>
            </w:r>
          </w:p>
        </w:tc>
      </w:tr>
      <w:tr w:rsidR="58F25E71" w14:paraId="25E421CD" w14:textId="77777777" w:rsidTr="12CF1837">
        <w:trPr>
          <w:trHeight w:val="454"/>
        </w:trPr>
        <w:tc>
          <w:tcPr>
            <w:tcW w:w="2268" w:type="dxa"/>
            <w:shd w:val="clear" w:color="auto" w:fill="auto"/>
          </w:tcPr>
          <w:p w14:paraId="4C77D769" w14:textId="77777777" w:rsidR="58F25E71" w:rsidRDefault="58F25E71" w:rsidP="58F25E71">
            <w:pPr>
              <w:jc w:val="both"/>
              <w:rPr>
                <w:rFonts w:cs="Times New Roman"/>
                <w:lang w:val="en-IE"/>
              </w:rPr>
            </w:pPr>
            <w:r w:rsidRPr="12CF1837">
              <w:rPr>
                <w:rFonts w:cs="Times New Roman"/>
                <w:lang w:val="en-IE"/>
              </w:rPr>
              <w:t>€40,000.01</w:t>
            </w:r>
          </w:p>
        </w:tc>
        <w:tc>
          <w:tcPr>
            <w:tcW w:w="2127" w:type="dxa"/>
            <w:shd w:val="clear" w:color="auto" w:fill="auto"/>
          </w:tcPr>
          <w:p w14:paraId="08D95FCC" w14:textId="77777777" w:rsidR="58F25E71" w:rsidRDefault="58F25E71" w:rsidP="58F25E71">
            <w:pPr>
              <w:jc w:val="both"/>
              <w:rPr>
                <w:rFonts w:cs="Times New Roman"/>
                <w:lang w:val="en-IE"/>
              </w:rPr>
            </w:pPr>
            <w:r w:rsidRPr="12CF1837">
              <w:rPr>
                <w:rFonts w:cs="Times New Roman"/>
                <w:lang w:val="en-IE"/>
              </w:rPr>
              <w:t>€55,000</w:t>
            </w:r>
          </w:p>
        </w:tc>
        <w:tc>
          <w:tcPr>
            <w:tcW w:w="3990" w:type="dxa"/>
            <w:shd w:val="clear" w:color="auto" w:fill="auto"/>
          </w:tcPr>
          <w:p w14:paraId="7E252B95" w14:textId="77777777" w:rsidR="58F25E71" w:rsidRDefault="58F25E71" w:rsidP="58F25E71">
            <w:pPr>
              <w:jc w:val="both"/>
              <w:rPr>
                <w:rFonts w:cs="Times New Roman"/>
                <w:lang w:val="en-IE"/>
              </w:rPr>
            </w:pPr>
            <w:r w:rsidRPr="12CF1837">
              <w:rPr>
                <w:rFonts w:cs="Times New Roman"/>
                <w:lang w:val="en-IE"/>
              </w:rPr>
              <w:t>Up to 85%</w:t>
            </w:r>
          </w:p>
        </w:tc>
      </w:tr>
      <w:tr w:rsidR="58F25E71" w14:paraId="74F653B6" w14:textId="77777777" w:rsidTr="12CF1837">
        <w:trPr>
          <w:trHeight w:val="454"/>
        </w:trPr>
        <w:tc>
          <w:tcPr>
            <w:tcW w:w="2268" w:type="dxa"/>
            <w:shd w:val="clear" w:color="auto" w:fill="auto"/>
          </w:tcPr>
          <w:p w14:paraId="125615DF" w14:textId="77777777" w:rsidR="58F25E71" w:rsidRDefault="58F25E71" w:rsidP="58F25E71">
            <w:pPr>
              <w:jc w:val="both"/>
              <w:rPr>
                <w:rFonts w:cs="Times New Roman"/>
                <w:lang w:val="en-IE"/>
              </w:rPr>
            </w:pPr>
            <w:r w:rsidRPr="12CF1837">
              <w:rPr>
                <w:rFonts w:cs="Times New Roman"/>
                <w:lang w:val="en-IE"/>
              </w:rPr>
              <w:t>€55,000.01</w:t>
            </w:r>
          </w:p>
        </w:tc>
        <w:tc>
          <w:tcPr>
            <w:tcW w:w="2127" w:type="dxa"/>
            <w:shd w:val="clear" w:color="auto" w:fill="auto"/>
          </w:tcPr>
          <w:p w14:paraId="38E651B0" w14:textId="77777777" w:rsidR="58F25E71" w:rsidRDefault="58F25E71" w:rsidP="58F25E71">
            <w:pPr>
              <w:jc w:val="both"/>
              <w:rPr>
                <w:rFonts w:cs="Times New Roman"/>
                <w:lang w:val="en-IE"/>
              </w:rPr>
            </w:pPr>
            <w:r w:rsidRPr="12CF1837">
              <w:rPr>
                <w:rFonts w:cs="Times New Roman"/>
                <w:lang w:val="en-IE"/>
              </w:rPr>
              <w:t>--</w:t>
            </w:r>
          </w:p>
        </w:tc>
        <w:tc>
          <w:tcPr>
            <w:tcW w:w="3990" w:type="dxa"/>
            <w:shd w:val="clear" w:color="auto" w:fill="auto"/>
          </w:tcPr>
          <w:p w14:paraId="7747FE6E" w14:textId="77777777" w:rsidR="58F25E71" w:rsidRDefault="58F25E71" w:rsidP="58F25E71">
            <w:pPr>
              <w:jc w:val="both"/>
              <w:rPr>
                <w:rFonts w:cs="Times New Roman"/>
                <w:lang w:val="en-IE"/>
              </w:rPr>
            </w:pPr>
            <w:r w:rsidRPr="12CF1837">
              <w:rPr>
                <w:rFonts w:cs="Times New Roman"/>
                <w:lang w:val="en-IE"/>
              </w:rPr>
              <w:t>Up to 85% on a case by case basis</w:t>
            </w:r>
          </w:p>
        </w:tc>
      </w:tr>
    </w:tbl>
    <w:p w14:paraId="4D4356E5" w14:textId="77777777" w:rsidR="00FF78BB" w:rsidRDefault="00FF78BB" w:rsidP="58F25E71">
      <w:pPr>
        <w:jc w:val="both"/>
      </w:pPr>
    </w:p>
    <w:p w14:paraId="15AB005A" w14:textId="42F747F3" w:rsidR="33F07835" w:rsidRDefault="33F07835" w:rsidP="26BFD884">
      <w:pPr>
        <w:jc w:val="both"/>
      </w:pPr>
      <w:r>
        <w:t>Applicants are required to provide full details regarding the level and source of other funding for all aspects of the budget for project/s and or activity/activities, which should include Government-funded sources such as salary subsidies.</w:t>
      </w:r>
    </w:p>
    <w:p w14:paraId="1635741D" w14:textId="5D534FE4" w:rsidR="26BFD884" w:rsidRDefault="26BFD884" w:rsidP="26BFD8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6"/>
        <w:gridCol w:w="1944"/>
        <w:gridCol w:w="2826"/>
      </w:tblGrid>
      <w:tr w:rsidR="00EB52A6" w:rsidRPr="00C77977" w14:paraId="3A1CB1C8" w14:textId="77777777" w:rsidTr="518F5EB6">
        <w:tc>
          <w:tcPr>
            <w:tcW w:w="9242" w:type="dxa"/>
            <w:gridSpan w:val="3"/>
            <w:tcBorders>
              <w:bottom w:val="single" w:sz="4" w:space="0" w:color="auto"/>
            </w:tcBorders>
            <w:shd w:val="clear" w:color="auto" w:fill="000000" w:themeFill="text1"/>
          </w:tcPr>
          <w:p w14:paraId="52AFB76D" w14:textId="77777777" w:rsidR="00EB52A6" w:rsidRPr="00C77977" w:rsidRDefault="00EB52A6" w:rsidP="00E96105">
            <w:pPr>
              <w:rPr>
                <w:b/>
                <w:szCs w:val="20"/>
              </w:rPr>
            </w:pPr>
            <w:r w:rsidRPr="00C77977">
              <w:rPr>
                <w:b/>
                <w:szCs w:val="20"/>
              </w:rPr>
              <w:t>Eligible Costs</w:t>
            </w:r>
          </w:p>
        </w:tc>
      </w:tr>
      <w:tr w:rsidR="00EB52A6" w:rsidRPr="00C77977" w14:paraId="29E3D62B" w14:textId="77777777" w:rsidTr="518F5EB6">
        <w:tc>
          <w:tcPr>
            <w:tcW w:w="4361" w:type="dxa"/>
            <w:shd w:val="clear" w:color="auto" w:fill="D9D9D9" w:themeFill="background1" w:themeFillShade="D9"/>
          </w:tcPr>
          <w:p w14:paraId="79DD0FAF" w14:textId="77777777" w:rsidR="00EB52A6" w:rsidRPr="00C77977" w:rsidRDefault="00EB52A6" w:rsidP="00E96105">
            <w:pPr>
              <w:rPr>
                <w:szCs w:val="20"/>
              </w:rPr>
            </w:pPr>
            <w:r w:rsidRPr="00C77977">
              <w:rPr>
                <w:szCs w:val="20"/>
              </w:rPr>
              <w:t>Funder</w:t>
            </w:r>
          </w:p>
        </w:tc>
        <w:tc>
          <w:tcPr>
            <w:tcW w:w="1984" w:type="dxa"/>
            <w:shd w:val="clear" w:color="auto" w:fill="D9D9D9" w:themeFill="background1" w:themeFillShade="D9"/>
          </w:tcPr>
          <w:p w14:paraId="30AF9819" w14:textId="77777777" w:rsidR="00EB52A6" w:rsidRPr="00C77977" w:rsidRDefault="00EB52A6" w:rsidP="00E96105">
            <w:pPr>
              <w:rPr>
                <w:szCs w:val="20"/>
              </w:rPr>
            </w:pPr>
            <w:r w:rsidRPr="00C77977">
              <w:rPr>
                <w:szCs w:val="20"/>
              </w:rPr>
              <w:t>Amount</w:t>
            </w:r>
          </w:p>
        </w:tc>
        <w:tc>
          <w:tcPr>
            <w:tcW w:w="2897" w:type="dxa"/>
            <w:shd w:val="clear" w:color="auto" w:fill="D9D9D9" w:themeFill="background1" w:themeFillShade="D9"/>
          </w:tcPr>
          <w:p w14:paraId="5B6AC3BB" w14:textId="77777777" w:rsidR="00EB52A6" w:rsidRPr="00C77977" w:rsidRDefault="00EB52A6" w:rsidP="00E96105">
            <w:pPr>
              <w:rPr>
                <w:szCs w:val="20"/>
              </w:rPr>
            </w:pPr>
            <w:r w:rsidRPr="00C77977">
              <w:rPr>
                <w:szCs w:val="20"/>
              </w:rPr>
              <w:t xml:space="preserve">% </w:t>
            </w:r>
            <w:proofErr w:type="gramStart"/>
            <w:r w:rsidRPr="00C77977">
              <w:rPr>
                <w:szCs w:val="20"/>
              </w:rPr>
              <w:t>of</w:t>
            </w:r>
            <w:proofErr w:type="gramEnd"/>
            <w:r w:rsidRPr="00C77977">
              <w:rPr>
                <w:szCs w:val="20"/>
              </w:rPr>
              <w:t xml:space="preserve"> Eligible Budget</w:t>
            </w:r>
          </w:p>
        </w:tc>
      </w:tr>
      <w:tr w:rsidR="00EB52A6" w:rsidRPr="00C77977" w14:paraId="16C6AFF5" w14:textId="77777777" w:rsidTr="518F5EB6">
        <w:tc>
          <w:tcPr>
            <w:tcW w:w="4361" w:type="dxa"/>
          </w:tcPr>
          <w:p w14:paraId="249C056A" w14:textId="61D7AAAC" w:rsidR="00EB52A6" w:rsidRPr="00C77977" w:rsidRDefault="0B8A7F70" w:rsidP="0B8A7F70">
            <w:pPr>
              <w:rPr>
                <w:color w:val="FF0000"/>
              </w:rPr>
            </w:pPr>
            <w:r>
              <w:t>Sound &amp; Vision 4</w:t>
            </w:r>
          </w:p>
        </w:tc>
        <w:tc>
          <w:tcPr>
            <w:tcW w:w="1984" w:type="dxa"/>
          </w:tcPr>
          <w:p w14:paraId="10888C87" w14:textId="77777777" w:rsidR="00EB52A6" w:rsidRPr="00C77977" w:rsidRDefault="00EB52A6" w:rsidP="00E96105">
            <w:pPr>
              <w:rPr>
                <w:szCs w:val="20"/>
              </w:rPr>
            </w:pPr>
          </w:p>
        </w:tc>
        <w:tc>
          <w:tcPr>
            <w:tcW w:w="2897" w:type="dxa"/>
          </w:tcPr>
          <w:p w14:paraId="6183C26D" w14:textId="77777777" w:rsidR="00EB52A6" w:rsidRPr="00C77977" w:rsidRDefault="00EB52A6" w:rsidP="00E96105">
            <w:pPr>
              <w:rPr>
                <w:szCs w:val="20"/>
              </w:rPr>
            </w:pPr>
          </w:p>
        </w:tc>
      </w:tr>
      <w:tr w:rsidR="00EB52A6" w:rsidRPr="00C77977" w14:paraId="4D59E450" w14:textId="77777777" w:rsidTr="518F5EB6">
        <w:tc>
          <w:tcPr>
            <w:tcW w:w="4361" w:type="dxa"/>
          </w:tcPr>
          <w:p w14:paraId="5F59141B" w14:textId="77777777" w:rsidR="00EB52A6" w:rsidRPr="00C77977" w:rsidRDefault="00EB52A6" w:rsidP="00E96105">
            <w:pPr>
              <w:rPr>
                <w:szCs w:val="20"/>
              </w:rPr>
            </w:pPr>
            <w:r w:rsidRPr="00C77977">
              <w:rPr>
                <w:szCs w:val="20"/>
              </w:rPr>
              <w:t xml:space="preserve">Broadcaster </w:t>
            </w:r>
          </w:p>
        </w:tc>
        <w:tc>
          <w:tcPr>
            <w:tcW w:w="1984" w:type="dxa"/>
          </w:tcPr>
          <w:p w14:paraId="7765424C" w14:textId="77777777" w:rsidR="00EB52A6" w:rsidRPr="00C77977" w:rsidRDefault="00EB52A6" w:rsidP="00E96105">
            <w:pPr>
              <w:rPr>
                <w:szCs w:val="20"/>
              </w:rPr>
            </w:pPr>
          </w:p>
        </w:tc>
        <w:tc>
          <w:tcPr>
            <w:tcW w:w="2897" w:type="dxa"/>
          </w:tcPr>
          <w:p w14:paraId="02AD4C6F" w14:textId="77777777" w:rsidR="00EB52A6" w:rsidRPr="00C77977" w:rsidRDefault="00EB52A6" w:rsidP="00E96105">
            <w:pPr>
              <w:rPr>
                <w:szCs w:val="20"/>
              </w:rPr>
            </w:pPr>
          </w:p>
        </w:tc>
      </w:tr>
      <w:tr w:rsidR="00EB52A6" w:rsidRPr="00C77977" w14:paraId="6485C013" w14:textId="77777777" w:rsidTr="518F5EB6">
        <w:tc>
          <w:tcPr>
            <w:tcW w:w="4361" w:type="dxa"/>
          </w:tcPr>
          <w:p w14:paraId="0C98AE6E" w14:textId="77777777" w:rsidR="00EB52A6" w:rsidRPr="00C77977" w:rsidRDefault="0B8A7F70" w:rsidP="0B8A7F70">
            <w:r>
              <w:t>Other Funder</w:t>
            </w:r>
          </w:p>
        </w:tc>
        <w:tc>
          <w:tcPr>
            <w:tcW w:w="1984" w:type="dxa"/>
          </w:tcPr>
          <w:p w14:paraId="58686283" w14:textId="77777777" w:rsidR="00EB52A6" w:rsidRPr="00C77977" w:rsidRDefault="00EB52A6" w:rsidP="00E96105">
            <w:pPr>
              <w:rPr>
                <w:szCs w:val="20"/>
              </w:rPr>
            </w:pPr>
          </w:p>
        </w:tc>
        <w:tc>
          <w:tcPr>
            <w:tcW w:w="2897" w:type="dxa"/>
          </w:tcPr>
          <w:p w14:paraId="37983067" w14:textId="77777777" w:rsidR="00EB52A6" w:rsidRPr="00C77977" w:rsidRDefault="00EB52A6" w:rsidP="00E96105">
            <w:pPr>
              <w:rPr>
                <w:szCs w:val="20"/>
              </w:rPr>
            </w:pPr>
          </w:p>
        </w:tc>
      </w:tr>
      <w:tr w:rsidR="00EB52A6" w:rsidRPr="00C77977" w14:paraId="5376AA29" w14:textId="77777777" w:rsidTr="518F5EB6">
        <w:tc>
          <w:tcPr>
            <w:tcW w:w="4361" w:type="dxa"/>
            <w:tcBorders>
              <w:bottom w:val="single" w:sz="4" w:space="0" w:color="auto"/>
            </w:tcBorders>
          </w:tcPr>
          <w:p w14:paraId="7A267EE0" w14:textId="77777777" w:rsidR="00EB52A6" w:rsidRPr="00C77977" w:rsidRDefault="00EB52A6" w:rsidP="00E96105">
            <w:pPr>
              <w:spacing w:line="240" w:lineRule="auto"/>
              <w:rPr>
                <w:szCs w:val="20"/>
              </w:rPr>
            </w:pPr>
          </w:p>
        </w:tc>
        <w:tc>
          <w:tcPr>
            <w:tcW w:w="1984" w:type="dxa"/>
            <w:tcBorders>
              <w:bottom w:val="single" w:sz="4" w:space="0" w:color="auto"/>
            </w:tcBorders>
          </w:tcPr>
          <w:p w14:paraId="31DE5FBF" w14:textId="77777777" w:rsidR="00EB52A6" w:rsidRPr="00C77977" w:rsidRDefault="00EB52A6" w:rsidP="00E96105">
            <w:pPr>
              <w:spacing w:line="240" w:lineRule="auto"/>
              <w:rPr>
                <w:szCs w:val="20"/>
              </w:rPr>
            </w:pPr>
          </w:p>
        </w:tc>
        <w:tc>
          <w:tcPr>
            <w:tcW w:w="2897" w:type="dxa"/>
            <w:tcBorders>
              <w:bottom w:val="single" w:sz="4" w:space="0" w:color="auto"/>
            </w:tcBorders>
          </w:tcPr>
          <w:p w14:paraId="3B0BEC57" w14:textId="77777777" w:rsidR="00EB52A6" w:rsidRPr="00C77977" w:rsidRDefault="00EB52A6" w:rsidP="00E96105">
            <w:pPr>
              <w:spacing w:line="240" w:lineRule="auto"/>
              <w:rPr>
                <w:szCs w:val="20"/>
              </w:rPr>
            </w:pPr>
          </w:p>
        </w:tc>
      </w:tr>
      <w:tr w:rsidR="00EB52A6" w:rsidRPr="00C77977" w14:paraId="096BA68A" w14:textId="77777777" w:rsidTr="518F5EB6">
        <w:tc>
          <w:tcPr>
            <w:tcW w:w="4361" w:type="dxa"/>
            <w:tcBorders>
              <w:bottom w:val="single" w:sz="4" w:space="0" w:color="auto"/>
            </w:tcBorders>
            <w:shd w:val="clear" w:color="auto" w:fill="D9D9D9" w:themeFill="background1" w:themeFillShade="D9"/>
          </w:tcPr>
          <w:p w14:paraId="0A6AB799" w14:textId="77777777" w:rsidR="00EB52A6" w:rsidRPr="00C77977" w:rsidRDefault="00EB52A6" w:rsidP="00E96105">
            <w:pPr>
              <w:rPr>
                <w:szCs w:val="20"/>
              </w:rPr>
            </w:pPr>
            <w:r w:rsidRPr="00C77977">
              <w:rPr>
                <w:szCs w:val="20"/>
              </w:rPr>
              <w:t>Total Eligible Costs</w:t>
            </w:r>
          </w:p>
        </w:tc>
        <w:tc>
          <w:tcPr>
            <w:tcW w:w="1984" w:type="dxa"/>
            <w:tcBorders>
              <w:bottom w:val="single" w:sz="4" w:space="0" w:color="auto"/>
            </w:tcBorders>
            <w:shd w:val="clear" w:color="auto" w:fill="D9D9D9" w:themeFill="background1" w:themeFillShade="D9"/>
          </w:tcPr>
          <w:p w14:paraId="3B120DBF" w14:textId="77777777" w:rsidR="00EB52A6" w:rsidRPr="00C77977" w:rsidRDefault="00EB52A6" w:rsidP="00E96105">
            <w:pPr>
              <w:spacing w:line="240" w:lineRule="auto"/>
              <w:rPr>
                <w:szCs w:val="20"/>
              </w:rPr>
            </w:pPr>
          </w:p>
        </w:tc>
        <w:tc>
          <w:tcPr>
            <w:tcW w:w="2897" w:type="dxa"/>
            <w:tcBorders>
              <w:bottom w:val="single" w:sz="4" w:space="0" w:color="auto"/>
            </w:tcBorders>
            <w:shd w:val="clear" w:color="auto" w:fill="D9D9D9" w:themeFill="background1" w:themeFillShade="D9"/>
          </w:tcPr>
          <w:p w14:paraId="3EA635D3" w14:textId="77777777" w:rsidR="00EB52A6" w:rsidRPr="00C77977" w:rsidRDefault="00EB52A6" w:rsidP="00E96105">
            <w:pPr>
              <w:spacing w:line="240" w:lineRule="auto"/>
              <w:rPr>
                <w:szCs w:val="20"/>
              </w:rPr>
            </w:pPr>
            <w:r w:rsidRPr="00C77977">
              <w:rPr>
                <w:szCs w:val="20"/>
              </w:rPr>
              <w:t>100%</w:t>
            </w:r>
          </w:p>
        </w:tc>
      </w:tr>
      <w:tr w:rsidR="00EB52A6" w:rsidRPr="00C77977" w14:paraId="22C69078" w14:textId="77777777" w:rsidTr="518F5EB6">
        <w:tc>
          <w:tcPr>
            <w:tcW w:w="9242" w:type="dxa"/>
            <w:gridSpan w:val="3"/>
            <w:shd w:val="clear" w:color="auto" w:fill="000000" w:themeFill="text1"/>
          </w:tcPr>
          <w:p w14:paraId="01E0A92B" w14:textId="77777777" w:rsidR="00EB52A6" w:rsidRPr="00C77977" w:rsidRDefault="00EB52A6" w:rsidP="00E96105">
            <w:pPr>
              <w:rPr>
                <w:b/>
                <w:szCs w:val="20"/>
              </w:rPr>
            </w:pPr>
            <w:r w:rsidRPr="00C77977">
              <w:rPr>
                <w:b/>
                <w:szCs w:val="20"/>
              </w:rPr>
              <w:t>Ineligible Costs</w:t>
            </w:r>
          </w:p>
        </w:tc>
      </w:tr>
      <w:tr w:rsidR="00EB52A6" w:rsidRPr="00C77977" w14:paraId="7F739AE7" w14:textId="77777777" w:rsidTr="518F5EB6">
        <w:tc>
          <w:tcPr>
            <w:tcW w:w="4361" w:type="dxa"/>
            <w:shd w:val="clear" w:color="auto" w:fill="D9D9D9" w:themeFill="background1" w:themeFillShade="D9"/>
          </w:tcPr>
          <w:p w14:paraId="36A107C4" w14:textId="77777777" w:rsidR="00EB52A6" w:rsidRPr="00C77977" w:rsidRDefault="00EB52A6" w:rsidP="00E96105">
            <w:pPr>
              <w:rPr>
                <w:szCs w:val="20"/>
              </w:rPr>
            </w:pPr>
            <w:r w:rsidRPr="00C77977">
              <w:rPr>
                <w:szCs w:val="20"/>
              </w:rPr>
              <w:t>Funder</w:t>
            </w:r>
          </w:p>
        </w:tc>
        <w:tc>
          <w:tcPr>
            <w:tcW w:w="1984" w:type="dxa"/>
            <w:shd w:val="clear" w:color="auto" w:fill="D9D9D9" w:themeFill="background1" w:themeFillShade="D9"/>
          </w:tcPr>
          <w:p w14:paraId="5AB3AF36" w14:textId="77777777" w:rsidR="00EB52A6" w:rsidRPr="00C77977" w:rsidRDefault="00EB52A6" w:rsidP="00E96105">
            <w:pPr>
              <w:rPr>
                <w:szCs w:val="20"/>
              </w:rPr>
            </w:pPr>
            <w:r w:rsidRPr="00C77977">
              <w:rPr>
                <w:szCs w:val="20"/>
              </w:rPr>
              <w:t>Amount</w:t>
            </w:r>
          </w:p>
        </w:tc>
        <w:tc>
          <w:tcPr>
            <w:tcW w:w="2897" w:type="dxa"/>
            <w:shd w:val="clear" w:color="auto" w:fill="D9D9D9" w:themeFill="background1" w:themeFillShade="D9"/>
          </w:tcPr>
          <w:p w14:paraId="3A558F9F" w14:textId="77777777" w:rsidR="00EB52A6" w:rsidRPr="00C77977" w:rsidRDefault="00EB52A6" w:rsidP="00E96105">
            <w:pPr>
              <w:rPr>
                <w:szCs w:val="20"/>
              </w:rPr>
            </w:pPr>
            <w:r w:rsidRPr="00C77977">
              <w:rPr>
                <w:szCs w:val="20"/>
              </w:rPr>
              <w:t xml:space="preserve">% </w:t>
            </w:r>
            <w:proofErr w:type="gramStart"/>
            <w:r w:rsidRPr="00C77977">
              <w:rPr>
                <w:szCs w:val="20"/>
              </w:rPr>
              <w:t>of</w:t>
            </w:r>
            <w:proofErr w:type="gramEnd"/>
            <w:r w:rsidRPr="00C77977">
              <w:rPr>
                <w:szCs w:val="20"/>
              </w:rPr>
              <w:t xml:space="preserve"> Ineligible Budget</w:t>
            </w:r>
          </w:p>
        </w:tc>
      </w:tr>
      <w:tr w:rsidR="00EB52A6" w:rsidRPr="00C77977" w14:paraId="68654629" w14:textId="77777777" w:rsidTr="518F5EB6">
        <w:tc>
          <w:tcPr>
            <w:tcW w:w="4361" w:type="dxa"/>
          </w:tcPr>
          <w:p w14:paraId="110A8F73" w14:textId="77777777" w:rsidR="00EB52A6" w:rsidRPr="00C77977" w:rsidRDefault="00EB52A6" w:rsidP="00E96105">
            <w:pPr>
              <w:rPr>
                <w:szCs w:val="20"/>
              </w:rPr>
            </w:pPr>
            <w:r w:rsidRPr="00C77977">
              <w:rPr>
                <w:szCs w:val="20"/>
              </w:rPr>
              <w:t>Other Funder/ Applicant</w:t>
            </w:r>
          </w:p>
        </w:tc>
        <w:tc>
          <w:tcPr>
            <w:tcW w:w="1984" w:type="dxa"/>
          </w:tcPr>
          <w:p w14:paraId="5D2DE83F" w14:textId="77777777" w:rsidR="00EB52A6" w:rsidRPr="00C77977" w:rsidRDefault="00EB52A6" w:rsidP="00E96105">
            <w:pPr>
              <w:rPr>
                <w:szCs w:val="20"/>
              </w:rPr>
            </w:pPr>
          </w:p>
        </w:tc>
        <w:tc>
          <w:tcPr>
            <w:tcW w:w="2897" w:type="dxa"/>
          </w:tcPr>
          <w:p w14:paraId="45339EF0" w14:textId="77777777" w:rsidR="00EB52A6" w:rsidRPr="00C77977" w:rsidRDefault="00EB52A6" w:rsidP="00E96105">
            <w:pPr>
              <w:rPr>
                <w:szCs w:val="20"/>
              </w:rPr>
            </w:pPr>
          </w:p>
        </w:tc>
      </w:tr>
      <w:tr w:rsidR="00EB52A6" w:rsidRPr="00C77977" w14:paraId="5B63FCF3" w14:textId="77777777" w:rsidTr="518F5EB6">
        <w:tc>
          <w:tcPr>
            <w:tcW w:w="4361" w:type="dxa"/>
          </w:tcPr>
          <w:p w14:paraId="10417F18" w14:textId="77777777" w:rsidR="00EB52A6" w:rsidRPr="00C77977" w:rsidRDefault="00EB52A6" w:rsidP="00E96105">
            <w:pPr>
              <w:rPr>
                <w:szCs w:val="20"/>
              </w:rPr>
            </w:pPr>
          </w:p>
        </w:tc>
        <w:tc>
          <w:tcPr>
            <w:tcW w:w="1984" w:type="dxa"/>
          </w:tcPr>
          <w:p w14:paraId="3BB57A49" w14:textId="77777777" w:rsidR="00EB52A6" w:rsidRPr="00C77977" w:rsidRDefault="00EB52A6" w:rsidP="00E96105">
            <w:pPr>
              <w:rPr>
                <w:szCs w:val="20"/>
              </w:rPr>
            </w:pPr>
          </w:p>
        </w:tc>
        <w:tc>
          <w:tcPr>
            <w:tcW w:w="2897" w:type="dxa"/>
          </w:tcPr>
          <w:p w14:paraId="3C210FB2" w14:textId="77777777" w:rsidR="00EB52A6" w:rsidRPr="00C77977" w:rsidRDefault="00EB52A6" w:rsidP="00E96105">
            <w:pPr>
              <w:rPr>
                <w:szCs w:val="20"/>
              </w:rPr>
            </w:pPr>
          </w:p>
        </w:tc>
      </w:tr>
      <w:tr w:rsidR="00EB52A6" w:rsidRPr="00C77977" w14:paraId="2FDC9AFD" w14:textId="77777777" w:rsidTr="518F5EB6">
        <w:tc>
          <w:tcPr>
            <w:tcW w:w="4361" w:type="dxa"/>
            <w:tcBorders>
              <w:bottom w:val="single" w:sz="4" w:space="0" w:color="auto"/>
            </w:tcBorders>
          </w:tcPr>
          <w:p w14:paraId="25EBD597" w14:textId="77777777" w:rsidR="00EB52A6" w:rsidRPr="00C77977" w:rsidRDefault="00EB52A6" w:rsidP="00E96105">
            <w:pPr>
              <w:spacing w:line="240" w:lineRule="auto"/>
              <w:rPr>
                <w:szCs w:val="20"/>
              </w:rPr>
            </w:pPr>
          </w:p>
        </w:tc>
        <w:tc>
          <w:tcPr>
            <w:tcW w:w="1984" w:type="dxa"/>
            <w:tcBorders>
              <w:bottom w:val="single" w:sz="4" w:space="0" w:color="auto"/>
            </w:tcBorders>
          </w:tcPr>
          <w:p w14:paraId="636DB721" w14:textId="77777777" w:rsidR="00EB52A6" w:rsidRPr="00C77977" w:rsidRDefault="00EB52A6" w:rsidP="00E96105">
            <w:pPr>
              <w:spacing w:line="240" w:lineRule="auto"/>
              <w:rPr>
                <w:szCs w:val="20"/>
              </w:rPr>
            </w:pPr>
          </w:p>
        </w:tc>
        <w:tc>
          <w:tcPr>
            <w:tcW w:w="2897" w:type="dxa"/>
            <w:tcBorders>
              <w:bottom w:val="single" w:sz="4" w:space="0" w:color="auto"/>
            </w:tcBorders>
          </w:tcPr>
          <w:p w14:paraId="03174C73" w14:textId="77777777" w:rsidR="00EB52A6" w:rsidRPr="00C77977" w:rsidRDefault="00EB52A6" w:rsidP="00E96105">
            <w:pPr>
              <w:spacing w:line="240" w:lineRule="auto"/>
              <w:rPr>
                <w:szCs w:val="20"/>
              </w:rPr>
            </w:pPr>
          </w:p>
        </w:tc>
      </w:tr>
      <w:tr w:rsidR="00EB52A6" w:rsidRPr="00C77977" w14:paraId="3E6ACDB0" w14:textId="77777777" w:rsidTr="518F5EB6">
        <w:tc>
          <w:tcPr>
            <w:tcW w:w="4361" w:type="dxa"/>
            <w:tcBorders>
              <w:bottom w:val="single" w:sz="4" w:space="0" w:color="auto"/>
            </w:tcBorders>
            <w:shd w:val="clear" w:color="auto" w:fill="D9D9D9" w:themeFill="background1" w:themeFillShade="D9"/>
          </w:tcPr>
          <w:p w14:paraId="3D32B321" w14:textId="77777777" w:rsidR="00EB52A6" w:rsidRPr="00C77977" w:rsidRDefault="00EB52A6" w:rsidP="00E96105">
            <w:pPr>
              <w:rPr>
                <w:szCs w:val="20"/>
              </w:rPr>
            </w:pPr>
            <w:r w:rsidRPr="00C77977">
              <w:rPr>
                <w:szCs w:val="20"/>
              </w:rPr>
              <w:t>Total Ineligible Costs</w:t>
            </w:r>
          </w:p>
        </w:tc>
        <w:tc>
          <w:tcPr>
            <w:tcW w:w="1984" w:type="dxa"/>
            <w:tcBorders>
              <w:bottom w:val="single" w:sz="4" w:space="0" w:color="auto"/>
            </w:tcBorders>
            <w:shd w:val="clear" w:color="auto" w:fill="D9D9D9" w:themeFill="background1" w:themeFillShade="D9"/>
          </w:tcPr>
          <w:p w14:paraId="5D0ED3F3" w14:textId="77777777" w:rsidR="00EB52A6" w:rsidRPr="00C77977" w:rsidRDefault="00EB52A6" w:rsidP="00E96105">
            <w:pPr>
              <w:spacing w:line="240" w:lineRule="auto"/>
              <w:rPr>
                <w:szCs w:val="20"/>
              </w:rPr>
            </w:pPr>
          </w:p>
        </w:tc>
        <w:tc>
          <w:tcPr>
            <w:tcW w:w="2897" w:type="dxa"/>
            <w:tcBorders>
              <w:bottom w:val="single" w:sz="4" w:space="0" w:color="auto"/>
            </w:tcBorders>
            <w:shd w:val="clear" w:color="auto" w:fill="D9D9D9" w:themeFill="background1" w:themeFillShade="D9"/>
          </w:tcPr>
          <w:p w14:paraId="1CE5FEC0" w14:textId="77777777" w:rsidR="00EB52A6" w:rsidRPr="00C77977" w:rsidRDefault="00EB52A6" w:rsidP="00E96105">
            <w:pPr>
              <w:spacing w:line="240" w:lineRule="auto"/>
              <w:rPr>
                <w:szCs w:val="20"/>
              </w:rPr>
            </w:pPr>
            <w:r w:rsidRPr="00C77977">
              <w:rPr>
                <w:szCs w:val="20"/>
              </w:rPr>
              <w:t>100%</w:t>
            </w:r>
          </w:p>
        </w:tc>
      </w:tr>
      <w:tr w:rsidR="00EB52A6" w:rsidRPr="00C77977" w14:paraId="44FEBEDE" w14:textId="77777777" w:rsidTr="518F5EB6">
        <w:trPr>
          <w:gridAfter w:val="1"/>
          <w:wAfter w:w="2897" w:type="dxa"/>
        </w:trPr>
        <w:tc>
          <w:tcPr>
            <w:tcW w:w="4361" w:type="dxa"/>
            <w:shd w:val="clear" w:color="auto" w:fill="FFFFFF" w:themeFill="background1"/>
          </w:tcPr>
          <w:p w14:paraId="2261ACC9" w14:textId="77777777" w:rsidR="00EB52A6" w:rsidRPr="00C77977" w:rsidRDefault="00EB52A6" w:rsidP="00E96105">
            <w:pPr>
              <w:rPr>
                <w:b/>
                <w:szCs w:val="20"/>
              </w:rPr>
            </w:pPr>
            <w:r w:rsidRPr="00C77977">
              <w:rPr>
                <w:b/>
                <w:szCs w:val="20"/>
              </w:rPr>
              <w:t>Total Budget</w:t>
            </w:r>
          </w:p>
        </w:tc>
        <w:tc>
          <w:tcPr>
            <w:tcW w:w="1984" w:type="dxa"/>
            <w:shd w:val="clear" w:color="auto" w:fill="FFFFFF" w:themeFill="background1"/>
          </w:tcPr>
          <w:p w14:paraId="182E5850" w14:textId="77777777" w:rsidR="00EB52A6" w:rsidRPr="00C77977" w:rsidRDefault="00EB52A6" w:rsidP="00E96105">
            <w:pPr>
              <w:rPr>
                <w:b/>
                <w:szCs w:val="20"/>
              </w:rPr>
            </w:pPr>
          </w:p>
        </w:tc>
      </w:tr>
      <w:bookmarkEnd w:id="3"/>
    </w:tbl>
    <w:p w14:paraId="2C9E6EB8" w14:textId="66332CD3" w:rsidR="006507AE" w:rsidRDefault="006507AE" w:rsidP="485CCD2C">
      <w:pPr>
        <w:spacing w:after="240" w:line="240" w:lineRule="auto"/>
        <w:rPr>
          <w:rFonts w:cs="Times New Roman"/>
          <w:b/>
          <w:bCs/>
          <w:sz w:val="24"/>
          <w:szCs w:val="24"/>
        </w:rPr>
      </w:pPr>
      <w:r>
        <w:br w:type="page"/>
      </w:r>
    </w:p>
    <w:p w14:paraId="7EEF26A9" w14:textId="37149B81" w:rsidR="007A2D21" w:rsidRPr="001C6E05" w:rsidRDefault="007A2D21" w:rsidP="00250186">
      <w:pPr>
        <w:pStyle w:val="Heading2"/>
        <w:numPr>
          <w:ilvl w:val="0"/>
          <w:numId w:val="9"/>
        </w:numPr>
      </w:pPr>
      <w:bookmarkStart w:id="8" w:name="_Toc43883060"/>
      <w:r>
        <w:lastRenderedPageBreak/>
        <w:t>Declaration</w:t>
      </w:r>
      <w:bookmarkEnd w:id="8"/>
    </w:p>
    <w:p w14:paraId="27DBEC50" w14:textId="77777777" w:rsidR="00525F1D" w:rsidRDefault="00525F1D" w:rsidP="007A2D21"/>
    <w:p w14:paraId="775AB3B9" w14:textId="5AA1BD7D" w:rsidR="28AF5439" w:rsidRDefault="28AF5439" w:rsidP="58F25E71">
      <w:r>
        <w:t>To be signed by two authorised signatories:</w:t>
      </w:r>
    </w:p>
    <w:p w14:paraId="15914C20" w14:textId="0F5F405F" w:rsidR="58F25E71" w:rsidRDefault="58F25E71" w:rsidP="58F25E71"/>
    <w:p w14:paraId="37AB0CD8" w14:textId="2DBC3221" w:rsidR="007A2D21" w:rsidRDefault="007A2D21" w:rsidP="007A2D21">
      <w:r>
        <w:t>We have read the award conditions and guidelines and agree to be bound by them.</w:t>
      </w:r>
    </w:p>
    <w:p w14:paraId="3818803A" w14:textId="77777777" w:rsidR="00C61DCA" w:rsidRDefault="00C61DCA" w:rsidP="007A2D21"/>
    <w:p w14:paraId="1EFC0F08" w14:textId="77777777" w:rsidR="007A2D21" w:rsidRDefault="007A2D21" w:rsidP="007A2D21">
      <w:r>
        <w:t xml:space="preserve">We certify that the information in </w:t>
      </w:r>
      <w:r w:rsidR="00CE1AFA">
        <w:t>th</w:t>
      </w:r>
      <w:r>
        <w:t>is application is correct to best of our knowledge.</w:t>
      </w:r>
    </w:p>
    <w:p w14:paraId="46D97734" w14:textId="77777777" w:rsidR="007A2D21" w:rsidRDefault="007A2D21" w:rsidP="007A2D21"/>
    <w:p w14:paraId="1FBEE2CE" w14:textId="77777777" w:rsidR="00DD4D62" w:rsidRDefault="00DD4D62" w:rsidP="007A2D21">
      <w:r>
        <w:t>I declare that the information given in this form is correct and true.</w:t>
      </w:r>
    </w:p>
    <w:p w14:paraId="790FB54D" w14:textId="77777777" w:rsidR="00B632AD" w:rsidRDefault="00B632AD" w:rsidP="007A2D21"/>
    <w:p w14:paraId="6AAB3B37" w14:textId="313CBC9C" w:rsidR="00DD4D62" w:rsidRDefault="00DD4D62" w:rsidP="007A2D21">
      <w:r>
        <w:t xml:space="preserve">I confirm I have read and fully understand the Terms and Conditions of the </w:t>
      </w:r>
      <w:r w:rsidR="00B632AD">
        <w:t>Funding Initiative</w:t>
      </w:r>
      <w:r>
        <w:t xml:space="preserve"> </w:t>
      </w:r>
      <w:r w:rsidR="00982856">
        <w:t>as set out on the guidelines.</w:t>
      </w:r>
    </w:p>
    <w:p w14:paraId="460B8AB7" w14:textId="77777777" w:rsidR="00DD4D62" w:rsidRDefault="00DD4D62" w:rsidP="007A2D21"/>
    <w:p w14:paraId="43D5713C" w14:textId="77777777" w:rsidR="00DD4D62" w:rsidRDefault="00DD4D62" w:rsidP="007A2D21">
      <w:r>
        <w:t>I confirm that this grant application is submitted in acceptance and compliance with the Terms and Conditions</w:t>
      </w:r>
      <w:r w:rsidR="00605E5B">
        <w:t>.</w:t>
      </w:r>
    </w:p>
    <w:p w14:paraId="6E65F412" w14:textId="77777777" w:rsidR="00DD4D62" w:rsidRDefault="00DD4D62" w:rsidP="007A2D21"/>
    <w:p w14:paraId="5851383F" w14:textId="77777777" w:rsidR="00DD4D62" w:rsidRDefault="00DD4D62" w:rsidP="007A2D21"/>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0"/>
        <w:gridCol w:w="6092"/>
      </w:tblGrid>
      <w:tr w:rsidR="007A2D21" w:rsidRPr="00812DBA" w14:paraId="568B948D" w14:textId="77777777" w:rsidTr="12CF1837">
        <w:tc>
          <w:tcPr>
            <w:tcW w:w="9242" w:type="dxa"/>
            <w:gridSpan w:val="2"/>
            <w:shd w:val="clear" w:color="auto" w:fill="F2F2F2" w:themeFill="background1" w:themeFillShade="F2"/>
          </w:tcPr>
          <w:p w14:paraId="3EE79D55" w14:textId="21DB740F" w:rsidR="007A2D21" w:rsidRPr="00812DBA" w:rsidRDefault="007A2D21" w:rsidP="007D06A7">
            <w:pPr>
              <w:keepNext/>
              <w:spacing w:line="280" w:lineRule="exact"/>
              <w:jc w:val="both"/>
              <w:outlineLvl w:val="8"/>
            </w:pPr>
            <w:r>
              <w:t>Authorised Si</w:t>
            </w:r>
            <w:r w:rsidR="000055A7">
              <w:t>gnatory</w:t>
            </w:r>
            <w:r w:rsidR="498DC8D0">
              <w:t xml:space="preserve"> 1 </w:t>
            </w:r>
          </w:p>
        </w:tc>
      </w:tr>
      <w:tr w:rsidR="000055A7" w:rsidRPr="00812DBA" w14:paraId="74EC6BFB" w14:textId="77777777" w:rsidTr="12CF1837">
        <w:tc>
          <w:tcPr>
            <w:tcW w:w="3150" w:type="dxa"/>
          </w:tcPr>
          <w:p w14:paraId="43CEDAC9" w14:textId="77777777" w:rsidR="000055A7" w:rsidRPr="00812DBA" w:rsidRDefault="000055A7" w:rsidP="007A4D51">
            <w:pPr>
              <w:jc w:val="both"/>
              <w:rPr>
                <w:szCs w:val="20"/>
              </w:rPr>
            </w:pPr>
            <w:r>
              <w:rPr>
                <w:szCs w:val="20"/>
              </w:rPr>
              <w:t>N</w:t>
            </w:r>
            <w:r w:rsidR="007A4D51">
              <w:rPr>
                <w:szCs w:val="20"/>
              </w:rPr>
              <w:t>AME IN BLOCK CAPITALS</w:t>
            </w:r>
          </w:p>
        </w:tc>
        <w:tc>
          <w:tcPr>
            <w:tcW w:w="6092" w:type="dxa"/>
          </w:tcPr>
          <w:p w14:paraId="35B261FE" w14:textId="55A7BE5E" w:rsidR="000055A7" w:rsidRPr="00812DBA" w:rsidRDefault="000055A7" w:rsidP="007D06A7">
            <w:pPr>
              <w:jc w:val="both"/>
            </w:pPr>
          </w:p>
          <w:p w14:paraId="497D6517" w14:textId="1600EFC0" w:rsidR="000055A7" w:rsidRPr="00812DBA" w:rsidRDefault="000055A7" w:rsidP="58F25E71">
            <w:pPr>
              <w:jc w:val="both"/>
            </w:pPr>
          </w:p>
          <w:p w14:paraId="71AC2AA2" w14:textId="182F0E78" w:rsidR="000055A7" w:rsidRPr="00812DBA" w:rsidRDefault="000055A7" w:rsidP="58F25E71">
            <w:pPr>
              <w:jc w:val="both"/>
            </w:pPr>
          </w:p>
        </w:tc>
      </w:tr>
      <w:tr w:rsidR="58F25E71" w14:paraId="1D77E805" w14:textId="77777777" w:rsidTr="12CF1837">
        <w:tc>
          <w:tcPr>
            <w:tcW w:w="9242" w:type="dxa"/>
            <w:gridSpan w:val="2"/>
          </w:tcPr>
          <w:p w14:paraId="6E30684C" w14:textId="037DF8E1" w:rsidR="2A567858" w:rsidRDefault="66FA709C" w:rsidP="58F25E71">
            <w:pPr>
              <w:jc w:val="both"/>
            </w:pPr>
            <w:r>
              <w:t>Signature:</w:t>
            </w:r>
          </w:p>
          <w:p w14:paraId="47D30C7C" w14:textId="12706410" w:rsidR="58F25E71" w:rsidRDefault="58F25E71" w:rsidP="58F25E71">
            <w:pPr>
              <w:jc w:val="both"/>
            </w:pPr>
          </w:p>
          <w:p w14:paraId="46DDB377" w14:textId="01528D32" w:rsidR="58F25E71" w:rsidRDefault="58F25E71" w:rsidP="58F25E71">
            <w:pPr>
              <w:jc w:val="both"/>
            </w:pPr>
          </w:p>
        </w:tc>
      </w:tr>
    </w:tbl>
    <w:p w14:paraId="2977E13C" w14:textId="53978A05" w:rsidR="000055A7" w:rsidRDefault="000055A7" w:rsidP="12CF1837"/>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6159"/>
      </w:tblGrid>
      <w:tr w:rsidR="58F25E71" w14:paraId="062FCC8D" w14:textId="77777777" w:rsidTr="0082491D">
        <w:tc>
          <w:tcPr>
            <w:tcW w:w="9209" w:type="dxa"/>
            <w:gridSpan w:val="2"/>
            <w:shd w:val="clear" w:color="auto" w:fill="F2F2F2" w:themeFill="background1" w:themeFillShade="F2"/>
          </w:tcPr>
          <w:p w14:paraId="41ED5D9B" w14:textId="4195AE3F" w:rsidR="58F25E71" w:rsidRDefault="58F25E71" w:rsidP="58F25E71">
            <w:pPr>
              <w:spacing w:line="280" w:lineRule="exact"/>
              <w:jc w:val="both"/>
              <w:outlineLvl w:val="8"/>
            </w:pPr>
            <w:r>
              <w:t xml:space="preserve">Authorised Signatory </w:t>
            </w:r>
            <w:r w:rsidR="33B73680">
              <w:t>2</w:t>
            </w:r>
          </w:p>
        </w:tc>
      </w:tr>
      <w:tr w:rsidR="58F25E71" w14:paraId="27707BA6" w14:textId="77777777" w:rsidTr="0082491D">
        <w:tc>
          <w:tcPr>
            <w:tcW w:w="3050" w:type="dxa"/>
          </w:tcPr>
          <w:p w14:paraId="7E59EBB5" w14:textId="77777777" w:rsidR="58F25E71" w:rsidRDefault="58F25E71" w:rsidP="58F25E71">
            <w:pPr>
              <w:jc w:val="both"/>
            </w:pPr>
            <w:r>
              <w:t>NAME IN BLOCK CAPITALS</w:t>
            </w:r>
          </w:p>
        </w:tc>
        <w:tc>
          <w:tcPr>
            <w:tcW w:w="6159" w:type="dxa"/>
          </w:tcPr>
          <w:p w14:paraId="3F20F831" w14:textId="5D3C5ED6" w:rsidR="58F25E71" w:rsidRDefault="58F25E71" w:rsidP="58F25E71">
            <w:pPr>
              <w:jc w:val="both"/>
            </w:pPr>
          </w:p>
          <w:p w14:paraId="4C5B919F" w14:textId="10C47DE9" w:rsidR="58F25E71" w:rsidRDefault="58F25E71" w:rsidP="58F25E71">
            <w:pPr>
              <w:jc w:val="both"/>
            </w:pPr>
          </w:p>
          <w:p w14:paraId="2422DDA4" w14:textId="190FBFF2" w:rsidR="58F25E71" w:rsidRDefault="58F25E71" w:rsidP="58F25E71">
            <w:pPr>
              <w:jc w:val="both"/>
            </w:pPr>
          </w:p>
        </w:tc>
      </w:tr>
      <w:tr w:rsidR="58F25E71" w14:paraId="3B8CB0F9" w14:textId="77777777" w:rsidTr="0082491D">
        <w:tc>
          <w:tcPr>
            <w:tcW w:w="9209" w:type="dxa"/>
            <w:gridSpan w:val="2"/>
          </w:tcPr>
          <w:p w14:paraId="775F604A" w14:textId="5DBD81FA" w:rsidR="0E31FD2B" w:rsidRDefault="24381DE6" w:rsidP="58F25E71">
            <w:pPr>
              <w:jc w:val="both"/>
            </w:pPr>
            <w:r>
              <w:t>Signature:</w:t>
            </w:r>
          </w:p>
          <w:p w14:paraId="50D94A20" w14:textId="091EE8FD" w:rsidR="58F25E71" w:rsidRDefault="58F25E71" w:rsidP="58F25E71">
            <w:pPr>
              <w:jc w:val="both"/>
            </w:pPr>
          </w:p>
          <w:p w14:paraId="34B46F93" w14:textId="05298F8D" w:rsidR="58F25E71" w:rsidRDefault="58F25E71" w:rsidP="58F25E71">
            <w:pPr>
              <w:jc w:val="both"/>
            </w:pPr>
          </w:p>
        </w:tc>
      </w:tr>
    </w:tbl>
    <w:p w14:paraId="770893F5" w14:textId="3D8B1973" w:rsidR="007A4D51" w:rsidRDefault="007A4D51" w:rsidP="58F25E71"/>
    <w:p w14:paraId="1F21240E" w14:textId="550A4DED" w:rsidR="007A4D51" w:rsidRDefault="007A4D51" w:rsidP="000055A7"/>
    <w:p w14:paraId="3EF339F4" w14:textId="421926DF" w:rsidR="000C16F1" w:rsidRDefault="000C16F1" w:rsidP="12CF1837"/>
    <w:p w14:paraId="63C04FCD" w14:textId="77777777" w:rsidR="006507AE" w:rsidRDefault="006507AE" w:rsidP="000055A7"/>
    <w:p w14:paraId="14031225" w14:textId="121F6F59" w:rsidR="000055A7" w:rsidRDefault="000055A7" w:rsidP="000055A7">
      <w:r>
        <w:t xml:space="preserve">Date: </w:t>
      </w:r>
      <w:r w:rsidR="006507AE">
        <w:softHyphen/>
      </w:r>
      <w:r w:rsidR="006507AE">
        <w:softHyphen/>
      </w:r>
      <w:r w:rsidR="006507AE">
        <w:softHyphen/>
      </w:r>
      <w:r w:rsidR="006507AE">
        <w:softHyphen/>
      </w:r>
      <w:r>
        <w:t>_____________________</w:t>
      </w:r>
    </w:p>
    <w:p w14:paraId="54DBDA60" w14:textId="77777777" w:rsidR="001067BD" w:rsidRPr="00AC3D7C" w:rsidRDefault="000B5C23" w:rsidP="00B8606F">
      <w:pPr>
        <w:rPr>
          <w:bCs/>
          <w:i/>
          <w:iCs/>
        </w:rPr>
      </w:pPr>
      <w:r w:rsidRPr="00812DBA">
        <w:br w:type="page"/>
      </w:r>
    </w:p>
    <w:p w14:paraId="115572EA" w14:textId="77777777" w:rsidR="001067BD" w:rsidRDefault="001067BD" w:rsidP="001067BD">
      <w:pPr>
        <w:autoSpaceDE w:val="0"/>
        <w:autoSpaceDN w:val="0"/>
        <w:adjustRightInd w:val="0"/>
        <w:rPr>
          <w:color w:val="000000"/>
          <w:szCs w:val="20"/>
          <w:lang w:val="en-IE"/>
        </w:rPr>
      </w:pPr>
    </w:p>
    <w:p w14:paraId="16262CEA" w14:textId="77777777" w:rsidR="001067BD" w:rsidRDefault="001067BD" w:rsidP="001067BD">
      <w:pPr>
        <w:rPr>
          <w:rFonts w:cs="Times New Roman"/>
          <w:b/>
          <w:lang w:val="en-US"/>
        </w:rPr>
      </w:pPr>
    </w:p>
    <w:p w14:paraId="5195BF6F" w14:textId="77777777" w:rsidR="002138F9" w:rsidRPr="00812DBA" w:rsidRDefault="002138F9" w:rsidP="001067BD">
      <w:pPr>
        <w:pStyle w:val="BodyText"/>
        <w:spacing w:line="280" w:lineRule="exact"/>
        <w:rPr>
          <w:rFonts w:ascii="Arial" w:hAnsi="Arial" w:cs="Arial"/>
          <w:b/>
          <w:sz w:val="20"/>
        </w:rPr>
      </w:pPr>
    </w:p>
    <w:p w14:paraId="78DDE887" w14:textId="77777777" w:rsidR="002138F9" w:rsidRPr="00812DBA" w:rsidRDefault="002138F9" w:rsidP="002138F9">
      <w:pPr>
        <w:pStyle w:val="BodyText"/>
        <w:spacing w:line="280" w:lineRule="exact"/>
        <w:jc w:val="center"/>
        <w:rPr>
          <w:rFonts w:ascii="Arial" w:hAnsi="Arial" w:cs="Arial"/>
          <w:b/>
          <w:sz w:val="20"/>
        </w:rPr>
      </w:pPr>
    </w:p>
    <w:p w14:paraId="742E6FC3" w14:textId="77777777" w:rsidR="002138F9" w:rsidRPr="00812DBA" w:rsidRDefault="002138F9" w:rsidP="002138F9">
      <w:pPr>
        <w:pStyle w:val="BodyText"/>
        <w:spacing w:line="280" w:lineRule="exact"/>
        <w:jc w:val="center"/>
        <w:rPr>
          <w:rFonts w:ascii="Arial" w:hAnsi="Arial" w:cs="Arial"/>
          <w:b/>
          <w:sz w:val="20"/>
        </w:rPr>
      </w:pPr>
    </w:p>
    <w:p w14:paraId="34827B42" w14:textId="77777777" w:rsidR="002138F9" w:rsidRPr="00812DBA" w:rsidRDefault="002138F9" w:rsidP="002138F9">
      <w:pPr>
        <w:pStyle w:val="BodyText"/>
        <w:spacing w:line="280" w:lineRule="exact"/>
        <w:jc w:val="center"/>
        <w:rPr>
          <w:rFonts w:ascii="Arial" w:hAnsi="Arial" w:cs="Arial"/>
          <w:b/>
          <w:sz w:val="20"/>
        </w:rPr>
      </w:pPr>
    </w:p>
    <w:p w14:paraId="0CBF70B7" w14:textId="77777777" w:rsidR="002138F9" w:rsidRPr="00812DBA" w:rsidRDefault="002138F9" w:rsidP="002138F9">
      <w:pPr>
        <w:pStyle w:val="BodyText"/>
        <w:spacing w:line="280" w:lineRule="exact"/>
        <w:jc w:val="center"/>
        <w:rPr>
          <w:rFonts w:ascii="Arial" w:hAnsi="Arial" w:cs="Arial"/>
          <w:b/>
          <w:sz w:val="20"/>
        </w:rPr>
      </w:pPr>
    </w:p>
    <w:p w14:paraId="2753D8E0" w14:textId="77777777" w:rsidR="002138F9" w:rsidRPr="00812DBA" w:rsidRDefault="002138F9" w:rsidP="002138F9">
      <w:pPr>
        <w:pStyle w:val="BodyText"/>
        <w:spacing w:line="280" w:lineRule="exact"/>
        <w:jc w:val="center"/>
        <w:rPr>
          <w:rFonts w:ascii="Arial" w:hAnsi="Arial" w:cs="Arial"/>
          <w:b/>
          <w:sz w:val="20"/>
        </w:rPr>
      </w:pPr>
    </w:p>
    <w:p w14:paraId="56B3CC49" w14:textId="77777777" w:rsidR="002138F9" w:rsidRPr="00812DBA" w:rsidRDefault="002138F9" w:rsidP="002138F9">
      <w:pPr>
        <w:pStyle w:val="BodyText"/>
        <w:spacing w:line="280" w:lineRule="exact"/>
        <w:jc w:val="center"/>
        <w:rPr>
          <w:rFonts w:ascii="Arial" w:hAnsi="Arial" w:cs="Arial"/>
          <w:b/>
          <w:sz w:val="20"/>
        </w:rPr>
      </w:pPr>
    </w:p>
    <w:p w14:paraId="4AB0EE3A" w14:textId="77777777" w:rsidR="002138F9" w:rsidRPr="00812DBA" w:rsidRDefault="002138F9" w:rsidP="002138F9">
      <w:pPr>
        <w:pStyle w:val="BodyText"/>
        <w:spacing w:line="280" w:lineRule="exact"/>
        <w:jc w:val="center"/>
        <w:rPr>
          <w:rFonts w:ascii="Arial" w:hAnsi="Arial" w:cs="Arial"/>
          <w:b/>
          <w:sz w:val="20"/>
        </w:rPr>
      </w:pPr>
    </w:p>
    <w:p w14:paraId="00AFFB85" w14:textId="77777777" w:rsidR="002138F9" w:rsidRPr="00812DBA" w:rsidRDefault="002138F9" w:rsidP="002138F9">
      <w:pPr>
        <w:pStyle w:val="BodyText"/>
        <w:spacing w:line="280" w:lineRule="exact"/>
        <w:jc w:val="center"/>
        <w:rPr>
          <w:rFonts w:ascii="Arial" w:hAnsi="Arial" w:cs="Arial"/>
          <w:b/>
          <w:sz w:val="20"/>
        </w:rPr>
      </w:pPr>
    </w:p>
    <w:p w14:paraId="7A50C5A0" w14:textId="77777777" w:rsidR="002138F9" w:rsidRPr="00812DBA" w:rsidRDefault="002138F9" w:rsidP="002138F9">
      <w:pPr>
        <w:pStyle w:val="BodyText"/>
        <w:spacing w:line="280" w:lineRule="exact"/>
        <w:jc w:val="center"/>
        <w:rPr>
          <w:rFonts w:ascii="Arial" w:hAnsi="Arial" w:cs="Arial"/>
          <w:b/>
          <w:sz w:val="20"/>
        </w:rPr>
      </w:pPr>
    </w:p>
    <w:p w14:paraId="07BA80B1" w14:textId="77777777" w:rsidR="002138F9" w:rsidRPr="00812DBA" w:rsidRDefault="002138F9" w:rsidP="002138F9">
      <w:pPr>
        <w:pStyle w:val="BodyText"/>
        <w:spacing w:line="280" w:lineRule="exact"/>
        <w:jc w:val="center"/>
        <w:rPr>
          <w:rFonts w:ascii="Arial" w:hAnsi="Arial" w:cs="Arial"/>
          <w:b/>
          <w:sz w:val="20"/>
        </w:rPr>
      </w:pPr>
    </w:p>
    <w:p w14:paraId="18E7C52B" w14:textId="77777777" w:rsidR="002138F9" w:rsidRPr="00812DBA" w:rsidRDefault="002138F9" w:rsidP="002138F9">
      <w:pPr>
        <w:pStyle w:val="BodyText"/>
        <w:spacing w:line="280" w:lineRule="exact"/>
        <w:jc w:val="center"/>
        <w:rPr>
          <w:rFonts w:ascii="Arial" w:hAnsi="Arial" w:cs="Arial"/>
          <w:b/>
          <w:sz w:val="20"/>
        </w:rPr>
      </w:pPr>
    </w:p>
    <w:p w14:paraId="0E83C550" w14:textId="77777777" w:rsidR="002138F9" w:rsidRPr="00812DBA" w:rsidRDefault="002138F9" w:rsidP="002138F9">
      <w:pPr>
        <w:pStyle w:val="BodyText"/>
        <w:spacing w:line="280" w:lineRule="exact"/>
        <w:jc w:val="center"/>
        <w:rPr>
          <w:rFonts w:ascii="Arial" w:hAnsi="Arial" w:cs="Arial"/>
          <w:b/>
          <w:sz w:val="20"/>
        </w:rPr>
      </w:pPr>
    </w:p>
    <w:p w14:paraId="70353480" w14:textId="77777777" w:rsidR="002138F9" w:rsidRPr="00812DBA" w:rsidRDefault="002138F9" w:rsidP="002138F9">
      <w:pPr>
        <w:pStyle w:val="BodyText"/>
        <w:spacing w:line="280" w:lineRule="exact"/>
        <w:jc w:val="center"/>
        <w:rPr>
          <w:rFonts w:ascii="Arial" w:hAnsi="Arial" w:cs="Arial"/>
          <w:b/>
          <w:sz w:val="20"/>
        </w:rPr>
      </w:pPr>
    </w:p>
    <w:p w14:paraId="442BF34F" w14:textId="77777777" w:rsidR="002138F9" w:rsidRPr="00812DBA" w:rsidRDefault="002138F9" w:rsidP="002138F9">
      <w:pPr>
        <w:pStyle w:val="BodyText"/>
        <w:spacing w:line="280" w:lineRule="exact"/>
        <w:jc w:val="center"/>
        <w:rPr>
          <w:rFonts w:ascii="Arial" w:hAnsi="Arial" w:cs="Arial"/>
          <w:b/>
          <w:sz w:val="20"/>
        </w:rPr>
      </w:pPr>
    </w:p>
    <w:p w14:paraId="6521EB40" w14:textId="77777777" w:rsidR="002138F9" w:rsidRPr="00812DBA" w:rsidRDefault="002138F9" w:rsidP="002138F9">
      <w:pPr>
        <w:pStyle w:val="BodyText"/>
        <w:spacing w:line="280" w:lineRule="exact"/>
        <w:jc w:val="center"/>
        <w:rPr>
          <w:rFonts w:ascii="Arial" w:hAnsi="Arial" w:cs="Arial"/>
          <w:b/>
          <w:sz w:val="20"/>
        </w:rPr>
      </w:pPr>
      <w:r w:rsidRPr="00812DBA">
        <w:rPr>
          <w:rFonts w:ascii="Arial" w:hAnsi="Arial" w:cs="Arial"/>
          <w:b/>
          <w:sz w:val="20"/>
        </w:rPr>
        <w:t>The Broadcasting Authority of Ireland</w:t>
      </w:r>
    </w:p>
    <w:p w14:paraId="614AD003"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2-5 Warrington Place</w:t>
      </w:r>
    </w:p>
    <w:p w14:paraId="0E1AF429"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 xml:space="preserve">Dublin </w:t>
      </w:r>
      <w:r w:rsidR="00C94E94">
        <w:rPr>
          <w:rFonts w:ascii="Arial" w:hAnsi="Arial" w:cs="Arial"/>
          <w:sz w:val="20"/>
        </w:rPr>
        <w:t>D0</w:t>
      </w:r>
      <w:r w:rsidRPr="00812DBA">
        <w:rPr>
          <w:rFonts w:ascii="Arial" w:hAnsi="Arial" w:cs="Arial"/>
          <w:sz w:val="20"/>
        </w:rPr>
        <w:t>2</w:t>
      </w:r>
      <w:r w:rsidR="00C94E94">
        <w:rPr>
          <w:rFonts w:ascii="Arial" w:hAnsi="Arial" w:cs="Arial"/>
          <w:sz w:val="20"/>
        </w:rPr>
        <w:t xml:space="preserve"> XP29</w:t>
      </w:r>
      <w:r w:rsidRPr="00812DBA">
        <w:rPr>
          <w:rFonts w:ascii="Arial" w:hAnsi="Arial" w:cs="Arial"/>
          <w:sz w:val="20"/>
        </w:rPr>
        <w:t>.</w:t>
      </w:r>
    </w:p>
    <w:p w14:paraId="3B15800B" w14:textId="77777777" w:rsidR="002138F9" w:rsidRPr="00812DBA" w:rsidRDefault="002138F9" w:rsidP="002138F9">
      <w:pPr>
        <w:pStyle w:val="BodyText"/>
        <w:spacing w:line="280" w:lineRule="exact"/>
        <w:jc w:val="center"/>
        <w:rPr>
          <w:rFonts w:ascii="Arial" w:hAnsi="Arial" w:cs="Arial"/>
          <w:sz w:val="20"/>
        </w:rPr>
      </w:pPr>
    </w:p>
    <w:p w14:paraId="42DDF3D9"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Telephone:  01 644 1200</w:t>
      </w:r>
    </w:p>
    <w:p w14:paraId="57E09B1B"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Fax:  01 644 1299</w:t>
      </w:r>
    </w:p>
    <w:p w14:paraId="5EAB3B64"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 xml:space="preserve">Email: </w:t>
      </w:r>
      <w:bookmarkStart w:id="9" w:name="_Hlt535290386"/>
      <w:r w:rsidRPr="00812DBA">
        <w:rPr>
          <w:rFonts w:ascii="Arial" w:hAnsi="Arial" w:cs="Arial"/>
          <w:sz w:val="20"/>
        </w:rPr>
        <w:fldChar w:fldCharType="begin"/>
      </w:r>
      <w:r w:rsidRPr="00812DBA">
        <w:rPr>
          <w:rFonts w:ascii="Arial" w:hAnsi="Arial" w:cs="Arial"/>
          <w:sz w:val="20"/>
        </w:rPr>
        <w:instrText xml:space="preserve"> HYPERLINK "mailto:info@bai.ie" </w:instrText>
      </w:r>
      <w:r w:rsidRPr="00812DBA">
        <w:rPr>
          <w:rFonts w:ascii="Arial" w:hAnsi="Arial" w:cs="Arial"/>
          <w:sz w:val="20"/>
        </w:rPr>
        <w:fldChar w:fldCharType="separate"/>
      </w:r>
      <w:r w:rsidRPr="00812DBA">
        <w:rPr>
          <w:rStyle w:val="Hyperlink"/>
          <w:rFonts w:ascii="Arial" w:hAnsi="Arial" w:cs="Arial"/>
          <w:sz w:val="20"/>
        </w:rPr>
        <w:t>info@bai.</w:t>
      </w:r>
      <w:bookmarkEnd w:id="9"/>
      <w:r w:rsidRPr="00812DBA">
        <w:rPr>
          <w:rStyle w:val="Hyperlink"/>
          <w:rFonts w:ascii="Arial" w:hAnsi="Arial" w:cs="Arial"/>
          <w:sz w:val="20"/>
        </w:rPr>
        <w:t>ie</w:t>
      </w:r>
      <w:r w:rsidRPr="00812DBA">
        <w:rPr>
          <w:rFonts w:ascii="Arial" w:hAnsi="Arial" w:cs="Arial"/>
          <w:sz w:val="20"/>
        </w:rPr>
        <w:fldChar w:fldCharType="end"/>
      </w:r>
    </w:p>
    <w:p w14:paraId="6A124A56" w14:textId="3599A84A" w:rsidR="002138F9" w:rsidRPr="00812DBA" w:rsidRDefault="002138F9" w:rsidP="002138F9">
      <w:pPr>
        <w:pStyle w:val="BodyText"/>
        <w:spacing w:line="280" w:lineRule="exact"/>
        <w:jc w:val="center"/>
        <w:rPr>
          <w:rFonts w:ascii="Arial" w:hAnsi="Arial" w:cs="Arial"/>
          <w:sz w:val="20"/>
          <w:szCs w:val="20"/>
        </w:rPr>
      </w:pPr>
      <w:r w:rsidRPr="00812DBA">
        <w:rPr>
          <w:rFonts w:ascii="Arial" w:hAnsi="Arial" w:cs="Arial"/>
          <w:sz w:val="20"/>
        </w:rPr>
        <w:t xml:space="preserve">Website: </w:t>
      </w:r>
      <w:bookmarkStart w:id="10" w:name="_Hlt535290422"/>
      <w:r w:rsidR="0050783D">
        <w:rPr>
          <w:rFonts w:ascii="Arial" w:hAnsi="Arial" w:cs="Arial"/>
          <w:sz w:val="20"/>
        </w:rPr>
        <w:fldChar w:fldCharType="begin"/>
      </w:r>
      <w:r w:rsidR="0050783D">
        <w:rPr>
          <w:rFonts w:ascii="Arial" w:hAnsi="Arial" w:cs="Arial"/>
          <w:sz w:val="20"/>
        </w:rPr>
        <w:instrText xml:space="preserve"> HYPERLINK "http://</w:instrText>
      </w:r>
      <w:r w:rsidR="0050783D" w:rsidRPr="00812DBA">
        <w:rPr>
          <w:rFonts w:ascii="Arial" w:hAnsi="Arial" w:cs="Arial"/>
          <w:sz w:val="20"/>
        </w:rPr>
        <w:instrText>www.bai.ie</w:instrText>
      </w:r>
      <w:r w:rsidR="0050783D">
        <w:rPr>
          <w:rFonts w:ascii="Arial" w:hAnsi="Arial" w:cs="Arial"/>
          <w:sz w:val="20"/>
        </w:rPr>
        <w:instrText xml:space="preserve">" </w:instrText>
      </w:r>
      <w:r w:rsidR="0050783D">
        <w:rPr>
          <w:rFonts w:ascii="Arial" w:hAnsi="Arial" w:cs="Arial"/>
          <w:sz w:val="20"/>
        </w:rPr>
        <w:fldChar w:fldCharType="separate"/>
      </w:r>
      <w:r w:rsidR="0050783D" w:rsidRPr="00A54CF6">
        <w:rPr>
          <w:rStyle w:val="Hyperlink"/>
          <w:rFonts w:ascii="Arial" w:hAnsi="Arial" w:cs="Arial"/>
          <w:sz w:val="20"/>
        </w:rPr>
        <w:t>www.</w:t>
      </w:r>
      <w:bookmarkEnd w:id="10"/>
      <w:r w:rsidR="0050783D" w:rsidRPr="00A54CF6">
        <w:rPr>
          <w:rStyle w:val="Hyperlink"/>
          <w:rFonts w:ascii="Arial" w:hAnsi="Arial" w:cs="Arial"/>
          <w:sz w:val="20"/>
        </w:rPr>
        <w:t>bai.ie</w:t>
      </w:r>
      <w:r w:rsidR="0050783D">
        <w:rPr>
          <w:rFonts w:ascii="Arial" w:hAnsi="Arial" w:cs="Arial"/>
          <w:sz w:val="20"/>
        </w:rPr>
        <w:fldChar w:fldCharType="end"/>
      </w:r>
      <w:r w:rsidR="0050783D">
        <w:rPr>
          <w:rFonts w:ascii="Arial" w:hAnsi="Arial" w:cs="Arial"/>
          <w:sz w:val="20"/>
        </w:rPr>
        <w:t xml:space="preserve"> </w:t>
      </w:r>
    </w:p>
    <w:sectPr w:rsidR="002138F9" w:rsidRPr="00812DBA" w:rsidSect="003E326A">
      <w:headerReference w:type="first" r:id="rId18"/>
      <w:pgSz w:w="11906" w:h="16838" w:code="9"/>
      <w:pgMar w:top="2495"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95893" w14:textId="77777777" w:rsidR="00A124E6" w:rsidRDefault="00A124E6" w:rsidP="009025E8">
      <w:pPr>
        <w:spacing w:line="240" w:lineRule="auto"/>
      </w:pPr>
      <w:r>
        <w:separator/>
      </w:r>
    </w:p>
  </w:endnote>
  <w:endnote w:type="continuationSeparator" w:id="0">
    <w:p w14:paraId="16E7203E" w14:textId="77777777" w:rsidR="00A124E6" w:rsidRDefault="00A124E6" w:rsidP="009025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B6AC1" w14:textId="77777777" w:rsidR="00CB26EA" w:rsidRPr="00CD2E3E" w:rsidRDefault="00CB26EA" w:rsidP="00A2097A">
    <w:pPr>
      <w:pStyle w:val="Footer"/>
      <w:pBdr>
        <w:top w:val="single" w:sz="4" w:space="1" w:color="auto"/>
      </w:pBdr>
      <w:tabs>
        <w:tab w:val="left" w:pos="7885"/>
      </w:tabs>
      <w:jc w:val="right"/>
      <w:rPr>
        <w:sz w:val="18"/>
        <w:szCs w:val="18"/>
      </w:rPr>
    </w:pPr>
    <w:r w:rsidRPr="00CD2E3E">
      <w:rPr>
        <w:rStyle w:val="PageNumber"/>
        <w:rFonts w:cs="Arial"/>
        <w:b/>
        <w:bCs/>
        <w:i/>
        <w:iCs/>
        <w:sz w:val="18"/>
        <w:szCs w:val="18"/>
      </w:rPr>
      <w:fldChar w:fldCharType="begin"/>
    </w:r>
    <w:r w:rsidRPr="00CD2E3E">
      <w:rPr>
        <w:rStyle w:val="PageNumber"/>
        <w:rFonts w:cs="Arial"/>
        <w:b/>
        <w:bCs/>
        <w:i/>
        <w:iCs/>
        <w:sz w:val="18"/>
        <w:szCs w:val="18"/>
      </w:rPr>
      <w:instrText xml:space="preserve"> PAGE </w:instrText>
    </w:r>
    <w:r w:rsidRPr="00CD2E3E">
      <w:rPr>
        <w:rStyle w:val="PageNumber"/>
        <w:rFonts w:cs="Arial"/>
        <w:b/>
        <w:bCs/>
        <w:i/>
        <w:iCs/>
        <w:sz w:val="18"/>
        <w:szCs w:val="18"/>
      </w:rPr>
      <w:fldChar w:fldCharType="separate"/>
    </w:r>
    <w:r w:rsidR="00933727">
      <w:rPr>
        <w:rStyle w:val="PageNumber"/>
        <w:rFonts w:cs="Arial"/>
        <w:b/>
        <w:bCs/>
        <w:i/>
        <w:iCs/>
        <w:noProof/>
        <w:sz w:val="18"/>
        <w:szCs w:val="18"/>
      </w:rPr>
      <w:t>21</w:t>
    </w:r>
    <w:r w:rsidRPr="00CD2E3E">
      <w:rPr>
        <w:rStyle w:val="PageNumber"/>
        <w:rFonts w:cs="Arial"/>
        <w:b/>
        <w:bCs/>
        <w:i/>
        <w:iCs/>
        <w:sz w:val="18"/>
        <w:szCs w:val="18"/>
      </w:rPr>
      <w:fldChar w:fldCharType="end"/>
    </w:r>
    <w:r w:rsidRPr="00CD2E3E">
      <w:rPr>
        <w:rStyle w:val="PageNumber"/>
        <w:rFonts w:cs="Arial"/>
        <w:b/>
        <w:bCs/>
        <w:i/>
        <w:iCs/>
        <w:sz w:val="18"/>
        <w:szCs w:val="18"/>
      </w:rPr>
      <w:t>/</w:t>
    </w:r>
    <w:r w:rsidRPr="00CD2E3E">
      <w:rPr>
        <w:rStyle w:val="PageNumber"/>
        <w:rFonts w:cs="Arial"/>
        <w:b/>
        <w:bCs/>
        <w:i/>
        <w:iCs/>
        <w:sz w:val="18"/>
        <w:szCs w:val="18"/>
      </w:rPr>
      <w:fldChar w:fldCharType="begin"/>
    </w:r>
    <w:r w:rsidRPr="00CD2E3E">
      <w:rPr>
        <w:rStyle w:val="PageNumber"/>
        <w:rFonts w:cs="Arial"/>
        <w:b/>
        <w:bCs/>
        <w:i/>
        <w:iCs/>
        <w:sz w:val="18"/>
        <w:szCs w:val="18"/>
      </w:rPr>
      <w:instrText xml:space="preserve"> NUMPAGES </w:instrText>
    </w:r>
    <w:r w:rsidRPr="00CD2E3E">
      <w:rPr>
        <w:rStyle w:val="PageNumber"/>
        <w:rFonts w:cs="Arial"/>
        <w:b/>
        <w:bCs/>
        <w:i/>
        <w:iCs/>
        <w:sz w:val="18"/>
        <w:szCs w:val="18"/>
      </w:rPr>
      <w:fldChar w:fldCharType="separate"/>
    </w:r>
    <w:r w:rsidR="00933727">
      <w:rPr>
        <w:rStyle w:val="PageNumber"/>
        <w:rFonts w:cs="Arial"/>
        <w:b/>
        <w:bCs/>
        <w:i/>
        <w:iCs/>
        <w:noProof/>
        <w:sz w:val="18"/>
        <w:szCs w:val="18"/>
      </w:rPr>
      <w:t>26</w:t>
    </w:r>
    <w:r w:rsidRPr="00CD2E3E">
      <w:rPr>
        <w:rStyle w:val="PageNumber"/>
        <w:rFonts w:cs="Arial"/>
        <w:b/>
        <w:bCs/>
        <w:i/>
        <w:i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E928A" w14:textId="77777777" w:rsidR="00A124E6" w:rsidRDefault="00A124E6" w:rsidP="009025E8">
      <w:pPr>
        <w:spacing w:line="240" w:lineRule="auto"/>
      </w:pPr>
      <w:r>
        <w:separator/>
      </w:r>
    </w:p>
  </w:footnote>
  <w:footnote w:type="continuationSeparator" w:id="0">
    <w:p w14:paraId="28FCBC73" w14:textId="77777777" w:rsidR="00A124E6" w:rsidRDefault="00A124E6" w:rsidP="009025E8">
      <w:pPr>
        <w:spacing w:line="240" w:lineRule="auto"/>
      </w:pPr>
      <w:r>
        <w:continuationSeparator/>
      </w:r>
    </w:p>
  </w:footnote>
  <w:footnote w:id="1">
    <w:p w14:paraId="34CF088B" w14:textId="43AB5B9D" w:rsidR="006C7B48" w:rsidRDefault="006C7B48" w:rsidP="00CB79A3">
      <w:pPr>
        <w:spacing w:line="160" w:lineRule="atLeast"/>
        <w:rPr>
          <w:sz w:val="18"/>
          <w:szCs w:val="18"/>
        </w:rPr>
      </w:pPr>
      <w:r>
        <w:rPr>
          <w:rStyle w:val="FootnoteReference"/>
        </w:rPr>
        <w:footnoteRef/>
      </w:r>
      <w:r>
        <w:t xml:space="preserve"> </w:t>
      </w:r>
      <w:r>
        <w:rPr>
          <w:sz w:val="18"/>
          <w:szCs w:val="18"/>
        </w:rPr>
        <w:t>If you are registered for VAT</w:t>
      </w:r>
      <w:r w:rsidR="0064713A">
        <w:rPr>
          <w:sz w:val="18"/>
          <w:szCs w:val="18"/>
        </w:rPr>
        <w:t>,</w:t>
      </w:r>
      <w:r>
        <w:rPr>
          <w:sz w:val="18"/>
          <w:szCs w:val="18"/>
        </w:rPr>
        <w:t xml:space="preserve"> please submit this </w:t>
      </w:r>
      <w:r>
        <w:rPr>
          <w:sz w:val="18"/>
          <w:szCs w:val="18"/>
          <w:u w:val="single"/>
        </w:rPr>
        <w:t>exclusive of VAT cost</w:t>
      </w:r>
      <w:r>
        <w:rPr>
          <w:sz w:val="18"/>
          <w:szCs w:val="18"/>
        </w:rPr>
        <w:t xml:space="preserve">.  If you are NOT registered for </w:t>
      </w:r>
      <w:r w:rsidR="0064713A">
        <w:rPr>
          <w:sz w:val="18"/>
          <w:szCs w:val="18"/>
        </w:rPr>
        <w:t>VAT,</w:t>
      </w:r>
      <w:r>
        <w:rPr>
          <w:sz w:val="18"/>
          <w:szCs w:val="18"/>
        </w:rPr>
        <w:t xml:space="preserve"> you may include the VAT cost in relevant line items. Please make it clear in the unit description that VAT is included and identify the rate being applied. </w:t>
      </w:r>
    </w:p>
    <w:p w14:paraId="058793F1" w14:textId="77777777" w:rsidR="006C7B48" w:rsidRDefault="006C7B48" w:rsidP="006C7B48">
      <w:pPr>
        <w:pStyle w:val="FootnoteText"/>
        <w:rPr>
          <w:lang w:val="en-I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902"/>
      <w:gridCol w:w="3124"/>
    </w:tblGrid>
    <w:tr w:rsidR="00CB26EA" w14:paraId="4566B789" w14:textId="77777777" w:rsidTr="0076329B">
      <w:trPr>
        <w:trHeight w:val="288"/>
      </w:trPr>
      <w:tc>
        <w:tcPr>
          <w:tcW w:w="5902" w:type="dxa"/>
        </w:tcPr>
        <w:p w14:paraId="5F3F36B9" w14:textId="77777777" w:rsidR="002F6606" w:rsidRPr="00045514" w:rsidRDefault="002F6606" w:rsidP="002F6606">
          <w:pPr>
            <w:pStyle w:val="Header"/>
            <w:jc w:val="right"/>
            <w:rPr>
              <w:rFonts w:cs="Arial"/>
              <w:color w:val="808080" w:themeColor="background1" w:themeShade="80"/>
              <w:sz w:val="18"/>
              <w:szCs w:val="18"/>
            </w:rPr>
          </w:pPr>
          <w:r w:rsidRPr="00045514">
            <w:rPr>
              <w:rFonts w:cs="Arial"/>
              <w:color w:val="808080" w:themeColor="background1" w:themeShade="80"/>
              <w:sz w:val="18"/>
              <w:szCs w:val="18"/>
            </w:rPr>
            <w:t xml:space="preserve">SV4 Social Benefit -Community Radio </w:t>
          </w:r>
        </w:p>
        <w:p w14:paraId="10A25BA2" w14:textId="4E1037F3" w:rsidR="002F6606" w:rsidRDefault="002F6606" w:rsidP="002F6606">
          <w:pPr>
            <w:pStyle w:val="Header"/>
            <w:jc w:val="right"/>
            <w:rPr>
              <w:rFonts w:ascii="Cambria" w:hAnsi="Cambria"/>
              <w:sz w:val="36"/>
              <w:szCs w:val="36"/>
            </w:rPr>
          </w:pPr>
          <w:r w:rsidRPr="00045514">
            <w:rPr>
              <w:rFonts w:cs="Arial"/>
              <w:color w:val="808080" w:themeColor="background1" w:themeShade="80"/>
              <w:sz w:val="18"/>
              <w:szCs w:val="18"/>
            </w:rPr>
            <w:t>Funding Initiative</w:t>
          </w:r>
        </w:p>
      </w:tc>
      <w:tc>
        <w:tcPr>
          <w:tcW w:w="3124" w:type="dxa"/>
        </w:tcPr>
        <w:p w14:paraId="3FA20355" w14:textId="5176B5DF" w:rsidR="00CB26EA" w:rsidRPr="00045514" w:rsidRDefault="006E1BC9" w:rsidP="009823E9">
          <w:pPr>
            <w:pStyle w:val="Header"/>
            <w:rPr>
              <w:rFonts w:cs="Arial"/>
              <w:b/>
              <w:bCs/>
              <w:color w:val="4F81BD"/>
            </w:rPr>
          </w:pPr>
          <w:r w:rsidRPr="00045514">
            <w:rPr>
              <w:rFonts w:cs="Arial"/>
              <w:b/>
              <w:bCs/>
              <w:color w:val="4F81BD"/>
            </w:rPr>
            <w:t>Application Form</w:t>
          </w:r>
        </w:p>
      </w:tc>
    </w:tr>
  </w:tbl>
  <w:p w14:paraId="109BCC94" w14:textId="23DBB6DB" w:rsidR="00CB26EA" w:rsidRDefault="00F4204C" w:rsidP="009025E8">
    <w:pPr>
      <w:pStyle w:val="Header"/>
    </w:pPr>
    <w:r>
      <w:rPr>
        <w:noProof/>
      </w:rPr>
      <w:drawing>
        <wp:anchor distT="0" distB="0" distL="114300" distR="114300" simplePos="0" relativeHeight="251656192" behindDoc="0" locked="0" layoutInCell="1" allowOverlap="1" wp14:anchorId="459F64CA" wp14:editId="40BCBE42">
          <wp:simplePos x="0" y="0"/>
          <wp:positionH relativeFrom="column">
            <wp:posOffset>-571500</wp:posOffset>
          </wp:positionH>
          <wp:positionV relativeFrom="paragraph">
            <wp:posOffset>-647065</wp:posOffset>
          </wp:positionV>
          <wp:extent cx="695325" cy="895350"/>
          <wp:effectExtent l="0" t="0" r="0" b="0"/>
          <wp:wrapTopAndBottom/>
          <wp:docPr id="5"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895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22517" w14:textId="350E8C64" w:rsidR="00CB26EA" w:rsidRDefault="00F4204C">
    <w:pPr>
      <w:pStyle w:val="Header"/>
    </w:pPr>
    <w:r>
      <w:rPr>
        <w:noProof/>
      </w:rPr>
      <w:drawing>
        <wp:anchor distT="0" distB="0" distL="114300" distR="114300" simplePos="0" relativeHeight="251657216" behindDoc="0" locked="0" layoutInCell="1" allowOverlap="1" wp14:anchorId="0EEA692F" wp14:editId="478E3185">
          <wp:simplePos x="0" y="0"/>
          <wp:positionH relativeFrom="column">
            <wp:posOffset>-838200</wp:posOffset>
          </wp:positionH>
          <wp:positionV relativeFrom="paragraph">
            <wp:posOffset>-430530</wp:posOffset>
          </wp:positionV>
          <wp:extent cx="6657975" cy="1762125"/>
          <wp:effectExtent l="0" t="0" r="0" b="0"/>
          <wp:wrapTopAndBottom/>
          <wp:docPr id="6"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7975" cy="17621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EAB31" w14:textId="77777777" w:rsidR="00CB26EA" w:rsidRDefault="00CB26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245"/>
    <w:multiLevelType w:val="hybridMultilevel"/>
    <w:tmpl w:val="FFFFFFFF"/>
    <w:lvl w:ilvl="0" w:tplc="F26236EA">
      <w:start w:val="1"/>
      <w:numFmt w:val="bullet"/>
      <w:lvlText w:val=""/>
      <w:lvlJc w:val="left"/>
      <w:pPr>
        <w:ind w:left="720" w:hanging="360"/>
      </w:pPr>
      <w:rPr>
        <w:rFonts w:ascii="Symbol" w:hAnsi="Symbol" w:hint="default"/>
      </w:rPr>
    </w:lvl>
    <w:lvl w:ilvl="1" w:tplc="2EEED61A">
      <w:start w:val="1"/>
      <w:numFmt w:val="bullet"/>
      <w:lvlText w:val="o"/>
      <w:lvlJc w:val="left"/>
      <w:pPr>
        <w:ind w:left="1440" w:hanging="360"/>
      </w:pPr>
      <w:rPr>
        <w:rFonts w:ascii="Courier New" w:hAnsi="Courier New" w:hint="default"/>
      </w:rPr>
    </w:lvl>
    <w:lvl w:ilvl="2" w:tplc="601470C6">
      <w:start w:val="1"/>
      <w:numFmt w:val="bullet"/>
      <w:lvlText w:val=""/>
      <w:lvlJc w:val="left"/>
      <w:pPr>
        <w:ind w:left="2160" w:hanging="360"/>
      </w:pPr>
      <w:rPr>
        <w:rFonts w:ascii="Wingdings" w:hAnsi="Wingdings" w:hint="default"/>
      </w:rPr>
    </w:lvl>
    <w:lvl w:ilvl="3" w:tplc="EB98B898">
      <w:start w:val="1"/>
      <w:numFmt w:val="bullet"/>
      <w:lvlText w:val=""/>
      <w:lvlJc w:val="left"/>
      <w:pPr>
        <w:ind w:left="2880" w:hanging="360"/>
      </w:pPr>
      <w:rPr>
        <w:rFonts w:ascii="Symbol" w:hAnsi="Symbol" w:hint="default"/>
      </w:rPr>
    </w:lvl>
    <w:lvl w:ilvl="4" w:tplc="29D89E78">
      <w:start w:val="1"/>
      <w:numFmt w:val="bullet"/>
      <w:lvlText w:val="o"/>
      <w:lvlJc w:val="left"/>
      <w:pPr>
        <w:ind w:left="3600" w:hanging="360"/>
      </w:pPr>
      <w:rPr>
        <w:rFonts w:ascii="Courier New" w:hAnsi="Courier New" w:hint="default"/>
      </w:rPr>
    </w:lvl>
    <w:lvl w:ilvl="5" w:tplc="F6C69DDC">
      <w:start w:val="1"/>
      <w:numFmt w:val="bullet"/>
      <w:lvlText w:val=""/>
      <w:lvlJc w:val="left"/>
      <w:pPr>
        <w:ind w:left="4320" w:hanging="360"/>
      </w:pPr>
      <w:rPr>
        <w:rFonts w:ascii="Wingdings" w:hAnsi="Wingdings" w:hint="default"/>
      </w:rPr>
    </w:lvl>
    <w:lvl w:ilvl="6" w:tplc="7B3AF60C">
      <w:start w:val="1"/>
      <w:numFmt w:val="bullet"/>
      <w:lvlText w:val=""/>
      <w:lvlJc w:val="left"/>
      <w:pPr>
        <w:ind w:left="5040" w:hanging="360"/>
      </w:pPr>
      <w:rPr>
        <w:rFonts w:ascii="Symbol" w:hAnsi="Symbol" w:hint="default"/>
      </w:rPr>
    </w:lvl>
    <w:lvl w:ilvl="7" w:tplc="AE78E004">
      <w:start w:val="1"/>
      <w:numFmt w:val="bullet"/>
      <w:lvlText w:val="o"/>
      <w:lvlJc w:val="left"/>
      <w:pPr>
        <w:ind w:left="5760" w:hanging="360"/>
      </w:pPr>
      <w:rPr>
        <w:rFonts w:ascii="Courier New" w:hAnsi="Courier New" w:hint="default"/>
      </w:rPr>
    </w:lvl>
    <w:lvl w:ilvl="8" w:tplc="836A1CBC">
      <w:start w:val="1"/>
      <w:numFmt w:val="bullet"/>
      <w:lvlText w:val=""/>
      <w:lvlJc w:val="left"/>
      <w:pPr>
        <w:ind w:left="6480" w:hanging="360"/>
      </w:pPr>
      <w:rPr>
        <w:rFonts w:ascii="Wingdings" w:hAnsi="Wingdings" w:hint="default"/>
      </w:rPr>
    </w:lvl>
  </w:abstractNum>
  <w:abstractNum w:abstractNumId="1" w15:restartNumberingAfterBreak="0">
    <w:nsid w:val="034641A9"/>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 w15:restartNumberingAfterBreak="0">
    <w:nsid w:val="060B0D17"/>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3" w15:restartNumberingAfterBreak="0">
    <w:nsid w:val="092B63EB"/>
    <w:multiLevelType w:val="hybridMultilevel"/>
    <w:tmpl w:val="FFFFFFFF"/>
    <w:lvl w:ilvl="0" w:tplc="028C35D4">
      <w:start w:val="1"/>
      <w:numFmt w:val="bullet"/>
      <w:lvlText w:val=""/>
      <w:lvlJc w:val="left"/>
      <w:pPr>
        <w:ind w:left="720" w:hanging="360"/>
      </w:pPr>
      <w:rPr>
        <w:rFonts w:ascii="Symbol" w:hAnsi="Symbol" w:hint="default"/>
      </w:rPr>
    </w:lvl>
    <w:lvl w:ilvl="1" w:tplc="51080A1E">
      <w:start w:val="1"/>
      <w:numFmt w:val="bullet"/>
      <w:lvlText w:val="o"/>
      <w:lvlJc w:val="left"/>
      <w:pPr>
        <w:ind w:left="1440" w:hanging="360"/>
      </w:pPr>
      <w:rPr>
        <w:rFonts w:ascii="Courier New" w:hAnsi="Courier New" w:hint="default"/>
      </w:rPr>
    </w:lvl>
    <w:lvl w:ilvl="2" w:tplc="73761716">
      <w:start w:val="1"/>
      <w:numFmt w:val="bullet"/>
      <w:lvlText w:val=""/>
      <w:lvlJc w:val="left"/>
      <w:pPr>
        <w:ind w:left="2160" w:hanging="360"/>
      </w:pPr>
      <w:rPr>
        <w:rFonts w:ascii="Wingdings" w:hAnsi="Wingdings" w:hint="default"/>
      </w:rPr>
    </w:lvl>
    <w:lvl w:ilvl="3" w:tplc="0A56E474">
      <w:start w:val="1"/>
      <w:numFmt w:val="bullet"/>
      <w:lvlText w:val=""/>
      <w:lvlJc w:val="left"/>
      <w:pPr>
        <w:ind w:left="2880" w:hanging="360"/>
      </w:pPr>
      <w:rPr>
        <w:rFonts w:ascii="Symbol" w:hAnsi="Symbol" w:hint="default"/>
      </w:rPr>
    </w:lvl>
    <w:lvl w:ilvl="4" w:tplc="D1D2F2DE">
      <w:start w:val="1"/>
      <w:numFmt w:val="bullet"/>
      <w:lvlText w:val="o"/>
      <w:lvlJc w:val="left"/>
      <w:pPr>
        <w:ind w:left="3600" w:hanging="360"/>
      </w:pPr>
      <w:rPr>
        <w:rFonts w:ascii="Courier New" w:hAnsi="Courier New" w:hint="default"/>
      </w:rPr>
    </w:lvl>
    <w:lvl w:ilvl="5" w:tplc="F4ECC998">
      <w:start w:val="1"/>
      <w:numFmt w:val="bullet"/>
      <w:lvlText w:val=""/>
      <w:lvlJc w:val="left"/>
      <w:pPr>
        <w:ind w:left="4320" w:hanging="360"/>
      </w:pPr>
      <w:rPr>
        <w:rFonts w:ascii="Wingdings" w:hAnsi="Wingdings" w:hint="default"/>
      </w:rPr>
    </w:lvl>
    <w:lvl w:ilvl="6" w:tplc="4A9499B6">
      <w:start w:val="1"/>
      <w:numFmt w:val="bullet"/>
      <w:lvlText w:val=""/>
      <w:lvlJc w:val="left"/>
      <w:pPr>
        <w:ind w:left="5040" w:hanging="360"/>
      </w:pPr>
      <w:rPr>
        <w:rFonts w:ascii="Symbol" w:hAnsi="Symbol" w:hint="default"/>
      </w:rPr>
    </w:lvl>
    <w:lvl w:ilvl="7" w:tplc="83FCCC0C">
      <w:start w:val="1"/>
      <w:numFmt w:val="bullet"/>
      <w:lvlText w:val="o"/>
      <w:lvlJc w:val="left"/>
      <w:pPr>
        <w:ind w:left="5760" w:hanging="360"/>
      </w:pPr>
      <w:rPr>
        <w:rFonts w:ascii="Courier New" w:hAnsi="Courier New" w:hint="default"/>
      </w:rPr>
    </w:lvl>
    <w:lvl w:ilvl="8" w:tplc="9D74E56A">
      <w:start w:val="1"/>
      <w:numFmt w:val="bullet"/>
      <w:lvlText w:val=""/>
      <w:lvlJc w:val="left"/>
      <w:pPr>
        <w:ind w:left="6480" w:hanging="360"/>
      </w:pPr>
      <w:rPr>
        <w:rFonts w:ascii="Wingdings" w:hAnsi="Wingdings" w:hint="default"/>
      </w:rPr>
    </w:lvl>
  </w:abstractNum>
  <w:abstractNum w:abstractNumId="4" w15:restartNumberingAfterBreak="0">
    <w:nsid w:val="110D585D"/>
    <w:multiLevelType w:val="singleLevel"/>
    <w:tmpl w:val="ED6E52F4"/>
    <w:lvl w:ilvl="0">
      <w:start w:val="1"/>
      <w:numFmt w:val="lowerRoman"/>
      <w:lvlText w:val="%1)"/>
      <w:lvlJc w:val="left"/>
      <w:pPr>
        <w:tabs>
          <w:tab w:val="num" w:pos="1430"/>
        </w:tabs>
        <w:ind w:left="1070" w:hanging="360"/>
      </w:pPr>
      <w:rPr>
        <w:b/>
        <w:i w:val="0"/>
        <w:color w:val="9BBB59"/>
      </w:rPr>
    </w:lvl>
  </w:abstractNum>
  <w:abstractNum w:abstractNumId="5" w15:restartNumberingAfterBreak="0">
    <w:nsid w:val="11D6691B"/>
    <w:multiLevelType w:val="hybridMultilevel"/>
    <w:tmpl w:val="E506AC2C"/>
    <w:lvl w:ilvl="0" w:tplc="60983CEE">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15:restartNumberingAfterBreak="0">
    <w:nsid w:val="13EB5223"/>
    <w:multiLevelType w:val="hybridMultilevel"/>
    <w:tmpl w:val="74B4C1BC"/>
    <w:lvl w:ilvl="0" w:tplc="FFFFFFFF">
      <w:start w:val="1"/>
      <w:numFmt w:val="lowerRoman"/>
      <w:lvlText w:val="%1)"/>
      <w:lvlJc w:val="left"/>
      <w:pPr>
        <w:ind w:left="1155" w:hanging="360"/>
      </w:pPr>
      <w:rPr>
        <w:rFonts w:ascii="Verdana" w:eastAsia="Times New Roman" w:hAnsi="Verdana" w:cs="Times New Roman" w:hint="default"/>
        <w:b/>
        <w:i w:val="0"/>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7" w15:restartNumberingAfterBreak="0">
    <w:nsid w:val="160167D3"/>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17B52B84"/>
    <w:multiLevelType w:val="hybridMultilevel"/>
    <w:tmpl w:val="213E9A40"/>
    <w:lvl w:ilvl="0" w:tplc="08090001">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8F35279"/>
    <w:multiLevelType w:val="hybridMultilevel"/>
    <w:tmpl w:val="FFFFFFFF"/>
    <w:lvl w:ilvl="0" w:tplc="6CB6EB9C">
      <w:start w:val="1"/>
      <w:numFmt w:val="decimal"/>
      <w:lvlText w:val="%1."/>
      <w:lvlJc w:val="left"/>
      <w:pPr>
        <w:ind w:left="720" w:hanging="360"/>
      </w:pPr>
    </w:lvl>
    <w:lvl w:ilvl="1" w:tplc="58EE019C">
      <w:start w:val="1"/>
      <w:numFmt w:val="lowerLetter"/>
      <w:lvlText w:val="%2."/>
      <w:lvlJc w:val="left"/>
      <w:pPr>
        <w:ind w:left="1440" w:hanging="360"/>
      </w:pPr>
    </w:lvl>
    <w:lvl w:ilvl="2" w:tplc="2BEC56EA">
      <w:start w:val="1"/>
      <w:numFmt w:val="lowerRoman"/>
      <w:lvlText w:val="%3."/>
      <w:lvlJc w:val="right"/>
      <w:pPr>
        <w:ind w:left="2160" w:hanging="180"/>
      </w:pPr>
    </w:lvl>
    <w:lvl w:ilvl="3" w:tplc="E1004EB8">
      <w:start w:val="1"/>
      <w:numFmt w:val="decimal"/>
      <w:lvlText w:val="%4."/>
      <w:lvlJc w:val="left"/>
      <w:pPr>
        <w:ind w:left="2880" w:hanging="360"/>
      </w:pPr>
    </w:lvl>
    <w:lvl w:ilvl="4" w:tplc="4BA0B614">
      <w:start w:val="1"/>
      <w:numFmt w:val="lowerLetter"/>
      <w:lvlText w:val="%5."/>
      <w:lvlJc w:val="left"/>
      <w:pPr>
        <w:ind w:left="3600" w:hanging="360"/>
      </w:pPr>
    </w:lvl>
    <w:lvl w:ilvl="5" w:tplc="90DE41E0">
      <w:start w:val="1"/>
      <w:numFmt w:val="lowerRoman"/>
      <w:lvlText w:val="%6."/>
      <w:lvlJc w:val="right"/>
      <w:pPr>
        <w:ind w:left="4320" w:hanging="180"/>
      </w:pPr>
    </w:lvl>
    <w:lvl w:ilvl="6" w:tplc="83001F8A">
      <w:start w:val="1"/>
      <w:numFmt w:val="decimal"/>
      <w:lvlText w:val="%7."/>
      <w:lvlJc w:val="left"/>
      <w:pPr>
        <w:ind w:left="5040" w:hanging="360"/>
      </w:pPr>
    </w:lvl>
    <w:lvl w:ilvl="7" w:tplc="51047D68">
      <w:start w:val="1"/>
      <w:numFmt w:val="lowerLetter"/>
      <w:lvlText w:val="%8."/>
      <w:lvlJc w:val="left"/>
      <w:pPr>
        <w:ind w:left="5760" w:hanging="360"/>
      </w:pPr>
    </w:lvl>
    <w:lvl w:ilvl="8" w:tplc="5D9EEC80">
      <w:start w:val="1"/>
      <w:numFmt w:val="lowerRoman"/>
      <w:lvlText w:val="%9."/>
      <w:lvlJc w:val="right"/>
      <w:pPr>
        <w:ind w:left="6480" w:hanging="180"/>
      </w:pPr>
    </w:lvl>
  </w:abstractNum>
  <w:abstractNum w:abstractNumId="10" w15:restartNumberingAfterBreak="0">
    <w:nsid w:val="19C4269A"/>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AE92273"/>
    <w:multiLevelType w:val="multilevel"/>
    <w:tmpl w:val="E4FE75E6"/>
    <w:lvl w:ilvl="0">
      <w:start w:val="1"/>
      <w:numFmt w:val="lowerRoman"/>
      <w:lvlText w:val="%1)"/>
      <w:lvlJc w:val="left"/>
      <w:pPr>
        <w:tabs>
          <w:tab w:val="num" w:pos="720"/>
        </w:tabs>
        <w:ind w:left="360" w:hanging="360"/>
      </w:pPr>
      <w:rPr>
        <w:b/>
        <w:i w:val="0"/>
      </w:rPr>
    </w:lvl>
    <w:lvl w:ilvl="1">
      <w:start w:val="1"/>
      <w:numFmt w:val="lowerLetter"/>
      <w:lvlText w:val="(%2)"/>
      <w:lvlJc w:val="left"/>
      <w:pPr>
        <w:tabs>
          <w:tab w:val="num" w:pos="1800"/>
        </w:tabs>
        <w:ind w:left="1800" w:hanging="720"/>
      </w:pPr>
      <w:rPr>
        <w:rFonts w:hint="default"/>
        <w:b/>
      </w:rPr>
    </w:lvl>
    <w:lvl w:ilvl="2">
      <w:start w:val="1"/>
      <w:numFmt w:val="lowerRoman"/>
      <w:lvlText w:val="%3)"/>
      <w:lvlJc w:val="left"/>
      <w:pPr>
        <w:ind w:left="2700" w:hanging="720"/>
      </w:pPr>
      <w:rPr>
        <w:rFonts w:hint="default"/>
        <w:b/>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1B634C2E"/>
    <w:multiLevelType w:val="multilevel"/>
    <w:tmpl w:val="C0447CB0"/>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lowerRoman"/>
      <w:lvlText w:val="%3)"/>
      <w:lvlJc w:val="left"/>
      <w:pPr>
        <w:tabs>
          <w:tab w:val="num" w:pos="2520"/>
        </w:tabs>
        <w:ind w:left="2520" w:hanging="1080"/>
      </w:pPr>
      <w:rPr>
        <w:rFonts w:ascii="Arial" w:eastAsia="Times New Roman" w:hAnsi="Arial" w:cs="Arial" w:hint="default"/>
        <w:b/>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280"/>
        </w:tabs>
        <w:ind w:left="8280" w:hanging="2520"/>
      </w:pPr>
      <w:rPr>
        <w:rFonts w:hint="default"/>
      </w:rPr>
    </w:lvl>
  </w:abstractNum>
  <w:abstractNum w:abstractNumId="13" w15:restartNumberingAfterBreak="0">
    <w:nsid w:val="226D66AF"/>
    <w:multiLevelType w:val="singleLevel"/>
    <w:tmpl w:val="DBF602FE"/>
    <w:lvl w:ilvl="0">
      <w:start w:val="1"/>
      <w:numFmt w:val="lowerRoman"/>
      <w:lvlText w:val="%1)"/>
      <w:lvlJc w:val="left"/>
      <w:pPr>
        <w:tabs>
          <w:tab w:val="num" w:pos="720"/>
        </w:tabs>
        <w:ind w:left="360" w:hanging="360"/>
      </w:pPr>
      <w:rPr>
        <w:b/>
        <w:i w:val="0"/>
      </w:rPr>
    </w:lvl>
  </w:abstractNum>
  <w:abstractNum w:abstractNumId="14" w15:restartNumberingAfterBreak="0">
    <w:nsid w:val="24690B20"/>
    <w:multiLevelType w:val="multilevel"/>
    <w:tmpl w:val="A9D034FA"/>
    <w:lvl w:ilvl="0">
      <w:start w:val="6"/>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54D3C94"/>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16" w15:restartNumberingAfterBreak="0">
    <w:nsid w:val="275A68B0"/>
    <w:multiLevelType w:val="hybridMultilevel"/>
    <w:tmpl w:val="C6AAE1B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2D584715"/>
    <w:multiLevelType w:val="hybridMultilevel"/>
    <w:tmpl w:val="867EFBD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2D9C7A9E"/>
    <w:multiLevelType w:val="hybridMultilevel"/>
    <w:tmpl w:val="C6AAE1B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2DEC6EE5"/>
    <w:multiLevelType w:val="hybridMultilevel"/>
    <w:tmpl w:val="71A2DE88"/>
    <w:lvl w:ilvl="0" w:tplc="FFFFFFFF">
      <w:start w:val="1"/>
      <w:numFmt w:val="lowerLetter"/>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30E32BC0"/>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15:restartNumberingAfterBreak="0">
    <w:nsid w:val="3FEE49EA"/>
    <w:multiLevelType w:val="hybridMultilevel"/>
    <w:tmpl w:val="A76A0BF4"/>
    <w:lvl w:ilvl="0" w:tplc="18090001">
      <w:start w:val="1"/>
      <w:numFmt w:val="bullet"/>
      <w:lvlText w:val=""/>
      <w:lvlJc w:val="left"/>
      <w:pPr>
        <w:ind w:left="720" w:hanging="360"/>
      </w:pPr>
      <w:rPr>
        <w:rFonts w:ascii="Symbol" w:hAnsi="Symbol" w:cs="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cs="Wingdings" w:hint="default"/>
      </w:rPr>
    </w:lvl>
    <w:lvl w:ilvl="3" w:tplc="18090001" w:tentative="1">
      <w:start w:val="1"/>
      <w:numFmt w:val="bullet"/>
      <w:lvlText w:val=""/>
      <w:lvlJc w:val="left"/>
      <w:pPr>
        <w:ind w:left="2880" w:hanging="360"/>
      </w:pPr>
      <w:rPr>
        <w:rFonts w:ascii="Symbol" w:hAnsi="Symbol" w:cs="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cs="Wingdings" w:hint="default"/>
      </w:rPr>
    </w:lvl>
    <w:lvl w:ilvl="6" w:tplc="18090001" w:tentative="1">
      <w:start w:val="1"/>
      <w:numFmt w:val="bullet"/>
      <w:lvlText w:val=""/>
      <w:lvlJc w:val="left"/>
      <w:pPr>
        <w:ind w:left="5040" w:hanging="360"/>
      </w:pPr>
      <w:rPr>
        <w:rFonts w:ascii="Symbol" w:hAnsi="Symbol" w:cs="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40664ACD"/>
    <w:multiLevelType w:val="multilevel"/>
    <w:tmpl w:val="9AD6896C"/>
    <w:lvl w:ilvl="0">
      <w:start w:val="5"/>
      <w:numFmt w:val="decimal"/>
      <w:lvlText w:val="%1"/>
      <w:lvlJc w:val="left"/>
      <w:pPr>
        <w:ind w:left="360" w:hanging="360"/>
      </w:pPr>
    </w:lvl>
    <w:lvl w:ilvl="1">
      <w:start w:val="1"/>
      <w:numFmt w:val="decimal"/>
      <w:lvlText w:val="%1.%2"/>
      <w:lvlJc w:val="left"/>
      <w:pPr>
        <w:ind w:left="1079" w:hanging="360"/>
      </w:pPr>
    </w:lvl>
    <w:lvl w:ilvl="2">
      <w:start w:val="1"/>
      <w:numFmt w:val="decimal"/>
      <w:lvlText w:val="%1.%2.%3"/>
      <w:lvlJc w:val="left"/>
      <w:pPr>
        <w:ind w:left="2158" w:hanging="720"/>
      </w:pPr>
      <w:rPr>
        <w:b w:val="0"/>
      </w:rPr>
    </w:lvl>
    <w:lvl w:ilvl="3">
      <w:start w:val="1"/>
      <w:numFmt w:val="decimal"/>
      <w:lvlText w:val="%1.%2.%3.%4"/>
      <w:lvlJc w:val="left"/>
      <w:pPr>
        <w:ind w:left="2877" w:hanging="720"/>
      </w:pPr>
    </w:lvl>
    <w:lvl w:ilvl="4">
      <w:start w:val="1"/>
      <w:numFmt w:val="decimal"/>
      <w:lvlText w:val="%1.%2.%3.%4.%5"/>
      <w:lvlJc w:val="left"/>
      <w:pPr>
        <w:ind w:left="3956" w:hanging="1080"/>
      </w:pPr>
    </w:lvl>
    <w:lvl w:ilvl="5">
      <w:start w:val="1"/>
      <w:numFmt w:val="decimal"/>
      <w:lvlText w:val="%1.%2.%3.%4.%5.%6"/>
      <w:lvlJc w:val="left"/>
      <w:pPr>
        <w:ind w:left="4675" w:hanging="1080"/>
      </w:pPr>
    </w:lvl>
    <w:lvl w:ilvl="6">
      <w:start w:val="1"/>
      <w:numFmt w:val="decimal"/>
      <w:lvlText w:val="%1.%2.%3.%4.%5.%6.%7"/>
      <w:lvlJc w:val="left"/>
      <w:pPr>
        <w:ind w:left="5754" w:hanging="1440"/>
      </w:pPr>
    </w:lvl>
    <w:lvl w:ilvl="7">
      <w:start w:val="1"/>
      <w:numFmt w:val="decimal"/>
      <w:lvlText w:val="%1.%2.%3.%4.%5.%6.%7.%8"/>
      <w:lvlJc w:val="left"/>
      <w:pPr>
        <w:ind w:left="6473" w:hanging="1440"/>
      </w:pPr>
    </w:lvl>
    <w:lvl w:ilvl="8">
      <w:start w:val="1"/>
      <w:numFmt w:val="decimal"/>
      <w:lvlText w:val="%1.%2.%3.%4.%5.%6.%7.%8.%9"/>
      <w:lvlJc w:val="left"/>
      <w:pPr>
        <w:ind w:left="7552" w:hanging="1800"/>
      </w:pPr>
    </w:lvl>
  </w:abstractNum>
  <w:abstractNum w:abstractNumId="23" w15:restartNumberingAfterBreak="0">
    <w:nsid w:val="43FC6F9F"/>
    <w:multiLevelType w:val="hybridMultilevel"/>
    <w:tmpl w:val="120EEE1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4C220661"/>
    <w:multiLevelType w:val="hybridMultilevel"/>
    <w:tmpl w:val="FFFFFFFF"/>
    <w:lvl w:ilvl="0" w:tplc="D0363B8E">
      <w:start w:val="1"/>
      <w:numFmt w:val="bullet"/>
      <w:lvlText w:val=""/>
      <w:lvlJc w:val="left"/>
      <w:pPr>
        <w:ind w:left="720" w:hanging="360"/>
      </w:pPr>
      <w:rPr>
        <w:rFonts w:ascii="Symbol" w:hAnsi="Symbol" w:hint="default"/>
      </w:rPr>
    </w:lvl>
    <w:lvl w:ilvl="1" w:tplc="21DC5060">
      <w:start w:val="1"/>
      <w:numFmt w:val="bullet"/>
      <w:lvlText w:val="o"/>
      <w:lvlJc w:val="left"/>
      <w:pPr>
        <w:ind w:left="1440" w:hanging="360"/>
      </w:pPr>
      <w:rPr>
        <w:rFonts w:ascii="Courier New" w:hAnsi="Courier New" w:hint="default"/>
      </w:rPr>
    </w:lvl>
    <w:lvl w:ilvl="2" w:tplc="0AACAC82">
      <w:start w:val="1"/>
      <w:numFmt w:val="bullet"/>
      <w:lvlText w:val=""/>
      <w:lvlJc w:val="left"/>
      <w:pPr>
        <w:ind w:left="2160" w:hanging="360"/>
      </w:pPr>
      <w:rPr>
        <w:rFonts w:ascii="Wingdings" w:hAnsi="Wingdings" w:hint="default"/>
      </w:rPr>
    </w:lvl>
    <w:lvl w:ilvl="3" w:tplc="81F415B4">
      <w:start w:val="1"/>
      <w:numFmt w:val="bullet"/>
      <w:lvlText w:val=""/>
      <w:lvlJc w:val="left"/>
      <w:pPr>
        <w:ind w:left="2880" w:hanging="360"/>
      </w:pPr>
      <w:rPr>
        <w:rFonts w:ascii="Symbol" w:hAnsi="Symbol" w:hint="default"/>
      </w:rPr>
    </w:lvl>
    <w:lvl w:ilvl="4" w:tplc="DF4ABE2A">
      <w:start w:val="1"/>
      <w:numFmt w:val="bullet"/>
      <w:lvlText w:val="o"/>
      <w:lvlJc w:val="left"/>
      <w:pPr>
        <w:ind w:left="3600" w:hanging="360"/>
      </w:pPr>
      <w:rPr>
        <w:rFonts w:ascii="Courier New" w:hAnsi="Courier New" w:hint="default"/>
      </w:rPr>
    </w:lvl>
    <w:lvl w:ilvl="5" w:tplc="D21629B2">
      <w:start w:val="1"/>
      <w:numFmt w:val="bullet"/>
      <w:lvlText w:val=""/>
      <w:lvlJc w:val="left"/>
      <w:pPr>
        <w:ind w:left="4320" w:hanging="360"/>
      </w:pPr>
      <w:rPr>
        <w:rFonts w:ascii="Wingdings" w:hAnsi="Wingdings" w:hint="default"/>
      </w:rPr>
    </w:lvl>
    <w:lvl w:ilvl="6" w:tplc="09E6FA58">
      <w:start w:val="1"/>
      <w:numFmt w:val="bullet"/>
      <w:lvlText w:val=""/>
      <w:lvlJc w:val="left"/>
      <w:pPr>
        <w:ind w:left="5040" w:hanging="360"/>
      </w:pPr>
      <w:rPr>
        <w:rFonts w:ascii="Symbol" w:hAnsi="Symbol" w:hint="default"/>
      </w:rPr>
    </w:lvl>
    <w:lvl w:ilvl="7" w:tplc="8F7C15C2">
      <w:start w:val="1"/>
      <w:numFmt w:val="bullet"/>
      <w:lvlText w:val="o"/>
      <w:lvlJc w:val="left"/>
      <w:pPr>
        <w:ind w:left="5760" w:hanging="360"/>
      </w:pPr>
      <w:rPr>
        <w:rFonts w:ascii="Courier New" w:hAnsi="Courier New" w:hint="default"/>
      </w:rPr>
    </w:lvl>
    <w:lvl w:ilvl="8" w:tplc="0E74F8CA">
      <w:start w:val="1"/>
      <w:numFmt w:val="bullet"/>
      <w:lvlText w:val=""/>
      <w:lvlJc w:val="left"/>
      <w:pPr>
        <w:ind w:left="6480" w:hanging="360"/>
      </w:pPr>
      <w:rPr>
        <w:rFonts w:ascii="Wingdings" w:hAnsi="Wingdings" w:hint="default"/>
      </w:rPr>
    </w:lvl>
  </w:abstractNum>
  <w:abstractNum w:abstractNumId="25" w15:restartNumberingAfterBreak="0">
    <w:nsid w:val="4C4C48B8"/>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6" w15:restartNumberingAfterBreak="0">
    <w:nsid w:val="4C5B06DD"/>
    <w:multiLevelType w:val="hybridMultilevel"/>
    <w:tmpl w:val="DF901A7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D0A3643"/>
    <w:multiLevelType w:val="hybridMultilevel"/>
    <w:tmpl w:val="FFFFFFFF"/>
    <w:lvl w:ilvl="0" w:tplc="D7CE921A">
      <w:start w:val="1"/>
      <w:numFmt w:val="bullet"/>
      <w:lvlText w:val=""/>
      <w:lvlJc w:val="left"/>
      <w:pPr>
        <w:ind w:left="720" w:hanging="360"/>
      </w:pPr>
      <w:rPr>
        <w:rFonts w:ascii="Symbol" w:hAnsi="Symbol" w:hint="default"/>
      </w:rPr>
    </w:lvl>
    <w:lvl w:ilvl="1" w:tplc="5DB68F84">
      <w:start w:val="1"/>
      <w:numFmt w:val="bullet"/>
      <w:lvlText w:val="o"/>
      <w:lvlJc w:val="left"/>
      <w:pPr>
        <w:ind w:left="1440" w:hanging="360"/>
      </w:pPr>
      <w:rPr>
        <w:rFonts w:ascii="Courier New" w:hAnsi="Courier New" w:hint="default"/>
      </w:rPr>
    </w:lvl>
    <w:lvl w:ilvl="2" w:tplc="3EA0DEAE">
      <w:start w:val="1"/>
      <w:numFmt w:val="bullet"/>
      <w:lvlText w:val=""/>
      <w:lvlJc w:val="left"/>
      <w:pPr>
        <w:ind w:left="2160" w:hanging="360"/>
      </w:pPr>
      <w:rPr>
        <w:rFonts w:ascii="Wingdings" w:hAnsi="Wingdings" w:hint="default"/>
      </w:rPr>
    </w:lvl>
    <w:lvl w:ilvl="3" w:tplc="52AE5096">
      <w:start w:val="1"/>
      <w:numFmt w:val="bullet"/>
      <w:lvlText w:val=""/>
      <w:lvlJc w:val="left"/>
      <w:pPr>
        <w:ind w:left="2880" w:hanging="360"/>
      </w:pPr>
      <w:rPr>
        <w:rFonts w:ascii="Symbol" w:hAnsi="Symbol" w:hint="default"/>
      </w:rPr>
    </w:lvl>
    <w:lvl w:ilvl="4" w:tplc="112C0060">
      <w:start w:val="1"/>
      <w:numFmt w:val="bullet"/>
      <w:lvlText w:val="o"/>
      <w:lvlJc w:val="left"/>
      <w:pPr>
        <w:ind w:left="3600" w:hanging="360"/>
      </w:pPr>
      <w:rPr>
        <w:rFonts w:ascii="Courier New" w:hAnsi="Courier New" w:hint="default"/>
      </w:rPr>
    </w:lvl>
    <w:lvl w:ilvl="5" w:tplc="BBBCB796">
      <w:start w:val="1"/>
      <w:numFmt w:val="bullet"/>
      <w:lvlText w:val=""/>
      <w:lvlJc w:val="left"/>
      <w:pPr>
        <w:ind w:left="4320" w:hanging="360"/>
      </w:pPr>
      <w:rPr>
        <w:rFonts w:ascii="Wingdings" w:hAnsi="Wingdings" w:hint="default"/>
      </w:rPr>
    </w:lvl>
    <w:lvl w:ilvl="6" w:tplc="773A57CA">
      <w:start w:val="1"/>
      <w:numFmt w:val="bullet"/>
      <w:lvlText w:val=""/>
      <w:lvlJc w:val="left"/>
      <w:pPr>
        <w:ind w:left="5040" w:hanging="360"/>
      </w:pPr>
      <w:rPr>
        <w:rFonts w:ascii="Symbol" w:hAnsi="Symbol" w:hint="default"/>
      </w:rPr>
    </w:lvl>
    <w:lvl w:ilvl="7" w:tplc="36C8104C">
      <w:start w:val="1"/>
      <w:numFmt w:val="bullet"/>
      <w:lvlText w:val="o"/>
      <w:lvlJc w:val="left"/>
      <w:pPr>
        <w:ind w:left="5760" w:hanging="360"/>
      </w:pPr>
      <w:rPr>
        <w:rFonts w:ascii="Courier New" w:hAnsi="Courier New" w:hint="default"/>
      </w:rPr>
    </w:lvl>
    <w:lvl w:ilvl="8" w:tplc="B2E209F2">
      <w:start w:val="1"/>
      <w:numFmt w:val="bullet"/>
      <w:lvlText w:val=""/>
      <w:lvlJc w:val="left"/>
      <w:pPr>
        <w:ind w:left="6480" w:hanging="360"/>
      </w:pPr>
      <w:rPr>
        <w:rFonts w:ascii="Wingdings" w:hAnsi="Wingdings" w:hint="default"/>
      </w:rPr>
    </w:lvl>
  </w:abstractNum>
  <w:abstractNum w:abstractNumId="28" w15:restartNumberingAfterBreak="0">
    <w:nsid w:val="521E0799"/>
    <w:multiLevelType w:val="hybridMultilevel"/>
    <w:tmpl w:val="735CF5C8"/>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56DE5432"/>
    <w:multiLevelType w:val="hybridMultilevel"/>
    <w:tmpl w:val="830E1F3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15:restartNumberingAfterBreak="0">
    <w:nsid w:val="581D084A"/>
    <w:multiLevelType w:val="hybridMultilevel"/>
    <w:tmpl w:val="81C4E52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15:restartNumberingAfterBreak="0">
    <w:nsid w:val="61A54FAE"/>
    <w:multiLevelType w:val="multilevel"/>
    <w:tmpl w:val="2CEA9C80"/>
    <w:lvl w:ilvl="0">
      <w:start w:val="1"/>
      <w:numFmt w:val="decimal"/>
      <w:lvlText w:val="%1."/>
      <w:lvlJc w:val="left"/>
      <w:pPr>
        <w:ind w:left="1080" w:hanging="360"/>
      </w:pPr>
    </w:lvl>
    <w:lvl w:ilvl="1">
      <w:start w:val="1"/>
      <w:numFmt w:val="decimal"/>
      <w:lvlText w:val="%1.%2."/>
      <w:lvlJc w:val="left"/>
      <w:pPr>
        <w:ind w:left="6456" w:hanging="360"/>
      </w:pPr>
      <w:rPr>
        <w:b/>
      </w:r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2160" w:hanging="1440"/>
      </w:pPr>
    </w:lvl>
    <w:lvl w:ilvl="7">
      <w:start w:val="1"/>
      <w:numFmt w:val="decimal"/>
      <w:lvlText w:val="%1.%2.%3.%4.%5.%6.%7.%8."/>
      <w:lvlJc w:val="left"/>
      <w:pPr>
        <w:ind w:left="2160" w:hanging="1440"/>
      </w:pPr>
    </w:lvl>
    <w:lvl w:ilvl="8">
      <w:start w:val="1"/>
      <w:numFmt w:val="decimal"/>
      <w:lvlText w:val="%1.%2.%3.%4.%5.%6.%7.%8.%9."/>
      <w:lvlJc w:val="left"/>
      <w:pPr>
        <w:ind w:left="2520" w:hanging="1800"/>
      </w:pPr>
    </w:lvl>
  </w:abstractNum>
  <w:abstractNum w:abstractNumId="32" w15:restartNumberingAfterBreak="0">
    <w:nsid w:val="62052308"/>
    <w:multiLevelType w:val="hybridMultilevel"/>
    <w:tmpl w:val="FFFFFFFF"/>
    <w:lvl w:ilvl="0" w:tplc="54DE1AAE">
      <w:start w:val="1"/>
      <w:numFmt w:val="bullet"/>
      <w:lvlText w:val=""/>
      <w:lvlJc w:val="left"/>
      <w:pPr>
        <w:ind w:left="720" w:hanging="360"/>
      </w:pPr>
      <w:rPr>
        <w:rFonts w:ascii="Symbol" w:hAnsi="Symbol" w:hint="default"/>
      </w:rPr>
    </w:lvl>
    <w:lvl w:ilvl="1" w:tplc="EDFA15B2">
      <w:start w:val="1"/>
      <w:numFmt w:val="bullet"/>
      <w:lvlText w:val=""/>
      <w:lvlJc w:val="left"/>
      <w:pPr>
        <w:ind w:left="1440" w:hanging="360"/>
      </w:pPr>
      <w:rPr>
        <w:rFonts w:ascii="Symbol" w:hAnsi="Symbol" w:hint="default"/>
      </w:rPr>
    </w:lvl>
    <w:lvl w:ilvl="2" w:tplc="9FA8A0AE">
      <w:start w:val="1"/>
      <w:numFmt w:val="bullet"/>
      <w:lvlText w:val=""/>
      <w:lvlJc w:val="left"/>
      <w:pPr>
        <w:ind w:left="2160" w:hanging="360"/>
      </w:pPr>
      <w:rPr>
        <w:rFonts w:ascii="Wingdings" w:hAnsi="Wingdings" w:hint="default"/>
      </w:rPr>
    </w:lvl>
    <w:lvl w:ilvl="3" w:tplc="CD40A852">
      <w:start w:val="1"/>
      <w:numFmt w:val="bullet"/>
      <w:lvlText w:val=""/>
      <w:lvlJc w:val="left"/>
      <w:pPr>
        <w:ind w:left="2880" w:hanging="360"/>
      </w:pPr>
      <w:rPr>
        <w:rFonts w:ascii="Symbol" w:hAnsi="Symbol" w:hint="default"/>
      </w:rPr>
    </w:lvl>
    <w:lvl w:ilvl="4" w:tplc="F92E12D8">
      <w:start w:val="1"/>
      <w:numFmt w:val="bullet"/>
      <w:lvlText w:val="o"/>
      <w:lvlJc w:val="left"/>
      <w:pPr>
        <w:ind w:left="3600" w:hanging="360"/>
      </w:pPr>
      <w:rPr>
        <w:rFonts w:ascii="Courier New" w:hAnsi="Courier New" w:hint="default"/>
      </w:rPr>
    </w:lvl>
    <w:lvl w:ilvl="5" w:tplc="58A67134">
      <w:start w:val="1"/>
      <w:numFmt w:val="bullet"/>
      <w:lvlText w:val=""/>
      <w:lvlJc w:val="left"/>
      <w:pPr>
        <w:ind w:left="4320" w:hanging="360"/>
      </w:pPr>
      <w:rPr>
        <w:rFonts w:ascii="Wingdings" w:hAnsi="Wingdings" w:hint="default"/>
      </w:rPr>
    </w:lvl>
    <w:lvl w:ilvl="6" w:tplc="4E86BB94">
      <w:start w:val="1"/>
      <w:numFmt w:val="bullet"/>
      <w:lvlText w:val=""/>
      <w:lvlJc w:val="left"/>
      <w:pPr>
        <w:ind w:left="5040" w:hanging="360"/>
      </w:pPr>
      <w:rPr>
        <w:rFonts w:ascii="Symbol" w:hAnsi="Symbol" w:hint="default"/>
      </w:rPr>
    </w:lvl>
    <w:lvl w:ilvl="7" w:tplc="C8E6D5AA">
      <w:start w:val="1"/>
      <w:numFmt w:val="bullet"/>
      <w:lvlText w:val="o"/>
      <w:lvlJc w:val="left"/>
      <w:pPr>
        <w:ind w:left="5760" w:hanging="360"/>
      </w:pPr>
      <w:rPr>
        <w:rFonts w:ascii="Courier New" w:hAnsi="Courier New" w:hint="default"/>
      </w:rPr>
    </w:lvl>
    <w:lvl w:ilvl="8" w:tplc="7BF29414">
      <w:start w:val="1"/>
      <w:numFmt w:val="bullet"/>
      <w:lvlText w:val=""/>
      <w:lvlJc w:val="left"/>
      <w:pPr>
        <w:ind w:left="6480" w:hanging="360"/>
      </w:pPr>
      <w:rPr>
        <w:rFonts w:ascii="Wingdings" w:hAnsi="Wingdings" w:hint="default"/>
      </w:rPr>
    </w:lvl>
  </w:abstractNum>
  <w:abstractNum w:abstractNumId="33" w15:restartNumberingAfterBreak="0">
    <w:nsid w:val="63CC467F"/>
    <w:multiLevelType w:val="hybridMultilevel"/>
    <w:tmpl w:val="FFFFFFFF"/>
    <w:lvl w:ilvl="0" w:tplc="994A3D32">
      <w:start w:val="1"/>
      <w:numFmt w:val="bullet"/>
      <w:lvlText w:val=""/>
      <w:lvlJc w:val="left"/>
      <w:pPr>
        <w:ind w:left="720" w:hanging="360"/>
      </w:pPr>
      <w:rPr>
        <w:rFonts w:ascii="Symbol" w:hAnsi="Symbol" w:hint="default"/>
      </w:rPr>
    </w:lvl>
    <w:lvl w:ilvl="1" w:tplc="0854C008">
      <w:start w:val="1"/>
      <w:numFmt w:val="bullet"/>
      <w:lvlText w:val="o"/>
      <w:lvlJc w:val="left"/>
      <w:pPr>
        <w:ind w:left="1440" w:hanging="360"/>
      </w:pPr>
      <w:rPr>
        <w:rFonts w:ascii="Courier New" w:hAnsi="Courier New" w:hint="default"/>
      </w:rPr>
    </w:lvl>
    <w:lvl w:ilvl="2" w:tplc="65FCE8EE">
      <w:start w:val="1"/>
      <w:numFmt w:val="bullet"/>
      <w:lvlText w:val=""/>
      <w:lvlJc w:val="left"/>
      <w:pPr>
        <w:ind w:left="2160" w:hanging="360"/>
      </w:pPr>
      <w:rPr>
        <w:rFonts w:ascii="Wingdings" w:hAnsi="Wingdings" w:hint="default"/>
      </w:rPr>
    </w:lvl>
    <w:lvl w:ilvl="3" w:tplc="AA76F7FA">
      <w:start w:val="1"/>
      <w:numFmt w:val="bullet"/>
      <w:lvlText w:val=""/>
      <w:lvlJc w:val="left"/>
      <w:pPr>
        <w:ind w:left="2880" w:hanging="360"/>
      </w:pPr>
      <w:rPr>
        <w:rFonts w:ascii="Symbol" w:hAnsi="Symbol" w:hint="default"/>
      </w:rPr>
    </w:lvl>
    <w:lvl w:ilvl="4" w:tplc="CB0877A0">
      <w:start w:val="1"/>
      <w:numFmt w:val="bullet"/>
      <w:lvlText w:val="o"/>
      <w:lvlJc w:val="left"/>
      <w:pPr>
        <w:ind w:left="3600" w:hanging="360"/>
      </w:pPr>
      <w:rPr>
        <w:rFonts w:ascii="Courier New" w:hAnsi="Courier New" w:hint="default"/>
      </w:rPr>
    </w:lvl>
    <w:lvl w:ilvl="5" w:tplc="B5B208FA">
      <w:start w:val="1"/>
      <w:numFmt w:val="bullet"/>
      <w:lvlText w:val=""/>
      <w:lvlJc w:val="left"/>
      <w:pPr>
        <w:ind w:left="4320" w:hanging="360"/>
      </w:pPr>
      <w:rPr>
        <w:rFonts w:ascii="Wingdings" w:hAnsi="Wingdings" w:hint="default"/>
      </w:rPr>
    </w:lvl>
    <w:lvl w:ilvl="6" w:tplc="D0447DB4">
      <w:start w:val="1"/>
      <w:numFmt w:val="bullet"/>
      <w:lvlText w:val=""/>
      <w:lvlJc w:val="left"/>
      <w:pPr>
        <w:ind w:left="5040" w:hanging="360"/>
      </w:pPr>
      <w:rPr>
        <w:rFonts w:ascii="Symbol" w:hAnsi="Symbol" w:hint="default"/>
      </w:rPr>
    </w:lvl>
    <w:lvl w:ilvl="7" w:tplc="FBAA34D6">
      <w:start w:val="1"/>
      <w:numFmt w:val="bullet"/>
      <w:lvlText w:val="o"/>
      <w:lvlJc w:val="left"/>
      <w:pPr>
        <w:ind w:left="5760" w:hanging="360"/>
      </w:pPr>
      <w:rPr>
        <w:rFonts w:ascii="Courier New" w:hAnsi="Courier New" w:hint="default"/>
      </w:rPr>
    </w:lvl>
    <w:lvl w:ilvl="8" w:tplc="7A08E356">
      <w:start w:val="1"/>
      <w:numFmt w:val="bullet"/>
      <w:lvlText w:val=""/>
      <w:lvlJc w:val="left"/>
      <w:pPr>
        <w:ind w:left="6480" w:hanging="360"/>
      </w:pPr>
      <w:rPr>
        <w:rFonts w:ascii="Wingdings" w:hAnsi="Wingdings" w:hint="default"/>
      </w:rPr>
    </w:lvl>
  </w:abstractNum>
  <w:abstractNum w:abstractNumId="34" w15:restartNumberingAfterBreak="0">
    <w:nsid w:val="6FA42597"/>
    <w:multiLevelType w:val="hybridMultilevel"/>
    <w:tmpl w:val="40B4C91E"/>
    <w:lvl w:ilvl="0" w:tplc="04090001">
      <w:start w:val="1"/>
      <w:numFmt w:val="bullet"/>
      <w:lvlText w:val=""/>
      <w:lvlJc w:val="left"/>
      <w:pPr>
        <w:tabs>
          <w:tab w:val="num" w:pos="1200"/>
        </w:tabs>
        <w:ind w:left="120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35" w15:restartNumberingAfterBreak="0">
    <w:nsid w:val="728F1C20"/>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76A27A39"/>
    <w:multiLevelType w:val="hybridMultilevel"/>
    <w:tmpl w:val="E506AC2C"/>
    <w:lvl w:ilvl="0" w:tplc="60983CEE">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7"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8" w15:restartNumberingAfterBreak="0">
    <w:nsid w:val="79F91D9F"/>
    <w:multiLevelType w:val="multilevel"/>
    <w:tmpl w:val="E00CD0B8"/>
    <w:lvl w:ilvl="0">
      <w:start w:val="2"/>
      <w:numFmt w:val="decimal"/>
      <w:lvlText w:val="%1"/>
      <w:lvlJc w:val="left"/>
      <w:pPr>
        <w:ind w:left="360" w:hanging="360"/>
      </w:pPr>
      <w:rPr>
        <w:rFonts w:hint="default"/>
        <w:i/>
      </w:rPr>
    </w:lvl>
    <w:lvl w:ilvl="1">
      <w:start w:val="1"/>
      <w:numFmt w:val="decimal"/>
      <w:lvlText w:val="%1.%2"/>
      <w:lvlJc w:val="left"/>
      <w:pPr>
        <w:ind w:left="720" w:hanging="360"/>
      </w:pPr>
      <w:rPr>
        <w:rFonts w:hint="default"/>
        <w:b/>
        <w:i/>
      </w:rPr>
    </w:lvl>
    <w:lvl w:ilvl="2">
      <w:start w:val="1"/>
      <w:numFmt w:val="decimal"/>
      <w:lvlText w:val="%1.%2.%3"/>
      <w:lvlJc w:val="left"/>
      <w:pPr>
        <w:ind w:left="1440" w:hanging="720"/>
      </w:pPr>
      <w:rPr>
        <w:rFonts w:hint="default"/>
        <w:i/>
      </w:rPr>
    </w:lvl>
    <w:lvl w:ilvl="3">
      <w:start w:val="1"/>
      <w:numFmt w:val="decimal"/>
      <w:lvlText w:val="%1.%2.%3.%4"/>
      <w:lvlJc w:val="left"/>
      <w:pPr>
        <w:ind w:left="1800" w:hanging="720"/>
      </w:pPr>
      <w:rPr>
        <w:rFonts w:hint="default"/>
        <w:i/>
      </w:rPr>
    </w:lvl>
    <w:lvl w:ilvl="4">
      <w:start w:val="1"/>
      <w:numFmt w:val="decimal"/>
      <w:lvlText w:val="%1.%2.%3.%4.%5"/>
      <w:lvlJc w:val="left"/>
      <w:pPr>
        <w:ind w:left="2520" w:hanging="1080"/>
      </w:pPr>
      <w:rPr>
        <w:rFonts w:hint="default"/>
        <w:i/>
      </w:rPr>
    </w:lvl>
    <w:lvl w:ilvl="5">
      <w:start w:val="1"/>
      <w:numFmt w:val="decimal"/>
      <w:lvlText w:val="%1.%2.%3.%4.%5.%6"/>
      <w:lvlJc w:val="left"/>
      <w:pPr>
        <w:ind w:left="2880" w:hanging="1080"/>
      </w:pPr>
      <w:rPr>
        <w:rFonts w:hint="default"/>
        <w:i/>
      </w:rPr>
    </w:lvl>
    <w:lvl w:ilvl="6">
      <w:start w:val="1"/>
      <w:numFmt w:val="decimal"/>
      <w:lvlText w:val="%1.%2.%3.%4.%5.%6.%7"/>
      <w:lvlJc w:val="left"/>
      <w:pPr>
        <w:ind w:left="3600" w:hanging="1440"/>
      </w:pPr>
      <w:rPr>
        <w:rFonts w:hint="default"/>
        <w:i/>
      </w:rPr>
    </w:lvl>
    <w:lvl w:ilvl="7">
      <w:start w:val="1"/>
      <w:numFmt w:val="decimal"/>
      <w:lvlText w:val="%1.%2.%3.%4.%5.%6.%7.%8"/>
      <w:lvlJc w:val="left"/>
      <w:pPr>
        <w:ind w:left="3960" w:hanging="1440"/>
      </w:pPr>
      <w:rPr>
        <w:rFonts w:hint="default"/>
        <w:i/>
      </w:rPr>
    </w:lvl>
    <w:lvl w:ilvl="8">
      <w:start w:val="1"/>
      <w:numFmt w:val="decimal"/>
      <w:lvlText w:val="%1.%2.%3.%4.%5.%6.%7.%8.%9"/>
      <w:lvlJc w:val="left"/>
      <w:pPr>
        <w:ind w:left="4680" w:hanging="1800"/>
      </w:pPr>
      <w:rPr>
        <w:rFonts w:hint="default"/>
        <w:i/>
      </w:rPr>
    </w:lvl>
  </w:abstractNum>
  <w:abstractNum w:abstractNumId="39" w15:restartNumberingAfterBreak="0">
    <w:nsid w:val="7A6E11FE"/>
    <w:multiLevelType w:val="hybridMultilevel"/>
    <w:tmpl w:val="C69CF42C"/>
    <w:lvl w:ilvl="0" w:tplc="18090001">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E0965C9"/>
    <w:multiLevelType w:val="hybridMultilevel"/>
    <w:tmpl w:val="55DC590A"/>
    <w:lvl w:ilvl="0" w:tplc="04090001">
      <w:start w:val="1"/>
      <w:numFmt w:val="bullet"/>
      <w:lvlText w:val=""/>
      <w:lvlJc w:val="left"/>
      <w:pPr>
        <w:tabs>
          <w:tab w:val="num" w:pos="1560"/>
        </w:tabs>
        <w:ind w:left="1560" w:hanging="360"/>
      </w:pPr>
      <w:rPr>
        <w:rFonts w:ascii="Symbol" w:hAnsi="Symbol"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num w:numId="1">
    <w:abstractNumId w:val="0"/>
  </w:num>
  <w:num w:numId="2">
    <w:abstractNumId w:val="32"/>
  </w:num>
  <w:num w:numId="3">
    <w:abstractNumId w:val="9"/>
  </w:num>
  <w:num w:numId="4">
    <w:abstractNumId w:val="27"/>
  </w:num>
  <w:num w:numId="5">
    <w:abstractNumId w:val="33"/>
  </w:num>
  <w:num w:numId="6">
    <w:abstractNumId w:val="3"/>
  </w:num>
  <w:num w:numId="7">
    <w:abstractNumId w:val="24"/>
  </w:num>
  <w:num w:numId="8">
    <w:abstractNumId w:val="37"/>
  </w:num>
  <w:num w:numId="9">
    <w:abstractNumId w:val="31"/>
  </w:num>
  <w:num w:numId="10">
    <w:abstractNumId w:val="4"/>
  </w:num>
  <w:num w:numId="11">
    <w:abstractNumId w:val="39"/>
  </w:num>
  <w:num w:numId="12">
    <w:abstractNumId w:val="12"/>
  </w:num>
  <w:num w:numId="13">
    <w:abstractNumId w:val="13"/>
  </w:num>
  <w:num w:numId="14">
    <w:abstractNumId w:val="6"/>
  </w:num>
  <w:num w:numId="15">
    <w:abstractNumId w:val="26"/>
  </w:num>
  <w:num w:numId="16">
    <w:abstractNumId w:val="40"/>
  </w:num>
  <w:num w:numId="17">
    <w:abstractNumId w:val="34"/>
  </w:num>
  <w:num w:numId="18">
    <w:abstractNumId w:val="28"/>
  </w:num>
  <w:num w:numId="19">
    <w:abstractNumId w:val="16"/>
  </w:num>
  <w:num w:numId="20">
    <w:abstractNumId w:val="18"/>
  </w:num>
  <w:num w:numId="21">
    <w:abstractNumId w:val="35"/>
  </w:num>
  <w:num w:numId="22">
    <w:abstractNumId w:val="15"/>
  </w:num>
  <w:num w:numId="23">
    <w:abstractNumId w:val="8"/>
  </w:num>
  <w:num w:numId="24">
    <w:abstractNumId w:val="11"/>
  </w:num>
  <w:num w:numId="25">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25"/>
  </w:num>
  <w:num w:numId="30">
    <w:abstractNumId w:val="1"/>
  </w:num>
  <w:num w:numId="31">
    <w:abstractNumId w:val="14"/>
  </w:num>
  <w:num w:numId="32">
    <w:abstractNumId w:val="2"/>
  </w:num>
  <w:num w:numId="33">
    <w:abstractNumId w:val="38"/>
  </w:num>
  <w:num w:numId="34">
    <w:abstractNumId w:val="5"/>
  </w:num>
  <w:num w:numId="35">
    <w:abstractNumId w:val="36"/>
  </w:num>
  <w:num w:numId="36">
    <w:abstractNumId w:val="17"/>
  </w:num>
  <w:num w:numId="37">
    <w:abstractNumId w:val="21"/>
  </w:num>
  <w:num w:numId="38">
    <w:abstractNumId w:val="20"/>
  </w:num>
  <w:num w:numId="39">
    <w:abstractNumId w:val="7"/>
  </w:num>
  <w:num w:numId="40">
    <w:abstractNumId w:val="10"/>
  </w:num>
  <w:num w:numId="41">
    <w:abstractNumId w:val="23"/>
  </w:num>
  <w:num w:numId="42">
    <w:abstractNumId w:val="29"/>
  </w:num>
  <w:num w:numId="43">
    <w:abstractNumId w:val="3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ocumentProtection w:formatting="1" w:enforcement="0"/>
  <w:defaultTabStop w:val="720"/>
  <w:hyphenationZone w:val="425"/>
  <w:drawingGridHorizontalSpacing w:val="100"/>
  <w:displayHorizontalDrawingGridEvery w:val="2"/>
  <w:displayVerticalDrawingGridEvery w:val="2"/>
  <w:characterSpacingControl w:val="doNotCompress"/>
  <w:alwaysShowPlaceholderText/>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81F"/>
    <w:rsid w:val="00001655"/>
    <w:rsid w:val="0000261B"/>
    <w:rsid w:val="000055A7"/>
    <w:rsid w:val="00006EDA"/>
    <w:rsid w:val="0001679C"/>
    <w:rsid w:val="0002183E"/>
    <w:rsid w:val="00022ED8"/>
    <w:rsid w:val="0002448C"/>
    <w:rsid w:val="00031037"/>
    <w:rsid w:val="000318FF"/>
    <w:rsid w:val="00035C42"/>
    <w:rsid w:val="00036932"/>
    <w:rsid w:val="00037376"/>
    <w:rsid w:val="00037DE6"/>
    <w:rsid w:val="00040358"/>
    <w:rsid w:val="00040549"/>
    <w:rsid w:val="00042983"/>
    <w:rsid w:val="00044FC2"/>
    <w:rsid w:val="00045514"/>
    <w:rsid w:val="00050327"/>
    <w:rsid w:val="00052A10"/>
    <w:rsid w:val="00070AE0"/>
    <w:rsid w:val="0007223B"/>
    <w:rsid w:val="000727CA"/>
    <w:rsid w:val="00074D3D"/>
    <w:rsid w:val="00077296"/>
    <w:rsid w:val="00083DFB"/>
    <w:rsid w:val="00084BE6"/>
    <w:rsid w:val="00084EBC"/>
    <w:rsid w:val="00086C93"/>
    <w:rsid w:val="00087AAB"/>
    <w:rsid w:val="00090757"/>
    <w:rsid w:val="00090CF7"/>
    <w:rsid w:val="00090EE1"/>
    <w:rsid w:val="000953BB"/>
    <w:rsid w:val="00095436"/>
    <w:rsid w:val="00096B3C"/>
    <w:rsid w:val="0009789B"/>
    <w:rsid w:val="000A10F5"/>
    <w:rsid w:val="000A1669"/>
    <w:rsid w:val="000A6C0A"/>
    <w:rsid w:val="000A7B3E"/>
    <w:rsid w:val="000B0796"/>
    <w:rsid w:val="000B0B0B"/>
    <w:rsid w:val="000B12A7"/>
    <w:rsid w:val="000B20F6"/>
    <w:rsid w:val="000B5C23"/>
    <w:rsid w:val="000B6FC5"/>
    <w:rsid w:val="000B7BBB"/>
    <w:rsid w:val="000C0406"/>
    <w:rsid w:val="000C16F1"/>
    <w:rsid w:val="000C2E0E"/>
    <w:rsid w:val="000C347B"/>
    <w:rsid w:val="000C473F"/>
    <w:rsid w:val="000C52FE"/>
    <w:rsid w:val="000C6AFD"/>
    <w:rsid w:val="000D4CA8"/>
    <w:rsid w:val="000D6643"/>
    <w:rsid w:val="000E36DE"/>
    <w:rsid w:val="000E3ADA"/>
    <w:rsid w:val="000E48BD"/>
    <w:rsid w:val="000E5C62"/>
    <w:rsid w:val="000F0280"/>
    <w:rsid w:val="000F4243"/>
    <w:rsid w:val="000F44BC"/>
    <w:rsid w:val="000F56DE"/>
    <w:rsid w:val="000F7742"/>
    <w:rsid w:val="000F7B57"/>
    <w:rsid w:val="00100FF1"/>
    <w:rsid w:val="00103E71"/>
    <w:rsid w:val="0010493F"/>
    <w:rsid w:val="00105552"/>
    <w:rsid w:val="001067BD"/>
    <w:rsid w:val="00107FCC"/>
    <w:rsid w:val="001100DF"/>
    <w:rsid w:val="00111ED2"/>
    <w:rsid w:val="00111FAB"/>
    <w:rsid w:val="00112687"/>
    <w:rsid w:val="00115EA9"/>
    <w:rsid w:val="00116BA5"/>
    <w:rsid w:val="00117644"/>
    <w:rsid w:val="00117EA0"/>
    <w:rsid w:val="00122F8E"/>
    <w:rsid w:val="00124376"/>
    <w:rsid w:val="0012462E"/>
    <w:rsid w:val="0012651C"/>
    <w:rsid w:val="00127737"/>
    <w:rsid w:val="00130282"/>
    <w:rsid w:val="00131049"/>
    <w:rsid w:val="00133FB7"/>
    <w:rsid w:val="00137C1E"/>
    <w:rsid w:val="0014068E"/>
    <w:rsid w:val="00144097"/>
    <w:rsid w:val="00144272"/>
    <w:rsid w:val="001453A1"/>
    <w:rsid w:val="00150A9E"/>
    <w:rsid w:val="00150B54"/>
    <w:rsid w:val="00162C50"/>
    <w:rsid w:val="00166CD3"/>
    <w:rsid w:val="00174D9F"/>
    <w:rsid w:val="00175C00"/>
    <w:rsid w:val="001768CE"/>
    <w:rsid w:val="001768EB"/>
    <w:rsid w:val="0017766E"/>
    <w:rsid w:val="00183EB5"/>
    <w:rsid w:val="001841F9"/>
    <w:rsid w:val="00184219"/>
    <w:rsid w:val="00185309"/>
    <w:rsid w:val="001859FA"/>
    <w:rsid w:val="001870BD"/>
    <w:rsid w:val="00191612"/>
    <w:rsid w:val="001948EF"/>
    <w:rsid w:val="0019615F"/>
    <w:rsid w:val="001970CD"/>
    <w:rsid w:val="001A01B4"/>
    <w:rsid w:val="001A4543"/>
    <w:rsid w:val="001A55D1"/>
    <w:rsid w:val="001A6BF4"/>
    <w:rsid w:val="001B2091"/>
    <w:rsid w:val="001B252D"/>
    <w:rsid w:val="001B31CF"/>
    <w:rsid w:val="001B6660"/>
    <w:rsid w:val="001B7A30"/>
    <w:rsid w:val="001C2BCD"/>
    <w:rsid w:val="001C4340"/>
    <w:rsid w:val="001C63AE"/>
    <w:rsid w:val="001C6E05"/>
    <w:rsid w:val="001D196F"/>
    <w:rsid w:val="001D1E83"/>
    <w:rsid w:val="001D5325"/>
    <w:rsid w:val="001D743F"/>
    <w:rsid w:val="001E4301"/>
    <w:rsid w:val="001E51F2"/>
    <w:rsid w:val="001E61AB"/>
    <w:rsid w:val="001E6451"/>
    <w:rsid w:val="001E7BED"/>
    <w:rsid w:val="001F1A4E"/>
    <w:rsid w:val="00202509"/>
    <w:rsid w:val="002044F2"/>
    <w:rsid w:val="002045E6"/>
    <w:rsid w:val="00207D90"/>
    <w:rsid w:val="0021043A"/>
    <w:rsid w:val="0021083C"/>
    <w:rsid w:val="00211406"/>
    <w:rsid w:val="002125B9"/>
    <w:rsid w:val="002138F9"/>
    <w:rsid w:val="0021532C"/>
    <w:rsid w:val="0022194B"/>
    <w:rsid w:val="00223972"/>
    <w:rsid w:val="00224E85"/>
    <w:rsid w:val="002256D2"/>
    <w:rsid w:val="00226647"/>
    <w:rsid w:val="00234959"/>
    <w:rsid w:val="00241491"/>
    <w:rsid w:val="00246341"/>
    <w:rsid w:val="00250186"/>
    <w:rsid w:val="0025162E"/>
    <w:rsid w:val="00254EC4"/>
    <w:rsid w:val="00255E60"/>
    <w:rsid w:val="00262A8C"/>
    <w:rsid w:val="002651EB"/>
    <w:rsid w:val="00266DB0"/>
    <w:rsid w:val="0026743D"/>
    <w:rsid w:val="00271BD2"/>
    <w:rsid w:val="00272BC1"/>
    <w:rsid w:val="00274A49"/>
    <w:rsid w:val="00277269"/>
    <w:rsid w:val="002801AA"/>
    <w:rsid w:val="002826B2"/>
    <w:rsid w:val="00282B15"/>
    <w:rsid w:val="002869D5"/>
    <w:rsid w:val="002929F7"/>
    <w:rsid w:val="00293B96"/>
    <w:rsid w:val="00296CEF"/>
    <w:rsid w:val="002A1317"/>
    <w:rsid w:val="002A3F4B"/>
    <w:rsid w:val="002A526A"/>
    <w:rsid w:val="002A6204"/>
    <w:rsid w:val="002A74F7"/>
    <w:rsid w:val="002A7603"/>
    <w:rsid w:val="002A7DBF"/>
    <w:rsid w:val="002B184D"/>
    <w:rsid w:val="002B2698"/>
    <w:rsid w:val="002C2C0C"/>
    <w:rsid w:val="002C4DED"/>
    <w:rsid w:val="002C4F52"/>
    <w:rsid w:val="002C6ABD"/>
    <w:rsid w:val="002D016B"/>
    <w:rsid w:val="002D1AB1"/>
    <w:rsid w:val="002D1E61"/>
    <w:rsid w:val="002D1E67"/>
    <w:rsid w:val="002D22AC"/>
    <w:rsid w:val="002D5796"/>
    <w:rsid w:val="002E03B2"/>
    <w:rsid w:val="002E2456"/>
    <w:rsid w:val="002E2BC0"/>
    <w:rsid w:val="002F0D88"/>
    <w:rsid w:val="002F28D9"/>
    <w:rsid w:val="002F4038"/>
    <w:rsid w:val="002F4260"/>
    <w:rsid w:val="002F6606"/>
    <w:rsid w:val="002F67B9"/>
    <w:rsid w:val="00302AF9"/>
    <w:rsid w:val="00306BA9"/>
    <w:rsid w:val="00310307"/>
    <w:rsid w:val="003103AC"/>
    <w:rsid w:val="00311F19"/>
    <w:rsid w:val="003133C2"/>
    <w:rsid w:val="00315C62"/>
    <w:rsid w:val="0031601E"/>
    <w:rsid w:val="003243A7"/>
    <w:rsid w:val="00325A6F"/>
    <w:rsid w:val="00326233"/>
    <w:rsid w:val="00326FC8"/>
    <w:rsid w:val="00327D30"/>
    <w:rsid w:val="00332E1C"/>
    <w:rsid w:val="00335D1F"/>
    <w:rsid w:val="00336A51"/>
    <w:rsid w:val="00336D19"/>
    <w:rsid w:val="00337A46"/>
    <w:rsid w:val="003416FF"/>
    <w:rsid w:val="00342952"/>
    <w:rsid w:val="00342BD3"/>
    <w:rsid w:val="0034365E"/>
    <w:rsid w:val="00344843"/>
    <w:rsid w:val="00345BBE"/>
    <w:rsid w:val="00347B86"/>
    <w:rsid w:val="00350445"/>
    <w:rsid w:val="0035083F"/>
    <w:rsid w:val="003527EE"/>
    <w:rsid w:val="003548D9"/>
    <w:rsid w:val="003550FB"/>
    <w:rsid w:val="00365A44"/>
    <w:rsid w:val="00367CDE"/>
    <w:rsid w:val="00370209"/>
    <w:rsid w:val="00370AD5"/>
    <w:rsid w:val="00372EEE"/>
    <w:rsid w:val="003749D6"/>
    <w:rsid w:val="00377C1A"/>
    <w:rsid w:val="0038208C"/>
    <w:rsid w:val="003922AD"/>
    <w:rsid w:val="00397172"/>
    <w:rsid w:val="00397290"/>
    <w:rsid w:val="003972C2"/>
    <w:rsid w:val="003A6FD4"/>
    <w:rsid w:val="003A7214"/>
    <w:rsid w:val="003B3667"/>
    <w:rsid w:val="003B451B"/>
    <w:rsid w:val="003B519E"/>
    <w:rsid w:val="003C0DD3"/>
    <w:rsid w:val="003C481F"/>
    <w:rsid w:val="003C4B71"/>
    <w:rsid w:val="003C5328"/>
    <w:rsid w:val="003C6732"/>
    <w:rsid w:val="003D2233"/>
    <w:rsid w:val="003D50B2"/>
    <w:rsid w:val="003D606F"/>
    <w:rsid w:val="003D7A8E"/>
    <w:rsid w:val="003E28BE"/>
    <w:rsid w:val="003E326A"/>
    <w:rsid w:val="003E4EF6"/>
    <w:rsid w:val="003F2765"/>
    <w:rsid w:val="00400E30"/>
    <w:rsid w:val="0040376E"/>
    <w:rsid w:val="00406ABE"/>
    <w:rsid w:val="00407289"/>
    <w:rsid w:val="00412F36"/>
    <w:rsid w:val="00416140"/>
    <w:rsid w:val="00417C01"/>
    <w:rsid w:val="004223BE"/>
    <w:rsid w:val="00422468"/>
    <w:rsid w:val="004247BA"/>
    <w:rsid w:val="004249D1"/>
    <w:rsid w:val="00427297"/>
    <w:rsid w:val="0043322A"/>
    <w:rsid w:val="004362E4"/>
    <w:rsid w:val="00437736"/>
    <w:rsid w:val="00443BA8"/>
    <w:rsid w:val="004475CC"/>
    <w:rsid w:val="00450C90"/>
    <w:rsid w:val="004510A3"/>
    <w:rsid w:val="004539A1"/>
    <w:rsid w:val="00455F23"/>
    <w:rsid w:val="004576CA"/>
    <w:rsid w:val="00457F6E"/>
    <w:rsid w:val="004603E9"/>
    <w:rsid w:val="004618FD"/>
    <w:rsid w:val="00464A0A"/>
    <w:rsid w:val="00464F63"/>
    <w:rsid w:val="0047373E"/>
    <w:rsid w:val="00475FA1"/>
    <w:rsid w:val="00476749"/>
    <w:rsid w:val="00480E93"/>
    <w:rsid w:val="004824F5"/>
    <w:rsid w:val="00487A01"/>
    <w:rsid w:val="00487AED"/>
    <w:rsid w:val="004912B1"/>
    <w:rsid w:val="00493118"/>
    <w:rsid w:val="004939EF"/>
    <w:rsid w:val="004960B4"/>
    <w:rsid w:val="004A2A3A"/>
    <w:rsid w:val="004B0CB0"/>
    <w:rsid w:val="004B2019"/>
    <w:rsid w:val="004B212E"/>
    <w:rsid w:val="004B21A6"/>
    <w:rsid w:val="004B5F39"/>
    <w:rsid w:val="004B68F7"/>
    <w:rsid w:val="004C3C4F"/>
    <w:rsid w:val="004C4109"/>
    <w:rsid w:val="004C7199"/>
    <w:rsid w:val="004D0C81"/>
    <w:rsid w:val="004D3C98"/>
    <w:rsid w:val="004D57E0"/>
    <w:rsid w:val="004D5E56"/>
    <w:rsid w:val="004E21DA"/>
    <w:rsid w:val="004E5156"/>
    <w:rsid w:val="004F0457"/>
    <w:rsid w:val="004F12AB"/>
    <w:rsid w:val="004F1E15"/>
    <w:rsid w:val="004F3F43"/>
    <w:rsid w:val="004F66AD"/>
    <w:rsid w:val="00502C37"/>
    <w:rsid w:val="005030F0"/>
    <w:rsid w:val="005037B9"/>
    <w:rsid w:val="0050691B"/>
    <w:rsid w:val="00506DA6"/>
    <w:rsid w:val="0050783D"/>
    <w:rsid w:val="00507A37"/>
    <w:rsid w:val="00507A9C"/>
    <w:rsid w:val="0051086A"/>
    <w:rsid w:val="00510FAC"/>
    <w:rsid w:val="0051267B"/>
    <w:rsid w:val="00513BF2"/>
    <w:rsid w:val="005147B5"/>
    <w:rsid w:val="00515D07"/>
    <w:rsid w:val="00516D98"/>
    <w:rsid w:val="00517BA1"/>
    <w:rsid w:val="00520A0F"/>
    <w:rsid w:val="0052168E"/>
    <w:rsid w:val="00521EE2"/>
    <w:rsid w:val="00525A21"/>
    <w:rsid w:val="00525F1D"/>
    <w:rsid w:val="00534BA1"/>
    <w:rsid w:val="00537AFD"/>
    <w:rsid w:val="0054278D"/>
    <w:rsid w:val="00543253"/>
    <w:rsid w:val="00543A72"/>
    <w:rsid w:val="005443AA"/>
    <w:rsid w:val="0054455D"/>
    <w:rsid w:val="00544F7D"/>
    <w:rsid w:val="0054503B"/>
    <w:rsid w:val="0055201B"/>
    <w:rsid w:val="005525A0"/>
    <w:rsid w:val="00552677"/>
    <w:rsid w:val="005562EF"/>
    <w:rsid w:val="00557533"/>
    <w:rsid w:val="00560529"/>
    <w:rsid w:val="00560F8E"/>
    <w:rsid w:val="0056110E"/>
    <w:rsid w:val="00566901"/>
    <w:rsid w:val="005673B0"/>
    <w:rsid w:val="005675F9"/>
    <w:rsid w:val="00567D82"/>
    <w:rsid w:val="0057409D"/>
    <w:rsid w:val="00575ADD"/>
    <w:rsid w:val="005833D6"/>
    <w:rsid w:val="005844B6"/>
    <w:rsid w:val="005860CA"/>
    <w:rsid w:val="00591D14"/>
    <w:rsid w:val="00593460"/>
    <w:rsid w:val="00596A21"/>
    <w:rsid w:val="005A1B51"/>
    <w:rsid w:val="005A36C0"/>
    <w:rsid w:val="005A5207"/>
    <w:rsid w:val="005B0445"/>
    <w:rsid w:val="005B0BED"/>
    <w:rsid w:val="005B3193"/>
    <w:rsid w:val="005B33A0"/>
    <w:rsid w:val="005B360B"/>
    <w:rsid w:val="005B47BC"/>
    <w:rsid w:val="005B579A"/>
    <w:rsid w:val="005B683D"/>
    <w:rsid w:val="005C045F"/>
    <w:rsid w:val="005C22F1"/>
    <w:rsid w:val="005C36A6"/>
    <w:rsid w:val="005D1527"/>
    <w:rsid w:val="005E2BCD"/>
    <w:rsid w:val="005E2DE2"/>
    <w:rsid w:val="005E3881"/>
    <w:rsid w:val="005E4195"/>
    <w:rsid w:val="005E6906"/>
    <w:rsid w:val="005E7715"/>
    <w:rsid w:val="005E79B4"/>
    <w:rsid w:val="005E7CF8"/>
    <w:rsid w:val="005F02E1"/>
    <w:rsid w:val="005F2CD6"/>
    <w:rsid w:val="005F2D2D"/>
    <w:rsid w:val="005F67EC"/>
    <w:rsid w:val="005F7AF3"/>
    <w:rsid w:val="00601E05"/>
    <w:rsid w:val="00605E5B"/>
    <w:rsid w:val="00610032"/>
    <w:rsid w:val="00610991"/>
    <w:rsid w:val="0061281F"/>
    <w:rsid w:val="00622DDB"/>
    <w:rsid w:val="0062494A"/>
    <w:rsid w:val="0063262E"/>
    <w:rsid w:val="00632C68"/>
    <w:rsid w:val="00637A45"/>
    <w:rsid w:val="00637E56"/>
    <w:rsid w:val="00641878"/>
    <w:rsid w:val="00642BD1"/>
    <w:rsid w:val="0064713A"/>
    <w:rsid w:val="006507AE"/>
    <w:rsid w:val="00650B85"/>
    <w:rsid w:val="006526FA"/>
    <w:rsid w:val="0065511E"/>
    <w:rsid w:val="00657C07"/>
    <w:rsid w:val="0066095E"/>
    <w:rsid w:val="00662D78"/>
    <w:rsid w:val="006647D5"/>
    <w:rsid w:val="00666110"/>
    <w:rsid w:val="00667BF1"/>
    <w:rsid w:val="00673B39"/>
    <w:rsid w:val="00676951"/>
    <w:rsid w:val="006810B3"/>
    <w:rsid w:val="0068387E"/>
    <w:rsid w:val="0068663D"/>
    <w:rsid w:val="006869CA"/>
    <w:rsid w:val="00686C3C"/>
    <w:rsid w:val="00686D9C"/>
    <w:rsid w:val="0068705C"/>
    <w:rsid w:val="0069147F"/>
    <w:rsid w:val="006976CD"/>
    <w:rsid w:val="006A2340"/>
    <w:rsid w:val="006A2EFB"/>
    <w:rsid w:val="006A32B5"/>
    <w:rsid w:val="006A4BA5"/>
    <w:rsid w:val="006A6A66"/>
    <w:rsid w:val="006A774F"/>
    <w:rsid w:val="006B0A72"/>
    <w:rsid w:val="006B4333"/>
    <w:rsid w:val="006B6128"/>
    <w:rsid w:val="006B734A"/>
    <w:rsid w:val="006C00AA"/>
    <w:rsid w:val="006C0E94"/>
    <w:rsid w:val="006C30DC"/>
    <w:rsid w:val="006C3AA7"/>
    <w:rsid w:val="006C55F2"/>
    <w:rsid w:val="006C7B48"/>
    <w:rsid w:val="006D2395"/>
    <w:rsid w:val="006D262C"/>
    <w:rsid w:val="006D2E69"/>
    <w:rsid w:val="006D637B"/>
    <w:rsid w:val="006E0D50"/>
    <w:rsid w:val="006E1BC9"/>
    <w:rsid w:val="006F1280"/>
    <w:rsid w:val="006F1AE9"/>
    <w:rsid w:val="006F21B9"/>
    <w:rsid w:val="006F3F20"/>
    <w:rsid w:val="006F489B"/>
    <w:rsid w:val="006F4FFC"/>
    <w:rsid w:val="007010A7"/>
    <w:rsid w:val="00701A3B"/>
    <w:rsid w:val="00701B9F"/>
    <w:rsid w:val="00705E8B"/>
    <w:rsid w:val="00706113"/>
    <w:rsid w:val="0071102D"/>
    <w:rsid w:val="00711CCF"/>
    <w:rsid w:val="00712CC2"/>
    <w:rsid w:val="00712ECD"/>
    <w:rsid w:val="00713199"/>
    <w:rsid w:val="0071429B"/>
    <w:rsid w:val="00722C84"/>
    <w:rsid w:val="00724138"/>
    <w:rsid w:val="00730D13"/>
    <w:rsid w:val="007345FB"/>
    <w:rsid w:val="00734773"/>
    <w:rsid w:val="00735179"/>
    <w:rsid w:val="0074138D"/>
    <w:rsid w:val="00742F05"/>
    <w:rsid w:val="0074465A"/>
    <w:rsid w:val="007471FE"/>
    <w:rsid w:val="007475A3"/>
    <w:rsid w:val="0075207C"/>
    <w:rsid w:val="00752EFE"/>
    <w:rsid w:val="00755877"/>
    <w:rsid w:val="00756406"/>
    <w:rsid w:val="007605E5"/>
    <w:rsid w:val="007607AF"/>
    <w:rsid w:val="007624BA"/>
    <w:rsid w:val="0076329B"/>
    <w:rsid w:val="00765FF4"/>
    <w:rsid w:val="00766417"/>
    <w:rsid w:val="00767F69"/>
    <w:rsid w:val="00770944"/>
    <w:rsid w:val="007772F4"/>
    <w:rsid w:val="007810B0"/>
    <w:rsid w:val="00781813"/>
    <w:rsid w:val="00782C9B"/>
    <w:rsid w:val="0078308C"/>
    <w:rsid w:val="00784AE1"/>
    <w:rsid w:val="007851C8"/>
    <w:rsid w:val="007865D4"/>
    <w:rsid w:val="007869E5"/>
    <w:rsid w:val="00787133"/>
    <w:rsid w:val="007872B7"/>
    <w:rsid w:val="007A063E"/>
    <w:rsid w:val="007A082A"/>
    <w:rsid w:val="007A2D21"/>
    <w:rsid w:val="007A34CF"/>
    <w:rsid w:val="007A4D51"/>
    <w:rsid w:val="007B3CC8"/>
    <w:rsid w:val="007B58A7"/>
    <w:rsid w:val="007B661E"/>
    <w:rsid w:val="007B7FA5"/>
    <w:rsid w:val="007C3D70"/>
    <w:rsid w:val="007C4130"/>
    <w:rsid w:val="007C514E"/>
    <w:rsid w:val="007D06A7"/>
    <w:rsid w:val="007D3AC7"/>
    <w:rsid w:val="007D61E3"/>
    <w:rsid w:val="007D84B9"/>
    <w:rsid w:val="007E166C"/>
    <w:rsid w:val="007F1426"/>
    <w:rsid w:val="007F25BC"/>
    <w:rsid w:val="007F336C"/>
    <w:rsid w:val="007F65AA"/>
    <w:rsid w:val="00800F8A"/>
    <w:rsid w:val="00802C10"/>
    <w:rsid w:val="00803747"/>
    <w:rsid w:val="008047EB"/>
    <w:rsid w:val="008058DE"/>
    <w:rsid w:val="00810A1F"/>
    <w:rsid w:val="00812DBA"/>
    <w:rsid w:val="00816ECF"/>
    <w:rsid w:val="00820572"/>
    <w:rsid w:val="00820B87"/>
    <w:rsid w:val="00821324"/>
    <w:rsid w:val="008231E2"/>
    <w:rsid w:val="0082491D"/>
    <w:rsid w:val="00825003"/>
    <w:rsid w:val="00826259"/>
    <w:rsid w:val="00826454"/>
    <w:rsid w:val="00826825"/>
    <w:rsid w:val="00826AA5"/>
    <w:rsid w:val="00830A82"/>
    <w:rsid w:val="00831E40"/>
    <w:rsid w:val="00832D63"/>
    <w:rsid w:val="00833D57"/>
    <w:rsid w:val="00833DC5"/>
    <w:rsid w:val="0083630D"/>
    <w:rsid w:val="008369EC"/>
    <w:rsid w:val="0084127F"/>
    <w:rsid w:val="00844583"/>
    <w:rsid w:val="00845011"/>
    <w:rsid w:val="00846367"/>
    <w:rsid w:val="00851F62"/>
    <w:rsid w:val="008535F0"/>
    <w:rsid w:val="00854E80"/>
    <w:rsid w:val="00854EF7"/>
    <w:rsid w:val="008555DD"/>
    <w:rsid w:val="00855E8B"/>
    <w:rsid w:val="00865A27"/>
    <w:rsid w:val="008673CB"/>
    <w:rsid w:val="00871CD5"/>
    <w:rsid w:val="00872BA7"/>
    <w:rsid w:val="008743ED"/>
    <w:rsid w:val="00875B65"/>
    <w:rsid w:val="008810C3"/>
    <w:rsid w:val="00883D1E"/>
    <w:rsid w:val="0088495C"/>
    <w:rsid w:val="00885EFB"/>
    <w:rsid w:val="00886B77"/>
    <w:rsid w:val="008904A5"/>
    <w:rsid w:val="00891529"/>
    <w:rsid w:val="00891689"/>
    <w:rsid w:val="00894C66"/>
    <w:rsid w:val="008A4271"/>
    <w:rsid w:val="008B1346"/>
    <w:rsid w:val="008B4C90"/>
    <w:rsid w:val="008B53E1"/>
    <w:rsid w:val="008C2666"/>
    <w:rsid w:val="008C4DC5"/>
    <w:rsid w:val="008C5FF1"/>
    <w:rsid w:val="008C6C47"/>
    <w:rsid w:val="008C757B"/>
    <w:rsid w:val="008D0B9E"/>
    <w:rsid w:val="008D1B38"/>
    <w:rsid w:val="008D380D"/>
    <w:rsid w:val="008D6F30"/>
    <w:rsid w:val="008E0337"/>
    <w:rsid w:val="008E1FAA"/>
    <w:rsid w:val="008F24AB"/>
    <w:rsid w:val="008F263F"/>
    <w:rsid w:val="008F64E9"/>
    <w:rsid w:val="009003B9"/>
    <w:rsid w:val="00901B92"/>
    <w:rsid w:val="009025E8"/>
    <w:rsid w:val="009105E5"/>
    <w:rsid w:val="00912E4B"/>
    <w:rsid w:val="0091573C"/>
    <w:rsid w:val="0092127D"/>
    <w:rsid w:val="0092195C"/>
    <w:rsid w:val="00922936"/>
    <w:rsid w:val="0092719D"/>
    <w:rsid w:val="00930A64"/>
    <w:rsid w:val="00933347"/>
    <w:rsid w:val="009334FB"/>
    <w:rsid w:val="00933727"/>
    <w:rsid w:val="0093461E"/>
    <w:rsid w:val="00934F50"/>
    <w:rsid w:val="00936C51"/>
    <w:rsid w:val="00937209"/>
    <w:rsid w:val="009375A7"/>
    <w:rsid w:val="00942E32"/>
    <w:rsid w:val="009440C8"/>
    <w:rsid w:val="00951CD9"/>
    <w:rsid w:val="009549C4"/>
    <w:rsid w:val="00954F4F"/>
    <w:rsid w:val="00955644"/>
    <w:rsid w:val="00956B19"/>
    <w:rsid w:val="009571B0"/>
    <w:rsid w:val="009627DC"/>
    <w:rsid w:val="00963F04"/>
    <w:rsid w:val="00967D7F"/>
    <w:rsid w:val="00973083"/>
    <w:rsid w:val="00974B20"/>
    <w:rsid w:val="00977F68"/>
    <w:rsid w:val="00980E5E"/>
    <w:rsid w:val="00981D56"/>
    <w:rsid w:val="009823E9"/>
    <w:rsid w:val="00982856"/>
    <w:rsid w:val="00983380"/>
    <w:rsid w:val="00983475"/>
    <w:rsid w:val="00983B44"/>
    <w:rsid w:val="0098477C"/>
    <w:rsid w:val="00986E68"/>
    <w:rsid w:val="00987E2C"/>
    <w:rsid w:val="00991609"/>
    <w:rsid w:val="00991F40"/>
    <w:rsid w:val="009A0A55"/>
    <w:rsid w:val="009A2C6D"/>
    <w:rsid w:val="009A388A"/>
    <w:rsid w:val="009A5868"/>
    <w:rsid w:val="009A5E2E"/>
    <w:rsid w:val="009A6665"/>
    <w:rsid w:val="009A68CA"/>
    <w:rsid w:val="009A6D22"/>
    <w:rsid w:val="009B16CA"/>
    <w:rsid w:val="009B1705"/>
    <w:rsid w:val="009B42F9"/>
    <w:rsid w:val="009B560B"/>
    <w:rsid w:val="009C7138"/>
    <w:rsid w:val="009D0CC9"/>
    <w:rsid w:val="009D175A"/>
    <w:rsid w:val="009D4029"/>
    <w:rsid w:val="009D408B"/>
    <w:rsid w:val="009D5095"/>
    <w:rsid w:val="009D5C46"/>
    <w:rsid w:val="009D75A0"/>
    <w:rsid w:val="009E135D"/>
    <w:rsid w:val="009E3769"/>
    <w:rsid w:val="009E3B4A"/>
    <w:rsid w:val="009E6F54"/>
    <w:rsid w:val="009E6FE1"/>
    <w:rsid w:val="009F42A5"/>
    <w:rsid w:val="009F4A9F"/>
    <w:rsid w:val="009F4F58"/>
    <w:rsid w:val="009F506B"/>
    <w:rsid w:val="009F58E3"/>
    <w:rsid w:val="009F7AA9"/>
    <w:rsid w:val="00A01475"/>
    <w:rsid w:val="00A04F83"/>
    <w:rsid w:val="00A05385"/>
    <w:rsid w:val="00A05D5E"/>
    <w:rsid w:val="00A063C4"/>
    <w:rsid w:val="00A109C7"/>
    <w:rsid w:val="00A124E6"/>
    <w:rsid w:val="00A1545F"/>
    <w:rsid w:val="00A1636D"/>
    <w:rsid w:val="00A2097A"/>
    <w:rsid w:val="00A21494"/>
    <w:rsid w:val="00A21568"/>
    <w:rsid w:val="00A24436"/>
    <w:rsid w:val="00A25374"/>
    <w:rsid w:val="00A274E3"/>
    <w:rsid w:val="00A318A5"/>
    <w:rsid w:val="00A33467"/>
    <w:rsid w:val="00A337A1"/>
    <w:rsid w:val="00A33D54"/>
    <w:rsid w:val="00A34311"/>
    <w:rsid w:val="00A36B7A"/>
    <w:rsid w:val="00A36D83"/>
    <w:rsid w:val="00A40521"/>
    <w:rsid w:val="00A474AF"/>
    <w:rsid w:val="00A52803"/>
    <w:rsid w:val="00A5588A"/>
    <w:rsid w:val="00A55AAD"/>
    <w:rsid w:val="00A6393E"/>
    <w:rsid w:val="00A640F5"/>
    <w:rsid w:val="00A64E18"/>
    <w:rsid w:val="00A72E8B"/>
    <w:rsid w:val="00A73E01"/>
    <w:rsid w:val="00A7419F"/>
    <w:rsid w:val="00A7434B"/>
    <w:rsid w:val="00A747F9"/>
    <w:rsid w:val="00A76D03"/>
    <w:rsid w:val="00A77967"/>
    <w:rsid w:val="00A85833"/>
    <w:rsid w:val="00A86C12"/>
    <w:rsid w:val="00A9076F"/>
    <w:rsid w:val="00A90DE4"/>
    <w:rsid w:val="00A91E66"/>
    <w:rsid w:val="00A96DAA"/>
    <w:rsid w:val="00AA0E68"/>
    <w:rsid w:val="00AA19DE"/>
    <w:rsid w:val="00AA33F5"/>
    <w:rsid w:val="00AA355C"/>
    <w:rsid w:val="00AB220C"/>
    <w:rsid w:val="00AB6F62"/>
    <w:rsid w:val="00AC0BF2"/>
    <w:rsid w:val="00AC0EA6"/>
    <w:rsid w:val="00AC115D"/>
    <w:rsid w:val="00AC3D7C"/>
    <w:rsid w:val="00AC70AE"/>
    <w:rsid w:val="00AD04F1"/>
    <w:rsid w:val="00AD0841"/>
    <w:rsid w:val="00AD75F5"/>
    <w:rsid w:val="00AE1151"/>
    <w:rsid w:val="00AE1C3C"/>
    <w:rsid w:val="00AE1EE2"/>
    <w:rsid w:val="00AE218D"/>
    <w:rsid w:val="00AE4519"/>
    <w:rsid w:val="00AE5A2D"/>
    <w:rsid w:val="00AF0B2D"/>
    <w:rsid w:val="00AF1678"/>
    <w:rsid w:val="00AF19F3"/>
    <w:rsid w:val="00AF1B87"/>
    <w:rsid w:val="00AF1E41"/>
    <w:rsid w:val="00AF2DCE"/>
    <w:rsid w:val="00AF57C8"/>
    <w:rsid w:val="00AF661E"/>
    <w:rsid w:val="00B00B38"/>
    <w:rsid w:val="00B0119B"/>
    <w:rsid w:val="00B0480A"/>
    <w:rsid w:val="00B048CD"/>
    <w:rsid w:val="00B062B2"/>
    <w:rsid w:val="00B1046A"/>
    <w:rsid w:val="00B12CBE"/>
    <w:rsid w:val="00B1428D"/>
    <w:rsid w:val="00B159DA"/>
    <w:rsid w:val="00B1705F"/>
    <w:rsid w:val="00B179A7"/>
    <w:rsid w:val="00B200A5"/>
    <w:rsid w:val="00B20B97"/>
    <w:rsid w:val="00B24D77"/>
    <w:rsid w:val="00B27BA8"/>
    <w:rsid w:val="00B33151"/>
    <w:rsid w:val="00B3739A"/>
    <w:rsid w:val="00B419A6"/>
    <w:rsid w:val="00B4349C"/>
    <w:rsid w:val="00B45CF8"/>
    <w:rsid w:val="00B47B7D"/>
    <w:rsid w:val="00B502DA"/>
    <w:rsid w:val="00B507B9"/>
    <w:rsid w:val="00B529DE"/>
    <w:rsid w:val="00B52A22"/>
    <w:rsid w:val="00B53122"/>
    <w:rsid w:val="00B55B92"/>
    <w:rsid w:val="00B56D74"/>
    <w:rsid w:val="00B571BB"/>
    <w:rsid w:val="00B60396"/>
    <w:rsid w:val="00B610D4"/>
    <w:rsid w:val="00B6159E"/>
    <w:rsid w:val="00B6293C"/>
    <w:rsid w:val="00B62D21"/>
    <w:rsid w:val="00B6304E"/>
    <w:rsid w:val="00B632AD"/>
    <w:rsid w:val="00B70B9F"/>
    <w:rsid w:val="00B759C7"/>
    <w:rsid w:val="00B766AB"/>
    <w:rsid w:val="00B7752B"/>
    <w:rsid w:val="00B80582"/>
    <w:rsid w:val="00B82DD4"/>
    <w:rsid w:val="00B8304A"/>
    <w:rsid w:val="00B8606F"/>
    <w:rsid w:val="00B8644A"/>
    <w:rsid w:val="00B87BEF"/>
    <w:rsid w:val="00B87D15"/>
    <w:rsid w:val="00B91164"/>
    <w:rsid w:val="00B9336F"/>
    <w:rsid w:val="00B9408B"/>
    <w:rsid w:val="00B962ED"/>
    <w:rsid w:val="00B96C09"/>
    <w:rsid w:val="00B96C94"/>
    <w:rsid w:val="00B970CC"/>
    <w:rsid w:val="00BA1C19"/>
    <w:rsid w:val="00BA1DA0"/>
    <w:rsid w:val="00BA3E2B"/>
    <w:rsid w:val="00BA4C47"/>
    <w:rsid w:val="00BA5B9E"/>
    <w:rsid w:val="00BA71B5"/>
    <w:rsid w:val="00BA7712"/>
    <w:rsid w:val="00BB199B"/>
    <w:rsid w:val="00BB416F"/>
    <w:rsid w:val="00BB521F"/>
    <w:rsid w:val="00BC1284"/>
    <w:rsid w:val="00BC21EE"/>
    <w:rsid w:val="00BC493E"/>
    <w:rsid w:val="00BC4D1F"/>
    <w:rsid w:val="00BC6DE5"/>
    <w:rsid w:val="00BC746A"/>
    <w:rsid w:val="00BD19BB"/>
    <w:rsid w:val="00BD2831"/>
    <w:rsid w:val="00BD37FB"/>
    <w:rsid w:val="00BE0BAD"/>
    <w:rsid w:val="00BE1597"/>
    <w:rsid w:val="00BE3896"/>
    <w:rsid w:val="00BE4763"/>
    <w:rsid w:val="00BE4B48"/>
    <w:rsid w:val="00BE6E75"/>
    <w:rsid w:val="00BF095D"/>
    <w:rsid w:val="00BF3E1A"/>
    <w:rsid w:val="00BF4928"/>
    <w:rsid w:val="00BF5DC3"/>
    <w:rsid w:val="00C009CB"/>
    <w:rsid w:val="00C01453"/>
    <w:rsid w:val="00C03FAC"/>
    <w:rsid w:val="00C0408A"/>
    <w:rsid w:val="00C06F75"/>
    <w:rsid w:val="00C06FD7"/>
    <w:rsid w:val="00C10B0B"/>
    <w:rsid w:val="00C16C22"/>
    <w:rsid w:val="00C2067B"/>
    <w:rsid w:val="00C232B7"/>
    <w:rsid w:val="00C26754"/>
    <w:rsid w:val="00C26B44"/>
    <w:rsid w:val="00C31792"/>
    <w:rsid w:val="00C32A1C"/>
    <w:rsid w:val="00C331FF"/>
    <w:rsid w:val="00C34A0B"/>
    <w:rsid w:val="00C41A4A"/>
    <w:rsid w:val="00C43846"/>
    <w:rsid w:val="00C467C4"/>
    <w:rsid w:val="00C46B7C"/>
    <w:rsid w:val="00C51213"/>
    <w:rsid w:val="00C61DCA"/>
    <w:rsid w:val="00C61EAF"/>
    <w:rsid w:val="00C62098"/>
    <w:rsid w:val="00C64FF1"/>
    <w:rsid w:val="00C7115E"/>
    <w:rsid w:val="00C7134A"/>
    <w:rsid w:val="00C75850"/>
    <w:rsid w:val="00C75892"/>
    <w:rsid w:val="00C807A1"/>
    <w:rsid w:val="00C85901"/>
    <w:rsid w:val="00C87400"/>
    <w:rsid w:val="00C937DD"/>
    <w:rsid w:val="00C94E6B"/>
    <w:rsid w:val="00C94E94"/>
    <w:rsid w:val="00C97555"/>
    <w:rsid w:val="00CA42E0"/>
    <w:rsid w:val="00CA4E15"/>
    <w:rsid w:val="00CA5080"/>
    <w:rsid w:val="00CA512F"/>
    <w:rsid w:val="00CA53D0"/>
    <w:rsid w:val="00CA59DC"/>
    <w:rsid w:val="00CA5B0E"/>
    <w:rsid w:val="00CA6624"/>
    <w:rsid w:val="00CB1458"/>
    <w:rsid w:val="00CB2011"/>
    <w:rsid w:val="00CB26EA"/>
    <w:rsid w:val="00CB5253"/>
    <w:rsid w:val="00CB79A3"/>
    <w:rsid w:val="00CB7B63"/>
    <w:rsid w:val="00CC059D"/>
    <w:rsid w:val="00CC09DE"/>
    <w:rsid w:val="00CC415B"/>
    <w:rsid w:val="00CC64BA"/>
    <w:rsid w:val="00CD0FD9"/>
    <w:rsid w:val="00CD2EF3"/>
    <w:rsid w:val="00CD4808"/>
    <w:rsid w:val="00CD67DC"/>
    <w:rsid w:val="00CE1AFA"/>
    <w:rsid w:val="00CE1DBA"/>
    <w:rsid w:val="00CE3576"/>
    <w:rsid w:val="00CE510D"/>
    <w:rsid w:val="00CE582B"/>
    <w:rsid w:val="00CE740D"/>
    <w:rsid w:val="00CF22A7"/>
    <w:rsid w:val="00CF4572"/>
    <w:rsid w:val="00CF4634"/>
    <w:rsid w:val="00D00D1D"/>
    <w:rsid w:val="00D01256"/>
    <w:rsid w:val="00D01BC2"/>
    <w:rsid w:val="00D01FAE"/>
    <w:rsid w:val="00D117F5"/>
    <w:rsid w:val="00D118E6"/>
    <w:rsid w:val="00D127FB"/>
    <w:rsid w:val="00D14C07"/>
    <w:rsid w:val="00D163CE"/>
    <w:rsid w:val="00D17319"/>
    <w:rsid w:val="00D22C5E"/>
    <w:rsid w:val="00D26EE0"/>
    <w:rsid w:val="00D30F83"/>
    <w:rsid w:val="00D32D9E"/>
    <w:rsid w:val="00D37931"/>
    <w:rsid w:val="00D417AF"/>
    <w:rsid w:val="00D42541"/>
    <w:rsid w:val="00D515CD"/>
    <w:rsid w:val="00D53411"/>
    <w:rsid w:val="00D55A14"/>
    <w:rsid w:val="00D5605B"/>
    <w:rsid w:val="00D57163"/>
    <w:rsid w:val="00D60174"/>
    <w:rsid w:val="00D6036E"/>
    <w:rsid w:val="00D63039"/>
    <w:rsid w:val="00D636B5"/>
    <w:rsid w:val="00D67A83"/>
    <w:rsid w:val="00D72F90"/>
    <w:rsid w:val="00D758A0"/>
    <w:rsid w:val="00D75B55"/>
    <w:rsid w:val="00D82652"/>
    <w:rsid w:val="00D87A85"/>
    <w:rsid w:val="00D91EDA"/>
    <w:rsid w:val="00D94C17"/>
    <w:rsid w:val="00D95A76"/>
    <w:rsid w:val="00D95E77"/>
    <w:rsid w:val="00D971D2"/>
    <w:rsid w:val="00DA1496"/>
    <w:rsid w:val="00DA2E5E"/>
    <w:rsid w:val="00DA3F4D"/>
    <w:rsid w:val="00DA4697"/>
    <w:rsid w:val="00DA540F"/>
    <w:rsid w:val="00DA72EA"/>
    <w:rsid w:val="00DA798E"/>
    <w:rsid w:val="00DB0C31"/>
    <w:rsid w:val="00DB13E4"/>
    <w:rsid w:val="00DB4C54"/>
    <w:rsid w:val="00DB5623"/>
    <w:rsid w:val="00DB6A58"/>
    <w:rsid w:val="00DB74B8"/>
    <w:rsid w:val="00DC25D6"/>
    <w:rsid w:val="00DC2C6F"/>
    <w:rsid w:val="00DC3C13"/>
    <w:rsid w:val="00DC4093"/>
    <w:rsid w:val="00DC7D6C"/>
    <w:rsid w:val="00DD149B"/>
    <w:rsid w:val="00DD28D6"/>
    <w:rsid w:val="00DD4128"/>
    <w:rsid w:val="00DD4C91"/>
    <w:rsid w:val="00DD4D62"/>
    <w:rsid w:val="00DD5CB8"/>
    <w:rsid w:val="00DD712B"/>
    <w:rsid w:val="00DE1BC5"/>
    <w:rsid w:val="00DE2A16"/>
    <w:rsid w:val="00DE4EDE"/>
    <w:rsid w:val="00DE78DB"/>
    <w:rsid w:val="00DF00C3"/>
    <w:rsid w:val="00DF0AC1"/>
    <w:rsid w:val="00DF4087"/>
    <w:rsid w:val="00DF45D5"/>
    <w:rsid w:val="00DF479B"/>
    <w:rsid w:val="00DF74F6"/>
    <w:rsid w:val="00E07E03"/>
    <w:rsid w:val="00E07F6D"/>
    <w:rsid w:val="00E11321"/>
    <w:rsid w:val="00E119F1"/>
    <w:rsid w:val="00E1276C"/>
    <w:rsid w:val="00E143EC"/>
    <w:rsid w:val="00E20228"/>
    <w:rsid w:val="00E207BB"/>
    <w:rsid w:val="00E21489"/>
    <w:rsid w:val="00E23F93"/>
    <w:rsid w:val="00E3203A"/>
    <w:rsid w:val="00E32B61"/>
    <w:rsid w:val="00E34A1F"/>
    <w:rsid w:val="00E3662C"/>
    <w:rsid w:val="00E371CF"/>
    <w:rsid w:val="00E40011"/>
    <w:rsid w:val="00E4019B"/>
    <w:rsid w:val="00E4367A"/>
    <w:rsid w:val="00E43B27"/>
    <w:rsid w:val="00E46983"/>
    <w:rsid w:val="00E50266"/>
    <w:rsid w:val="00E53C09"/>
    <w:rsid w:val="00E5477D"/>
    <w:rsid w:val="00E54C21"/>
    <w:rsid w:val="00E5543F"/>
    <w:rsid w:val="00E57B48"/>
    <w:rsid w:val="00E70749"/>
    <w:rsid w:val="00E716A9"/>
    <w:rsid w:val="00E851C4"/>
    <w:rsid w:val="00E85253"/>
    <w:rsid w:val="00E85C4D"/>
    <w:rsid w:val="00E860EF"/>
    <w:rsid w:val="00E868D0"/>
    <w:rsid w:val="00E86E2B"/>
    <w:rsid w:val="00E879BF"/>
    <w:rsid w:val="00E90E09"/>
    <w:rsid w:val="00E91525"/>
    <w:rsid w:val="00E931B9"/>
    <w:rsid w:val="00E936C5"/>
    <w:rsid w:val="00E947BE"/>
    <w:rsid w:val="00E96105"/>
    <w:rsid w:val="00EA08BD"/>
    <w:rsid w:val="00EA1667"/>
    <w:rsid w:val="00EA55A7"/>
    <w:rsid w:val="00EB050C"/>
    <w:rsid w:val="00EB166A"/>
    <w:rsid w:val="00EB2136"/>
    <w:rsid w:val="00EB34C9"/>
    <w:rsid w:val="00EB408C"/>
    <w:rsid w:val="00EB52A6"/>
    <w:rsid w:val="00EB6F6F"/>
    <w:rsid w:val="00EB729F"/>
    <w:rsid w:val="00EB746F"/>
    <w:rsid w:val="00EB7C04"/>
    <w:rsid w:val="00EC260B"/>
    <w:rsid w:val="00EC3B62"/>
    <w:rsid w:val="00ED17F2"/>
    <w:rsid w:val="00ED3643"/>
    <w:rsid w:val="00ED4941"/>
    <w:rsid w:val="00ED7FB0"/>
    <w:rsid w:val="00EE1526"/>
    <w:rsid w:val="00EE203D"/>
    <w:rsid w:val="00EE305F"/>
    <w:rsid w:val="00EE4D13"/>
    <w:rsid w:val="00EE646F"/>
    <w:rsid w:val="00EF60BC"/>
    <w:rsid w:val="00F01FF0"/>
    <w:rsid w:val="00F03441"/>
    <w:rsid w:val="00F038F0"/>
    <w:rsid w:val="00F05C26"/>
    <w:rsid w:val="00F062AD"/>
    <w:rsid w:val="00F07F66"/>
    <w:rsid w:val="00F10146"/>
    <w:rsid w:val="00F102E5"/>
    <w:rsid w:val="00F10B3F"/>
    <w:rsid w:val="00F14700"/>
    <w:rsid w:val="00F20423"/>
    <w:rsid w:val="00F20B11"/>
    <w:rsid w:val="00F243CF"/>
    <w:rsid w:val="00F25D8A"/>
    <w:rsid w:val="00F25DB7"/>
    <w:rsid w:val="00F27939"/>
    <w:rsid w:val="00F3015B"/>
    <w:rsid w:val="00F30D0B"/>
    <w:rsid w:val="00F30F44"/>
    <w:rsid w:val="00F31255"/>
    <w:rsid w:val="00F3168F"/>
    <w:rsid w:val="00F33D66"/>
    <w:rsid w:val="00F34CF9"/>
    <w:rsid w:val="00F36F49"/>
    <w:rsid w:val="00F418C0"/>
    <w:rsid w:val="00F41F69"/>
    <w:rsid w:val="00F4204C"/>
    <w:rsid w:val="00F428F0"/>
    <w:rsid w:val="00F4549E"/>
    <w:rsid w:val="00F46C25"/>
    <w:rsid w:val="00F51306"/>
    <w:rsid w:val="00F52E43"/>
    <w:rsid w:val="00F551ED"/>
    <w:rsid w:val="00F61C6F"/>
    <w:rsid w:val="00F63EFA"/>
    <w:rsid w:val="00F66501"/>
    <w:rsid w:val="00F66D77"/>
    <w:rsid w:val="00F72544"/>
    <w:rsid w:val="00F7476C"/>
    <w:rsid w:val="00F74D93"/>
    <w:rsid w:val="00F765A7"/>
    <w:rsid w:val="00F7781A"/>
    <w:rsid w:val="00F811CB"/>
    <w:rsid w:val="00F8661F"/>
    <w:rsid w:val="00F86ECE"/>
    <w:rsid w:val="00F87282"/>
    <w:rsid w:val="00F888AA"/>
    <w:rsid w:val="00F918D5"/>
    <w:rsid w:val="00F9346A"/>
    <w:rsid w:val="00F94592"/>
    <w:rsid w:val="00FA3247"/>
    <w:rsid w:val="00FA6868"/>
    <w:rsid w:val="00FB16B7"/>
    <w:rsid w:val="00FB3DF7"/>
    <w:rsid w:val="00FB4F03"/>
    <w:rsid w:val="00FB5D40"/>
    <w:rsid w:val="00FC0103"/>
    <w:rsid w:val="00FC22F2"/>
    <w:rsid w:val="00FC3F97"/>
    <w:rsid w:val="00FC58BC"/>
    <w:rsid w:val="00FC7893"/>
    <w:rsid w:val="00FD072C"/>
    <w:rsid w:val="00FD109C"/>
    <w:rsid w:val="00FD14F8"/>
    <w:rsid w:val="00FD1666"/>
    <w:rsid w:val="00FE1200"/>
    <w:rsid w:val="00FE2EED"/>
    <w:rsid w:val="00FE5FFD"/>
    <w:rsid w:val="00FE667A"/>
    <w:rsid w:val="00FE7056"/>
    <w:rsid w:val="00FE7DAA"/>
    <w:rsid w:val="00FF3C9F"/>
    <w:rsid w:val="00FF78BB"/>
    <w:rsid w:val="011A01C4"/>
    <w:rsid w:val="01861285"/>
    <w:rsid w:val="01C439C2"/>
    <w:rsid w:val="026793F0"/>
    <w:rsid w:val="026C5C59"/>
    <w:rsid w:val="027E731F"/>
    <w:rsid w:val="02E8CEE8"/>
    <w:rsid w:val="034BEE69"/>
    <w:rsid w:val="03512790"/>
    <w:rsid w:val="039D3BF1"/>
    <w:rsid w:val="04DC06D6"/>
    <w:rsid w:val="050216CF"/>
    <w:rsid w:val="054A2164"/>
    <w:rsid w:val="057E15EE"/>
    <w:rsid w:val="05C98648"/>
    <w:rsid w:val="067FE1F1"/>
    <w:rsid w:val="06E7DB98"/>
    <w:rsid w:val="06F581A8"/>
    <w:rsid w:val="073A5019"/>
    <w:rsid w:val="075D6DF8"/>
    <w:rsid w:val="07786CAA"/>
    <w:rsid w:val="08ED321D"/>
    <w:rsid w:val="096FBD35"/>
    <w:rsid w:val="097111CE"/>
    <w:rsid w:val="098FB522"/>
    <w:rsid w:val="09AFCD8F"/>
    <w:rsid w:val="09BEC817"/>
    <w:rsid w:val="0B3AD1AC"/>
    <w:rsid w:val="0B76DB9E"/>
    <w:rsid w:val="0B8A7F70"/>
    <w:rsid w:val="0B8E9828"/>
    <w:rsid w:val="0C1C910C"/>
    <w:rsid w:val="0C708358"/>
    <w:rsid w:val="0D42CDCD"/>
    <w:rsid w:val="0E2AC6E5"/>
    <w:rsid w:val="0E31FD2B"/>
    <w:rsid w:val="0E774CE3"/>
    <w:rsid w:val="0F0914C5"/>
    <w:rsid w:val="0F86D789"/>
    <w:rsid w:val="10C9269B"/>
    <w:rsid w:val="10D4D892"/>
    <w:rsid w:val="110E8F0A"/>
    <w:rsid w:val="12100E01"/>
    <w:rsid w:val="12224647"/>
    <w:rsid w:val="12CF1837"/>
    <w:rsid w:val="141F75BC"/>
    <w:rsid w:val="15A6CC75"/>
    <w:rsid w:val="15B9C90E"/>
    <w:rsid w:val="15BD4C89"/>
    <w:rsid w:val="166193E1"/>
    <w:rsid w:val="168B15BD"/>
    <w:rsid w:val="1690F4AD"/>
    <w:rsid w:val="1776C887"/>
    <w:rsid w:val="18D09AF5"/>
    <w:rsid w:val="18DD6B65"/>
    <w:rsid w:val="1A1243E9"/>
    <w:rsid w:val="1BC2917F"/>
    <w:rsid w:val="1C085D0A"/>
    <w:rsid w:val="1C7BFE34"/>
    <w:rsid w:val="1DD9A2FF"/>
    <w:rsid w:val="1E59393D"/>
    <w:rsid w:val="1E6F439D"/>
    <w:rsid w:val="1E755EE9"/>
    <w:rsid w:val="1EAED3E0"/>
    <w:rsid w:val="1EF3E47F"/>
    <w:rsid w:val="1F12ACA4"/>
    <w:rsid w:val="20187F82"/>
    <w:rsid w:val="203B2322"/>
    <w:rsid w:val="205B89E4"/>
    <w:rsid w:val="205D11DD"/>
    <w:rsid w:val="209575E3"/>
    <w:rsid w:val="20DDCCC0"/>
    <w:rsid w:val="20F089E7"/>
    <w:rsid w:val="212B52B5"/>
    <w:rsid w:val="214AF86C"/>
    <w:rsid w:val="22010B4F"/>
    <w:rsid w:val="2203C2C1"/>
    <w:rsid w:val="2203DA9B"/>
    <w:rsid w:val="2237316D"/>
    <w:rsid w:val="22F30372"/>
    <w:rsid w:val="2318D363"/>
    <w:rsid w:val="24381DE6"/>
    <w:rsid w:val="251B36C4"/>
    <w:rsid w:val="253FF8B0"/>
    <w:rsid w:val="2596A50D"/>
    <w:rsid w:val="25AEFB55"/>
    <w:rsid w:val="25D12149"/>
    <w:rsid w:val="2604A591"/>
    <w:rsid w:val="265DF6A0"/>
    <w:rsid w:val="2681E705"/>
    <w:rsid w:val="26867F4A"/>
    <w:rsid w:val="26884F60"/>
    <w:rsid w:val="26BFD884"/>
    <w:rsid w:val="2716F2F8"/>
    <w:rsid w:val="27744C43"/>
    <w:rsid w:val="277C8C50"/>
    <w:rsid w:val="27837615"/>
    <w:rsid w:val="283E1E6F"/>
    <w:rsid w:val="28AF5439"/>
    <w:rsid w:val="29AFD0D2"/>
    <w:rsid w:val="29BA2DB8"/>
    <w:rsid w:val="2A567858"/>
    <w:rsid w:val="2AB39CB4"/>
    <w:rsid w:val="2AFC07EF"/>
    <w:rsid w:val="2BE2A923"/>
    <w:rsid w:val="2BF513FB"/>
    <w:rsid w:val="2C0BC9F6"/>
    <w:rsid w:val="2C13A8DD"/>
    <w:rsid w:val="2C15EC84"/>
    <w:rsid w:val="2C256212"/>
    <w:rsid w:val="2C516354"/>
    <w:rsid w:val="2C8D9C54"/>
    <w:rsid w:val="2CBC4C99"/>
    <w:rsid w:val="2CD5AFBE"/>
    <w:rsid w:val="2CF9B32B"/>
    <w:rsid w:val="2E48174B"/>
    <w:rsid w:val="2E642A6D"/>
    <w:rsid w:val="2E7D1BE3"/>
    <w:rsid w:val="2F39D2CA"/>
    <w:rsid w:val="2F4D4FC4"/>
    <w:rsid w:val="2FFD2096"/>
    <w:rsid w:val="3080AE93"/>
    <w:rsid w:val="30967447"/>
    <w:rsid w:val="313C8CB0"/>
    <w:rsid w:val="31DF7C13"/>
    <w:rsid w:val="31E736B8"/>
    <w:rsid w:val="31EB8FE7"/>
    <w:rsid w:val="32225AB2"/>
    <w:rsid w:val="3361F843"/>
    <w:rsid w:val="337CC2B6"/>
    <w:rsid w:val="33B73680"/>
    <w:rsid w:val="33C834B7"/>
    <w:rsid w:val="33F07835"/>
    <w:rsid w:val="3428B8C5"/>
    <w:rsid w:val="3486AEE8"/>
    <w:rsid w:val="36119519"/>
    <w:rsid w:val="3672CF7A"/>
    <w:rsid w:val="36E5807B"/>
    <w:rsid w:val="372FB667"/>
    <w:rsid w:val="3735B987"/>
    <w:rsid w:val="37BEF802"/>
    <w:rsid w:val="38233CEB"/>
    <w:rsid w:val="3858D24C"/>
    <w:rsid w:val="388685D5"/>
    <w:rsid w:val="39B9923C"/>
    <w:rsid w:val="3A9CCB49"/>
    <w:rsid w:val="3AADC027"/>
    <w:rsid w:val="3AF148E5"/>
    <w:rsid w:val="3B0513DA"/>
    <w:rsid w:val="3B384F25"/>
    <w:rsid w:val="3B5EDD56"/>
    <w:rsid w:val="3CF9D6FB"/>
    <w:rsid w:val="3D43A637"/>
    <w:rsid w:val="3D6BDD9D"/>
    <w:rsid w:val="3E98656A"/>
    <w:rsid w:val="3EF708E9"/>
    <w:rsid w:val="3EFCC575"/>
    <w:rsid w:val="3F3A5C4C"/>
    <w:rsid w:val="3FB49FAF"/>
    <w:rsid w:val="4036F601"/>
    <w:rsid w:val="405EAC2D"/>
    <w:rsid w:val="41403AB2"/>
    <w:rsid w:val="4182939D"/>
    <w:rsid w:val="42167751"/>
    <w:rsid w:val="42B4D482"/>
    <w:rsid w:val="42ED806F"/>
    <w:rsid w:val="43325562"/>
    <w:rsid w:val="4345395C"/>
    <w:rsid w:val="43DA94D0"/>
    <w:rsid w:val="44505DA5"/>
    <w:rsid w:val="44B47BEF"/>
    <w:rsid w:val="451CEA29"/>
    <w:rsid w:val="453EBCAF"/>
    <w:rsid w:val="456CC005"/>
    <w:rsid w:val="456E2E79"/>
    <w:rsid w:val="45F59A62"/>
    <w:rsid w:val="464C8E0A"/>
    <w:rsid w:val="46552806"/>
    <w:rsid w:val="46B16490"/>
    <w:rsid w:val="481D4FA4"/>
    <w:rsid w:val="485CCD2C"/>
    <w:rsid w:val="48C864B2"/>
    <w:rsid w:val="491829C2"/>
    <w:rsid w:val="491C29B8"/>
    <w:rsid w:val="494B95B4"/>
    <w:rsid w:val="49606234"/>
    <w:rsid w:val="496790E4"/>
    <w:rsid w:val="498DC8D0"/>
    <w:rsid w:val="4A6782BA"/>
    <w:rsid w:val="4B873B96"/>
    <w:rsid w:val="4C27F9EE"/>
    <w:rsid w:val="4DE89C16"/>
    <w:rsid w:val="4E59764D"/>
    <w:rsid w:val="4F3FB5ED"/>
    <w:rsid w:val="4F9E358D"/>
    <w:rsid w:val="506B2DB1"/>
    <w:rsid w:val="51031CCC"/>
    <w:rsid w:val="5160F6DB"/>
    <w:rsid w:val="5168E747"/>
    <w:rsid w:val="518F5EB6"/>
    <w:rsid w:val="51A04DEC"/>
    <w:rsid w:val="51C19DA5"/>
    <w:rsid w:val="51E370A4"/>
    <w:rsid w:val="521F8DFA"/>
    <w:rsid w:val="527DE6D7"/>
    <w:rsid w:val="52E835F1"/>
    <w:rsid w:val="52F28446"/>
    <w:rsid w:val="530072CA"/>
    <w:rsid w:val="53403E23"/>
    <w:rsid w:val="538724B7"/>
    <w:rsid w:val="538DC904"/>
    <w:rsid w:val="5393AE32"/>
    <w:rsid w:val="54525F3C"/>
    <w:rsid w:val="54666108"/>
    <w:rsid w:val="548670F4"/>
    <w:rsid w:val="54C9A5FF"/>
    <w:rsid w:val="54DF6597"/>
    <w:rsid w:val="54F33B7D"/>
    <w:rsid w:val="553455B1"/>
    <w:rsid w:val="55E6828B"/>
    <w:rsid w:val="5657AF2B"/>
    <w:rsid w:val="56BE5F99"/>
    <w:rsid w:val="56EDB385"/>
    <w:rsid w:val="577F4726"/>
    <w:rsid w:val="57C1F0F7"/>
    <w:rsid w:val="58CFC98B"/>
    <w:rsid w:val="58F25E71"/>
    <w:rsid w:val="5991C373"/>
    <w:rsid w:val="5A5316D0"/>
    <w:rsid w:val="5A8565DC"/>
    <w:rsid w:val="5A8D9BC6"/>
    <w:rsid w:val="5AC3F953"/>
    <w:rsid w:val="5B49DDB9"/>
    <w:rsid w:val="5C6C1899"/>
    <w:rsid w:val="5C843752"/>
    <w:rsid w:val="5C9B5138"/>
    <w:rsid w:val="5CFF27EE"/>
    <w:rsid w:val="5D57FF52"/>
    <w:rsid w:val="5DDFA31D"/>
    <w:rsid w:val="5DE05A9E"/>
    <w:rsid w:val="5E91BA51"/>
    <w:rsid w:val="5ED232F4"/>
    <w:rsid w:val="5F4D0BE8"/>
    <w:rsid w:val="5FE7B589"/>
    <w:rsid w:val="60CE8730"/>
    <w:rsid w:val="6159207D"/>
    <w:rsid w:val="615B88B2"/>
    <w:rsid w:val="6181EB5E"/>
    <w:rsid w:val="6232EDA8"/>
    <w:rsid w:val="62E69A24"/>
    <w:rsid w:val="63092CD8"/>
    <w:rsid w:val="636595AF"/>
    <w:rsid w:val="63D995A0"/>
    <w:rsid w:val="64168F72"/>
    <w:rsid w:val="64A1FD11"/>
    <w:rsid w:val="6528771F"/>
    <w:rsid w:val="65990F0A"/>
    <w:rsid w:val="65CE837A"/>
    <w:rsid w:val="65DB420F"/>
    <w:rsid w:val="666B590D"/>
    <w:rsid w:val="669784B6"/>
    <w:rsid w:val="66A1E175"/>
    <w:rsid w:val="66FA709C"/>
    <w:rsid w:val="6710763B"/>
    <w:rsid w:val="671AD133"/>
    <w:rsid w:val="67779645"/>
    <w:rsid w:val="6794A97F"/>
    <w:rsid w:val="67EF5E59"/>
    <w:rsid w:val="687ECFAB"/>
    <w:rsid w:val="68A285E5"/>
    <w:rsid w:val="69B67028"/>
    <w:rsid w:val="6A441F1D"/>
    <w:rsid w:val="6AA2A1E4"/>
    <w:rsid w:val="6B04B2B6"/>
    <w:rsid w:val="6B36328A"/>
    <w:rsid w:val="6B3E75FB"/>
    <w:rsid w:val="6B549C92"/>
    <w:rsid w:val="6BAE6965"/>
    <w:rsid w:val="6BDFE8D8"/>
    <w:rsid w:val="6C1FE6BF"/>
    <w:rsid w:val="6C9CA521"/>
    <w:rsid w:val="6CA45C25"/>
    <w:rsid w:val="6CB42FD5"/>
    <w:rsid w:val="6D03DE6C"/>
    <w:rsid w:val="6DE0974A"/>
    <w:rsid w:val="6E019C66"/>
    <w:rsid w:val="6E51F659"/>
    <w:rsid w:val="6E740D12"/>
    <w:rsid w:val="6EB6CB6A"/>
    <w:rsid w:val="6ED7E703"/>
    <w:rsid w:val="6EE6CCBD"/>
    <w:rsid w:val="6F0483B8"/>
    <w:rsid w:val="6FF9032C"/>
    <w:rsid w:val="701DD993"/>
    <w:rsid w:val="703A105E"/>
    <w:rsid w:val="70702D91"/>
    <w:rsid w:val="7075F324"/>
    <w:rsid w:val="70931F19"/>
    <w:rsid w:val="70A83685"/>
    <w:rsid w:val="70D7AA7D"/>
    <w:rsid w:val="712791EB"/>
    <w:rsid w:val="71C6E6AC"/>
    <w:rsid w:val="728D94F2"/>
    <w:rsid w:val="72C86358"/>
    <w:rsid w:val="72D7DE18"/>
    <w:rsid w:val="72F5184D"/>
    <w:rsid w:val="73848D3C"/>
    <w:rsid w:val="738DD26C"/>
    <w:rsid w:val="73A23630"/>
    <w:rsid w:val="74A5E946"/>
    <w:rsid w:val="75665D43"/>
    <w:rsid w:val="756E1D0F"/>
    <w:rsid w:val="75CB38AD"/>
    <w:rsid w:val="763916E3"/>
    <w:rsid w:val="765FA40B"/>
    <w:rsid w:val="77F2DA07"/>
    <w:rsid w:val="77FA612D"/>
    <w:rsid w:val="782425FD"/>
    <w:rsid w:val="78507944"/>
    <w:rsid w:val="78CB951C"/>
    <w:rsid w:val="7921F596"/>
    <w:rsid w:val="79417386"/>
    <w:rsid w:val="7946EC4F"/>
    <w:rsid w:val="796BD6DB"/>
    <w:rsid w:val="79DD0E87"/>
    <w:rsid w:val="7A847B79"/>
    <w:rsid w:val="7A881E11"/>
    <w:rsid w:val="7B278750"/>
    <w:rsid w:val="7B6DBEE9"/>
    <w:rsid w:val="7CEF6814"/>
    <w:rsid w:val="7DF61860"/>
    <w:rsid w:val="7DF7F037"/>
    <w:rsid w:val="7E7148EA"/>
    <w:rsid w:val="7EBA4546"/>
    <w:rsid w:val="7EBBA65D"/>
    <w:rsid w:val="7F96DA8D"/>
    <w:rsid w:val="7FCBD9E3"/>
    <w:rsid w:val="7FED2B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9E54CA"/>
  <w15:chartTrackingRefBased/>
  <w15:docId w15:val="{6FECC4B7-D238-4151-8197-9F80D3EAF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qFormat/>
    <w:rsid w:val="00AF0B2D"/>
    <w:pPr>
      <w:keepNext/>
      <w:keepLines/>
      <w:pBdr>
        <w:top w:val="single" w:sz="4" w:space="1" w:color="9BBB59"/>
        <w:bottom w:val="single" w:sz="4" w:space="1" w:color="9BBB59"/>
      </w:pBdr>
      <w:spacing w:before="200"/>
      <w:outlineLvl w:val="1"/>
    </w:pPr>
    <w:rPr>
      <w:rFonts w:cs="Times New Roman"/>
      <w:b/>
      <w:bCs/>
      <w:sz w:val="24"/>
      <w:szCs w:val="26"/>
    </w:rPr>
  </w:style>
  <w:style w:type="paragraph" w:styleId="Heading3">
    <w:name w:val="heading 3"/>
    <w:basedOn w:val="Normal"/>
    <w:next w:val="Normal"/>
    <w:link w:val="Heading3Char"/>
    <w:uiPriority w:val="9"/>
    <w:qFormat/>
    <w:rsid w:val="00B200A5"/>
    <w:pPr>
      <w:keepNext/>
      <w:keepLines/>
      <w:spacing w:before="200"/>
      <w:outlineLvl w:val="2"/>
    </w:pPr>
    <w:rPr>
      <w:rFonts w:cs="Times New Roman"/>
      <w:b/>
      <w:bCs/>
      <w:color w:val="FFFFFF"/>
      <w:szCs w:val="20"/>
    </w:rPr>
  </w:style>
  <w:style w:type="paragraph" w:styleId="Heading4">
    <w:name w:val="heading 4"/>
    <w:basedOn w:val="Normal"/>
    <w:next w:val="Normal"/>
    <w:link w:val="Heading4Char"/>
    <w:uiPriority w:val="9"/>
    <w:unhideWhenUsed/>
    <w:qFormat/>
    <w:rsid w:val="00821324"/>
    <w:pPr>
      <w:keepNext/>
      <w:spacing w:before="240" w:after="60"/>
      <w:outlineLvl w:val="3"/>
    </w:pPr>
    <w:rPr>
      <w:rFonts w:ascii="Calibri" w:hAnsi="Calibri" w:cs="Times New Roman"/>
      <w:b/>
      <w:bCs/>
      <w:sz w:val="28"/>
      <w:szCs w:val="28"/>
    </w:rPr>
  </w:style>
  <w:style w:type="paragraph" w:styleId="Heading9">
    <w:name w:val="heading 9"/>
    <w:basedOn w:val="Normal"/>
    <w:next w:val="Normal"/>
    <w:link w:val="Heading9Char"/>
    <w:uiPriority w:val="9"/>
    <w:unhideWhenUsed/>
    <w:qFormat/>
    <w:rsid w:val="00F8661F"/>
    <w:pPr>
      <w:spacing w:before="240" w:after="60"/>
      <w:outlineLvl w:val="8"/>
    </w:pPr>
    <w:rPr>
      <w:rFonts w:ascii="Cambria" w:hAnsi="Cambria"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val="en-IE" w:eastAsia="en-US"/>
    </w:rPr>
  </w:style>
  <w:style w:type="paragraph" w:styleId="ListParagraph">
    <w:name w:val="List Paragraph"/>
    <w:basedOn w:val="Normal"/>
    <w:link w:val="ListParagraphChar"/>
    <w:uiPriority w:val="34"/>
    <w:qFormat/>
    <w:rsid w:val="00B529DE"/>
    <w:pPr>
      <w:ind w:left="720"/>
    </w:pPr>
  </w:style>
  <w:style w:type="character" w:customStyle="1" w:styleId="NewHeading1">
    <w:name w:val="New Heading 1"/>
    <w:qFormat/>
    <w:rsid w:val="009F506B"/>
    <w:rPr>
      <w:rFonts w:ascii="Calibri" w:hAnsi="Calibri"/>
      <w:b/>
      <w:bCs/>
      <w:sz w:val="28"/>
    </w:rPr>
  </w:style>
  <w:style w:type="paragraph" w:styleId="Header">
    <w:name w:val="header"/>
    <w:basedOn w:val="Normal"/>
    <w:link w:val="HeaderChar"/>
    <w:unhideWhenUsed/>
    <w:rsid w:val="009025E8"/>
    <w:pPr>
      <w:tabs>
        <w:tab w:val="center" w:pos="4513"/>
        <w:tab w:val="right" w:pos="9026"/>
      </w:tabs>
      <w:spacing w:line="240" w:lineRule="auto"/>
    </w:pPr>
    <w:rPr>
      <w:rFonts w:cs="Times New Roman"/>
      <w:szCs w:val="20"/>
    </w:rPr>
  </w:style>
  <w:style w:type="character" w:customStyle="1" w:styleId="HeaderChar">
    <w:name w:val="Header Char"/>
    <w:link w:val="Header"/>
    <w:rsid w:val="009025E8"/>
    <w:rPr>
      <w:lang w:val="en-GB" w:eastAsia="en-GB"/>
    </w:rPr>
  </w:style>
  <w:style w:type="paragraph" w:styleId="Footer">
    <w:name w:val="footer"/>
    <w:basedOn w:val="Normal"/>
    <w:link w:val="FooterChar"/>
    <w:uiPriority w:val="99"/>
    <w:unhideWhenUsed/>
    <w:rsid w:val="009025E8"/>
    <w:pPr>
      <w:tabs>
        <w:tab w:val="center" w:pos="4513"/>
        <w:tab w:val="right" w:pos="9026"/>
      </w:tabs>
      <w:spacing w:line="240" w:lineRule="auto"/>
    </w:pPr>
    <w:rPr>
      <w:rFonts w:cs="Times New Roman"/>
      <w:szCs w:val="20"/>
    </w:rPr>
  </w:style>
  <w:style w:type="character" w:customStyle="1" w:styleId="FooterChar">
    <w:name w:val="Footer Char"/>
    <w:link w:val="Footer"/>
    <w:uiPriority w:val="99"/>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imes New Roman"/>
      <w:sz w:val="16"/>
      <w:szCs w:val="16"/>
    </w:rPr>
  </w:style>
  <w:style w:type="character" w:customStyle="1" w:styleId="BalloonTextChar">
    <w:name w:val="Balloon Text Char"/>
    <w:link w:val="BalloonText"/>
    <w:uiPriority w:val="99"/>
    <w:semiHidden/>
    <w:rsid w:val="009025E8"/>
    <w:rPr>
      <w:rFonts w:ascii="Tahoma" w:hAnsi="Tahoma" w:cs="Tahoma"/>
      <w:sz w:val="16"/>
      <w:szCs w:val="16"/>
      <w:lang w:val="en-GB" w:eastAsia="en-GB"/>
    </w:rPr>
  </w:style>
  <w:style w:type="character" w:styleId="Hyperlink">
    <w:name w:val="Hyperlink"/>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rsid w:val="00AF0B2D"/>
    <w:rPr>
      <w:rFonts w:cs="Times New Roman"/>
      <w:b/>
      <w:bCs/>
      <w:sz w:val="24"/>
      <w:szCs w:val="26"/>
      <w:lang w:val="en-GB" w:eastAsia="en-GB"/>
    </w:rPr>
  </w:style>
  <w:style w:type="character" w:customStyle="1" w:styleId="Heading3Char">
    <w:name w:val="Heading 3 Char"/>
    <w:link w:val="Heading3"/>
    <w:uiPriority w:val="9"/>
    <w:rsid w:val="00B200A5"/>
    <w:rPr>
      <w:rFonts w:cs="Times New Roman"/>
      <w:b/>
      <w:bCs/>
      <w:color w:val="FFFFFF"/>
      <w:lang w:val="en-GB" w:eastAsia="en-GB"/>
    </w:rPr>
  </w:style>
  <w:style w:type="paragraph" w:styleId="TOCHeading">
    <w:name w:val="TOC Heading"/>
    <w:basedOn w:val="Heading1"/>
    <w:next w:val="Normal"/>
    <w:uiPriority w:val="39"/>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rFonts w:cs="Times New Roman"/>
      <w:szCs w:val="20"/>
    </w:rPr>
  </w:style>
  <w:style w:type="character" w:customStyle="1" w:styleId="EndnoteTextChar">
    <w:name w:val="Endnote Text Char"/>
    <w:link w:val="EndnoteText"/>
    <w:uiPriority w:val="99"/>
    <w:semiHidden/>
    <w:rsid w:val="00E70749"/>
    <w:rPr>
      <w:szCs w:val="20"/>
      <w:lang w:val="en-GB" w:eastAsia="en-GB"/>
    </w:rPr>
  </w:style>
  <w:style w:type="character" w:styleId="EndnoteReference">
    <w:name w:val="endnote reference"/>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rFonts w:cs="Times New Roman"/>
      <w:szCs w:val="20"/>
    </w:rPr>
  </w:style>
  <w:style w:type="character" w:customStyle="1" w:styleId="FootnoteTextChar">
    <w:name w:val="Footnote Text Char"/>
    <w:link w:val="FootnoteText"/>
    <w:uiPriority w:val="99"/>
    <w:rsid w:val="00E70749"/>
    <w:rPr>
      <w:szCs w:val="20"/>
      <w:lang w:val="en-GB" w:eastAsia="en-GB"/>
    </w:rPr>
  </w:style>
  <w:style w:type="character" w:styleId="FootnoteReference">
    <w:name w:val="footnote reference"/>
    <w:uiPriority w:val="99"/>
    <w:semiHidden/>
    <w:unhideWhenUsed/>
    <w:rsid w:val="00E70749"/>
    <w:rPr>
      <w:vertAlign w:val="superscript"/>
    </w:rPr>
  </w:style>
  <w:style w:type="paragraph" w:styleId="BodyText">
    <w:name w:val="Body Text"/>
    <w:aliases w:val="Body Text Char1 Char,Body Text Char Char Char,Body Text Char2 Char Char Char,Body Text Char1 Char Char Char Char,Body Text Char Char Char Char Char Char,Body Text Char1 Char Char Char Char Char Char Char,Body Text Char Char1"/>
    <w:basedOn w:val="Normal"/>
    <w:link w:val="BodyTextChar1"/>
    <w:rsid w:val="00983475"/>
    <w:pPr>
      <w:spacing w:after="200" w:line="276" w:lineRule="auto"/>
      <w:jc w:val="both"/>
    </w:pPr>
    <w:rPr>
      <w:rFonts w:ascii="Calibri" w:hAnsi="Calibri" w:cs="Times New Roman"/>
      <w:sz w:val="24"/>
      <w:szCs w:val="24"/>
      <w:lang w:val="en-IE"/>
    </w:rPr>
  </w:style>
  <w:style w:type="character" w:customStyle="1" w:styleId="BodyTextChar">
    <w:name w:val="Body Text Char"/>
    <w:uiPriority w:val="99"/>
    <w:semiHidden/>
    <w:rsid w:val="00983475"/>
    <w:rPr>
      <w:szCs w:val="22"/>
      <w:lang w:val="en-GB" w:eastAsia="en-GB"/>
    </w:rPr>
  </w:style>
  <w:style w:type="character" w:customStyle="1" w:styleId="BodyTextChar1">
    <w:name w:val="Body Text Char1"/>
    <w:aliases w:val="Body Text Char1 Char Char,Body Text Char Char Char Char,Body Text Char2 Char Char Char Char,Body Text Char1 Char Char Char Char Char,Body Text Char Char Char Char Char Char Char,Body Text Char1 Char Char Char Char Char Char Char Char"/>
    <w:link w:val="BodyText"/>
    <w:rsid w:val="00983475"/>
    <w:rPr>
      <w:rFonts w:ascii="Calibri" w:hAnsi="Calibri" w:cs="Times New Roman"/>
      <w:sz w:val="24"/>
      <w:szCs w:val="24"/>
      <w:lang w:val="en-IE" w:eastAsia="en-GB"/>
    </w:rPr>
  </w:style>
  <w:style w:type="paragraph" w:styleId="BodyTextIndent">
    <w:name w:val="Body Text Indent"/>
    <w:basedOn w:val="Normal"/>
    <w:link w:val="BodyTextIndentChar"/>
    <w:uiPriority w:val="99"/>
    <w:unhideWhenUsed/>
    <w:rsid w:val="00D82652"/>
    <w:pPr>
      <w:spacing w:after="120"/>
      <w:ind w:left="283"/>
    </w:pPr>
    <w:rPr>
      <w:rFonts w:cs="Times New Roman"/>
    </w:rPr>
  </w:style>
  <w:style w:type="character" w:customStyle="1" w:styleId="BodyTextIndentChar">
    <w:name w:val="Body Text Indent Char"/>
    <w:link w:val="BodyTextIndent"/>
    <w:uiPriority w:val="99"/>
    <w:rsid w:val="00D82652"/>
    <w:rPr>
      <w:szCs w:val="22"/>
      <w:lang w:val="en-GB" w:eastAsia="en-GB"/>
    </w:rPr>
  </w:style>
  <w:style w:type="paragraph" w:customStyle="1" w:styleId="Default">
    <w:name w:val="Default"/>
    <w:rsid w:val="007C514E"/>
    <w:pPr>
      <w:autoSpaceDE w:val="0"/>
      <w:autoSpaceDN w:val="0"/>
      <w:adjustRightInd w:val="0"/>
    </w:pPr>
    <w:rPr>
      <w:color w:val="000000"/>
      <w:sz w:val="24"/>
      <w:szCs w:val="24"/>
      <w:lang w:eastAsia="en-US"/>
    </w:rPr>
  </w:style>
  <w:style w:type="character" w:customStyle="1" w:styleId="Heading9Char">
    <w:name w:val="Heading 9 Char"/>
    <w:link w:val="Heading9"/>
    <w:uiPriority w:val="9"/>
    <w:rsid w:val="00F8661F"/>
    <w:rPr>
      <w:rFonts w:ascii="Cambria" w:eastAsia="Times New Roman" w:hAnsi="Cambria" w:cs="Times New Roman"/>
      <w:sz w:val="22"/>
      <w:szCs w:val="22"/>
      <w:lang w:val="en-GB" w:eastAsia="en-GB"/>
    </w:rPr>
  </w:style>
  <w:style w:type="character" w:styleId="PageNumber">
    <w:name w:val="page number"/>
    <w:rsid w:val="00A2097A"/>
    <w:rPr>
      <w:rFonts w:cs="Times New Roman"/>
    </w:rPr>
  </w:style>
  <w:style w:type="paragraph" w:styleId="BodyText2">
    <w:name w:val="Body Text 2"/>
    <w:basedOn w:val="Normal"/>
    <w:link w:val="BodyText2Char"/>
    <w:uiPriority w:val="99"/>
    <w:semiHidden/>
    <w:unhideWhenUsed/>
    <w:rsid w:val="002138F9"/>
    <w:pPr>
      <w:spacing w:after="120" w:line="480" w:lineRule="auto"/>
    </w:pPr>
    <w:rPr>
      <w:rFonts w:cs="Times New Roman"/>
    </w:rPr>
  </w:style>
  <w:style w:type="character" w:customStyle="1" w:styleId="BodyText2Char">
    <w:name w:val="Body Text 2 Char"/>
    <w:link w:val="BodyText2"/>
    <w:uiPriority w:val="99"/>
    <w:semiHidden/>
    <w:rsid w:val="002138F9"/>
    <w:rPr>
      <w:szCs w:val="22"/>
      <w:lang w:val="en-GB" w:eastAsia="en-GB"/>
    </w:rPr>
  </w:style>
  <w:style w:type="character" w:customStyle="1" w:styleId="Heading4Char">
    <w:name w:val="Heading 4 Char"/>
    <w:link w:val="Heading4"/>
    <w:uiPriority w:val="9"/>
    <w:rsid w:val="00821324"/>
    <w:rPr>
      <w:rFonts w:ascii="Calibri" w:eastAsia="Times New Roman" w:hAnsi="Calibri" w:cs="Times New Roman"/>
      <w:b/>
      <w:bCs/>
      <w:sz w:val="28"/>
      <w:szCs w:val="28"/>
      <w:lang w:val="en-GB" w:eastAsia="en-GB"/>
    </w:rPr>
  </w:style>
  <w:style w:type="paragraph" w:styleId="TOC4">
    <w:name w:val="toc 4"/>
    <w:basedOn w:val="Normal"/>
    <w:next w:val="Normal"/>
    <w:autoRedefine/>
    <w:uiPriority w:val="39"/>
    <w:unhideWhenUsed/>
    <w:rsid w:val="000B5C23"/>
    <w:pPr>
      <w:ind w:left="600"/>
    </w:pPr>
  </w:style>
  <w:style w:type="character" w:styleId="UnresolvedMention">
    <w:name w:val="Unresolved Mention"/>
    <w:uiPriority w:val="99"/>
    <w:semiHidden/>
    <w:unhideWhenUsed/>
    <w:rsid w:val="00040549"/>
    <w:rPr>
      <w:color w:val="605E5C"/>
      <w:shd w:val="clear" w:color="auto" w:fill="E1DFDD"/>
    </w:rPr>
  </w:style>
  <w:style w:type="table" w:customStyle="1" w:styleId="BAITable2x2">
    <w:name w:val="BAI Table 2x2"/>
    <w:basedOn w:val="TableNormal"/>
    <w:rsid w:val="00B8606F"/>
    <w:pPr>
      <w:spacing w:after="300" w:line="300" w:lineRule="exact"/>
    </w:pPr>
    <w:rPr>
      <w:rFonts w:cs="Times New Roman"/>
      <w:color w:val="746F67"/>
      <w:sz w:val="22"/>
    </w:rPr>
    <w:tblPr>
      <w:tblBorders>
        <w:top w:val="single" w:sz="4" w:space="0" w:color="6D9933"/>
        <w:left w:val="single" w:sz="4" w:space="0" w:color="6D9933"/>
        <w:bottom w:val="single" w:sz="4" w:space="0" w:color="6D9933"/>
        <w:right w:val="single" w:sz="4" w:space="0" w:color="6D9933"/>
        <w:insideH w:val="single" w:sz="4" w:space="0" w:color="6D9933"/>
        <w:insideV w:val="single" w:sz="4" w:space="0" w:color="6D9933"/>
      </w:tblBorders>
    </w:tblPr>
    <w:tcPr>
      <w:shd w:val="clear" w:color="auto" w:fill="auto"/>
    </w:tcPr>
    <w:tblStylePr w:type="firstRow">
      <w:pPr>
        <w:wordWrap/>
        <w:spacing w:beforeLines="0" w:afterLines="0"/>
        <w:jc w:val="left"/>
      </w:pPr>
      <w:rPr>
        <w:rFonts w:ascii="Courier" w:hAnsi="Courier"/>
        <w:b/>
        <w:i w:val="0"/>
        <w:color w:val="FFFFFF"/>
        <w:sz w:val="22"/>
      </w:rPr>
      <w:tblPr/>
      <w:tcPr>
        <w:tcBorders>
          <w:top w:val="nil"/>
          <w:left w:val="nil"/>
          <w:bottom w:val="nil"/>
          <w:right w:val="nil"/>
          <w:insideH w:val="nil"/>
          <w:insideV w:val="nil"/>
          <w:tl2br w:val="nil"/>
          <w:tr2bl w:val="nil"/>
        </w:tcBorders>
        <w:shd w:val="clear" w:color="auto" w:fill="6D9933"/>
      </w:tcPr>
    </w:tblStylePr>
  </w:style>
  <w:style w:type="character" w:customStyle="1" w:styleId="ListParagraphChar">
    <w:name w:val="List Paragraph Char"/>
    <w:link w:val="ListParagraph"/>
    <w:uiPriority w:val="34"/>
    <w:locked/>
    <w:rsid w:val="00FC3F97"/>
    <w:rPr>
      <w:szCs w:val="22"/>
      <w:lang w:val="en-GB" w:eastAsia="en-GB"/>
    </w:rPr>
  </w:style>
  <w:style w:type="character" w:styleId="CommentReference">
    <w:name w:val="annotation reference"/>
    <w:uiPriority w:val="99"/>
    <w:semiHidden/>
    <w:unhideWhenUsed/>
    <w:rsid w:val="00BA4C47"/>
    <w:rPr>
      <w:sz w:val="16"/>
      <w:szCs w:val="16"/>
    </w:rPr>
  </w:style>
  <w:style w:type="paragraph" w:styleId="CommentText">
    <w:name w:val="annotation text"/>
    <w:basedOn w:val="Normal"/>
    <w:link w:val="CommentTextChar"/>
    <w:uiPriority w:val="99"/>
    <w:semiHidden/>
    <w:unhideWhenUsed/>
    <w:rsid w:val="00BA4C47"/>
    <w:rPr>
      <w:szCs w:val="20"/>
    </w:rPr>
  </w:style>
  <w:style w:type="character" w:customStyle="1" w:styleId="CommentTextChar">
    <w:name w:val="Comment Text Char"/>
    <w:link w:val="CommentText"/>
    <w:uiPriority w:val="99"/>
    <w:semiHidden/>
    <w:rsid w:val="00BA4C47"/>
    <w:rPr>
      <w:lang w:val="en-GB" w:eastAsia="en-GB"/>
    </w:rPr>
  </w:style>
  <w:style w:type="paragraph" w:styleId="CommentSubject">
    <w:name w:val="annotation subject"/>
    <w:basedOn w:val="CommentText"/>
    <w:next w:val="CommentText"/>
    <w:link w:val="CommentSubjectChar"/>
    <w:uiPriority w:val="99"/>
    <w:semiHidden/>
    <w:unhideWhenUsed/>
    <w:rsid w:val="00BA4C47"/>
    <w:rPr>
      <w:b/>
      <w:bCs/>
    </w:rPr>
  </w:style>
  <w:style w:type="character" w:customStyle="1" w:styleId="CommentSubjectChar">
    <w:name w:val="Comment Subject Char"/>
    <w:link w:val="CommentSubject"/>
    <w:uiPriority w:val="99"/>
    <w:semiHidden/>
    <w:rsid w:val="00BA4C47"/>
    <w:rPr>
      <w:b/>
      <w:bCs/>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367525">
      <w:bodyDiv w:val="1"/>
      <w:marLeft w:val="0"/>
      <w:marRight w:val="0"/>
      <w:marTop w:val="0"/>
      <w:marBottom w:val="0"/>
      <w:divBdr>
        <w:top w:val="none" w:sz="0" w:space="0" w:color="auto"/>
        <w:left w:val="none" w:sz="0" w:space="0" w:color="auto"/>
        <w:bottom w:val="none" w:sz="0" w:space="0" w:color="auto"/>
        <w:right w:val="none" w:sz="0" w:space="0" w:color="auto"/>
      </w:divBdr>
    </w:div>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70172394">
      <w:bodyDiv w:val="1"/>
      <w:marLeft w:val="0"/>
      <w:marRight w:val="0"/>
      <w:marTop w:val="0"/>
      <w:marBottom w:val="0"/>
      <w:divBdr>
        <w:top w:val="none" w:sz="0" w:space="0" w:color="auto"/>
        <w:left w:val="none" w:sz="0" w:space="0" w:color="auto"/>
        <w:bottom w:val="none" w:sz="0" w:space="0" w:color="auto"/>
        <w:right w:val="none" w:sz="0" w:space="0" w:color="auto"/>
      </w:divBdr>
    </w:div>
    <w:div w:id="616330882">
      <w:bodyDiv w:val="1"/>
      <w:marLeft w:val="0"/>
      <w:marRight w:val="0"/>
      <w:marTop w:val="0"/>
      <w:marBottom w:val="0"/>
      <w:divBdr>
        <w:top w:val="none" w:sz="0" w:space="0" w:color="auto"/>
        <w:left w:val="none" w:sz="0" w:space="0" w:color="auto"/>
        <w:bottom w:val="none" w:sz="0" w:space="0" w:color="auto"/>
        <w:right w:val="none" w:sz="0" w:space="0" w:color="auto"/>
      </w:divBdr>
    </w:div>
    <w:div w:id="632100804">
      <w:bodyDiv w:val="1"/>
      <w:marLeft w:val="0"/>
      <w:marRight w:val="0"/>
      <w:marTop w:val="0"/>
      <w:marBottom w:val="0"/>
      <w:divBdr>
        <w:top w:val="none" w:sz="0" w:space="0" w:color="auto"/>
        <w:left w:val="none" w:sz="0" w:space="0" w:color="auto"/>
        <w:bottom w:val="none" w:sz="0" w:space="0" w:color="auto"/>
        <w:right w:val="none" w:sz="0" w:space="0" w:color="auto"/>
      </w:divBdr>
    </w:div>
    <w:div w:id="683553540">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812911841">
      <w:bodyDiv w:val="1"/>
      <w:marLeft w:val="0"/>
      <w:marRight w:val="0"/>
      <w:marTop w:val="0"/>
      <w:marBottom w:val="0"/>
      <w:divBdr>
        <w:top w:val="none" w:sz="0" w:space="0" w:color="auto"/>
        <w:left w:val="none" w:sz="0" w:space="0" w:color="auto"/>
        <w:bottom w:val="none" w:sz="0" w:space="0" w:color="auto"/>
        <w:right w:val="none" w:sz="0" w:space="0" w:color="auto"/>
      </w:divBdr>
    </w:div>
    <w:div w:id="946695595">
      <w:bodyDiv w:val="1"/>
      <w:marLeft w:val="0"/>
      <w:marRight w:val="0"/>
      <w:marTop w:val="0"/>
      <w:marBottom w:val="0"/>
      <w:divBdr>
        <w:top w:val="none" w:sz="0" w:space="0" w:color="auto"/>
        <w:left w:val="none" w:sz="0" w:space="0" w:color="auto"/>
        <w:bottom w:val="none" w:sz="0" w:space="0" w:color="auto"/>
        <w:right w:val="none" w:sz="0" w:space="0" w:color="auto"/>
      </w:divBdr>
    </w:div>
    <w:div w:id="976642869">
      <w:bodyDiv w:val="1"/>
      <w:marLeft w:val="0"/>
      <w:marRight w:val="0"/>
      <w:marTop w:val="0"/>
      <w:marBottom w:val="0"/>
      <w:divBdr>
        <w:top w:val="none" w:sz="0" w:space="0" w:color="auto"/>
        <w:left w:val="none" w:sz="0" w:space="0" w:color="auto"/>
        <w:bottom w:val="none" w:sz="0" w:space="0" w:color="auto"/>
        <w:right w:val="none" w:sz="0" w:space="0" w:color="auto"/>
      </w:divBdr>
    </w:div>
    <w:div w:id="1091049685">
      <w:bodyDiv w:val="1"/>
      <w:marLeft w:val="0"/>
      <w:marRight w:val="0"/>
      <w:marTop w:val="0"/>
      <w:marBottom w:val="0"/>
      <w:divBdr>
        <w:top w:val="none" w:sz="0" w:space="0" w:color="auto"/>
        <w:left w:val="none" w:sz="0" w:space="0" w:color="auto"/>
        <w:bottom w:val="none" w:sz="0" w:space="0" w:color="auto"/>
        <w:right w:val="none" w:sz="0" w:space="0" w:color="auto"/>
      </w:divBdr>
    </w:div>
    <w:div w:id="1151751917">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330910700">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745644926">
      <w:bodyDiv w:val="1"/>
      <w:marLeft w:val="0"/>
      <w:marRight w:val="0"/>
      <w:marTop w:val="0"/>
      <w:marBottom w:val="0"/>
      <w:divBdr>
        <w:top w:val="none" w:sz="0" w:space="0" w:color="auto"/>
        <w:left w:val="none" w:sz="0" w:space="0" w:color="auto"/>
        <w:bottom w:val="none" w:sz="0" w:space="0" w:color="auto"/>
        <w:right w:val="none" w:sz="0" w:space="0" w:color="auto"/>
      </w:divBdr>
    </w:div>
    <w:div w:id="1872186944">
      <w:bodyDiv w:val="1"/>
      <w:marLeft w:val="0"/>
      <w:marRight w:val="0"/>
      <w:marTop w:val="0"/>
      <w:marBottom w:val="0"/>
      <w:divBdr>
        <w:top w:val="none" w:sz="0" w:space="0" w:color="auto"/>
        <w:left w:val="none" w:sz="0" w:space="0" w:color="auto"/>
        <w:bottom w:val="none" w:sz="0" w:space="0" w:color="auto"/>
        <w:right w:val="none" w:sz="0" w:space="0" w:color="auto"/>
      </w:divBdr>
    </w:div>
    <w:div w:id="1880627482">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009865404">
      <w:bodyDiv w:val="1"/>
      <w:marLeft w:val="0"/>
      <w:marRight w:val="0"/>
      <w:marTop w:val="0"/>
      <w:marBottom w:val="0"/>
      <w:divBdr>
        <w:top w:val="none" w:sz="0" w:space="0" w:color="auto"/>
        <w:left w:val="none" w:sz="0" w:space="0" w:color="auto"/>
        <w:bottom w:val="none" w:sz="0" w:space="0" w:color="auto"/>
        <w:right w:val="none" w:sz="0" w:space="0" w:color="auto"/>
      </w:divBdr>
    </w:div>
    <w:div w:id="2097820235">
      <w:bodyDiv w:val="1"/>
      <w:marLeft w:val="0"/>
      <w:marRight w:val="0"/>
      <w:marTop w:val="0"/>
      <w:marBottom w:val="0"/>
      <w:divBdr>
        <w:top w:val="none" w:sz="0" w:space="0" w:color="auto"/>
        <w:left w:val="none" w:sz="0" w:space="0" w:color="auto"/>
        <w:bottom w:val="none" w:sz="0" w:space="0" w:color="auto"/>
        <w:right w:val="none" w:sz="0" w:space="0" w:color="auto"/>
      </w:divBdr>
    </w:div>
    <w:div w:id="210588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v4@bai.ie" TargetMode="External"/><Relationship Id="rId17" Type="http://schemas.openxmlformats.org/officeDocument/2006/relationships/hyperlink" Target="https://circulars.gov.ie/pdf/circular/per/2017/06.pdf" TargetMode="External"/><Relationship Id="rId2" Type="http://schemas.openxmlformats.org/officeDocument/2006/relationships/customXml" Target="../customXml/item2.xml"/><Relationship Id="rId16" Type="http://schemas.openxmlformats.org/officeDocument/2006/relationships/hyperlink" Target="http://circulars.gov.ie/pdf/circular/per/2017/05.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i.i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G:\01%20BROADCASTERS\02%20RADIO\02%20PRE-LICENSING\05%20FORMS\20120831_SOI_Form_County_v.01_AO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3" ma:contentTypeDescription="Create a new document." ma:contentTypeScope="" ma:versionID="0c10370e86ae056402769b1ab4e875e9">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88a29e3550230ff4823a36e6060e819"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B190EC-25F4-46E3-839D-A4E41C92E1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B115FB-2123-4498-88DF-3532BCAC0666}">
  <ds:schemaRefs>
    <ds:schemaRef ds:uri="http://schemas.openxmlformats.org/officeDocument/2006/bibliography"/>
  </ds:schemaRefs>
</ds:datastoreItem>
</file>

<file path=customXml/itemProps3.xml><?xml version="1.0" encoding="utf-8"?>
<ds:datastoreItem xmlns:ds="http://schemas.openxmlformats.org/officeDocument/2006/customXml" ds:itemID="{0E68E6A0-6C28-49F7-BC32-83D88060780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6B25B9-74DB-4437-82E5-4310C578BE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20120831_SOI_Form_County_v.01_AOB</Template>
  <TotalTime>0</TotalTime>
  <Pages>15</Pages>
  <Words>2261</Words>
  <Characters>12889</Characters>
  <Application>Microsoft Office Word</Application>
  <DocSecurity>0</DocSecurity>
  <Lines>107</Lines>
  <Paragraphs>30</Paragraphs>
  <ScaleCrop>false</ScaleCrop>
  <Company>Hewlett-Packard Company</Company>
  <LinksUpToDate>false</LinksUpToDate>
  <CharactersWithSpaces>15120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subject/>
  <dc:creator>Anne O'Brien</dc:creator>
  <cp:keywords/>
  <cp:lastModifiedBy>Deborah Wade</cp:lastModifiedBy>
  <cp:revision>2</cp:revision>
  <cp:lastPrinted>2020-03-26T22:59:00Z</cp:lastPrinted>
  <dcterms:created xsi:type="dcterms:W3CDTF">2021-07-30T11:02:00Z</dcterms:created>
  <dcterms:modified xsi:type="dcterms:W3CDTF">2021-07-30T11:02:00Z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ies>
</file>